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B10737" w14:textId="24655200" w:rsidR="00F31720" w:rsidRPr="00A01EFF" w:rsidRDefault="00F31720" w:rsidP="00A01EFF">
      <w:pPr>
        <w:jc w:val="center"/>
        <w:rPr>
          <w:sz w:val="24"/>
          <w:szCs w:val="24"/>
        </w:rPr>
      </w:pPr>
      <w:r w:rsidRPr="00A01EFF">
        <w:rPr>
          <w:sz w:val="24"/>
          <w:szCs w:val="24"/>
        </w:rPr>
        <w:t>ОТДЕЛ ОБРАЗОВАНИЯ АДМИНИСТРАЦИИ ВЕСЕЛОВСКОГО РАЙОНА</w:t>
      </w:r>
    </w:p>
    <w:p w14:paraId="5D6ED28C" w14:textId="77777777" w:rsidR="00F31720" w:rsidRPr="00A01EFF" w:rsidRDefault="00F31720" w:rsidP="00A01EFF">
      <w:pPr>
        <w:jc w:val="center"/>
        <w:rPr>
          <w:sz w:val="16"/>
          <w:szCs w:val="16"/>
        </w:rPr>
      </w:pPr>
    </w:p>
    <w:p w14:paraId="7F903194" w14:textId="77777777" w:rsidR="00F31720" w:rsidRPr="00A01EFF" w:rsidRDefault="00F31720" w:rsidP="00A01EFF">
      <w:pPr>
        <w:jc w:val="center"/>
        <w:rPr>
          <w:sz w:val="24"/>
          <w:szCs w:val="24"/>
        </w:rPr>
      </w:pPr>
      <w:r w:rsidRPr="00A01EFF">
        <w:rPr>
          <w:sz w:val="24"/>
          <w:szCs w:val="24"/>
        </w:rPr>
        <w:t>ПРИКАЗ</w:t>
      </w:r>
    </w:p>
    <w:p w14:paraId="59CAEA1C" w14:textId="77777777" w:rsidR="00F31720" w:rsidRPr="00A01EFF" w:rsidRDefault="00F31720" w:rsidP="00A01EFF">
      <w:pPr>
        <w:jc w:val="center"/>
        <w:rPr>
          <w:sz w:val="16"/>
          <w:szCs w:val="16"/>
        </w:rPr>
      </w:pPr>
    </w:p>
    <w:p w14:paraId="58840B03" w14:textId="31AF96AA" w:rsidR="00F31720" w:rsidRPr="00A01EFF" w:rsidRDefault="00E2444E" w:rsidP="00A01EFF">
      <w:pPr>
        <w:rPr>
          <w:sz w:val="24"/>
          <w:szCs w:val="24"/>
        </w:rPr>
      </w:pPr>
      <w:r w:rsidRPr="00A01EFF">
        <w:rPr>
          <w:sz w:val="24"/>
          <w:szCs w:val="24"/>
        </w:rPr>
        <w:t>30 августа</w:t>
      </w:r>
      <w:r w:rsidR="000D7470" w:rsidRPr="00A01EFF">
        <w:rPr>
          <w:sz w:val="24"/>
          <w:szCs w:val="24"/>
        </w:rPr>
        <w:t xml:space="preserve"> 202</w:t>
      </w:r>
      <w:r w:rsidR="007E5F9F" w:rsidRPr="00A01EFF">
        <w:rPr>
          <w:sz w:val="24"/>
          <w:szCs w:val="24"/>
        </w:rPr>
        <w:t>4</w:t>
      </w:r>
      <w:r w:rsidR="00D25306" w:rsidRPr="00A01EFF">
        <w:rPr>
          <w:sz w:val="24"/>
          <w:szCs w:val="24"/>
        </w:rPr>
        <w:t xml:space="preserve"> года</w:t>
      </w:r>
      <w:r w:rsidR="00F31720" w:rsidRPr="00A01EFF">
        <w:rPr>
          <w:sz w:val="24"/>
          <w:szCs w:val="24"/>
        </w:rPr>
        <w:t xml:space="preserve">           </w:t>
      </w:r>
      <w:r w:rsidR="00F00303" w:rsidRPr="00A01EFF">
        <w:rPr>
          <w:sz w:val="24"/>
          <w:szCs w:val="24"/>
        </w:rPr>
        <w:t xml:space="preserve">                   </w:t>
      </w:r>
      <w:r w:rsidRPr="00A01EFF">
        <w:rPr>
          <w:sz w:val="24"/>
          <w:szCs w:val="24"/>
        </w:rPr>
        <w:t xml:space="preserve">  </w:t>
      </w:r>
      <w:r w:rsidR="001A4139" w:rsidRPr="00A01EFF">
        <w:rPr>
          <w:sz w:val="24"/>
          <w:szCs w:val="24"/>
        </w:rPr>
        <w:t xml:space="preserve">   </w:t>
      </w:r>
      <w:r w:rsidRPr="00A01EFF">
        <w:rPr>
          <w:sz w:val="24"/>
          <w:szCs w:val="24"/>
        </w:rPr>
        <w:t xml:space="preserve">   </w:t>
      </w:r>
      <w:r w:rsidR="001A4139" w:rsidRPr="00A01EFF">
        <w:rPr>
          <w:sz w:val="24"/>
          <w:szCs w:val="24"/>
        </w:rPr>
        <w:t>№</w:t>
      </w:r>
      <w:r w:rsidR="00A01EFF">
        <w:rPr>
          <w:sz w:val="24"/>
          <w:szCs w:val="24"/>
        </w:rPr>
        <w:t xml:space="preserve"> </w:t>
      </w:r>
      <w:r w:rsidR="001A4139" w:rsidRPr="00A01EFF">
        <w:rPr>
          <w:sz w:val="24"/>
          <w:szCs w:val="24"/>
        </w:rPr>
        <w:t>438</w:t>
      </w:r>
    </w:p>
    <w:p w14:paraId="5CA75FEF" w14:textId="77777777" w:rsidR="00F31720" w:rsidRPr="00A01EFF" w:rsidRDefault="00F31720" w:rsidP="00A01EFF">
      <w:pPr>
        <w:rPr>
          <w:sz w:val="24"/>
          <w:szCs w:val="24"/>
        </w:rPr>
      </w:pPr>
    </w:p>
    <w:p w14:paraId="1C18389B" w14:textId="77777777" w:rsidR="00F31720" w:rsidRPr="00A01EFF" w:rsidRDefault="00F31720" w:rsidP="00A01EFF">
      <w:pPr>
        <w:ind w:right="4819"/>
        <w:jc w:val="both"/>
        <w:rPr>
          <w:sz w:val="24"/>
          <w:szCs w:val="24"/>
        </w:rPr>
      </w:pPr>
      <w:r w:rsidRPr="00A01EFF">
        <w:rPr>
          <w:sz w:val="24"/>
          <w:szCs w:val="24"/>
        </w:rPr>
        <w:t xml:space="preserve">О </w:t>
      </w:r>
      <w:r w:rsidR="00E2444E" w:rsidRPr="00A01EFF">
        <w:rPr>
          <w:sz w:val="24"/>
          <w:szCs w:val="24"/>
        </w:rPr>
        <w:t xml:space="preserve">порядке организации и </w:t>
      </w:r>
      <w:r w:rsidRPr="00A01EFF">
        <w:rPr>
          <w:sz w:val="24"/>
          <w:szCs w:val="24"/>
        </w:rPr>
        <w:t>проведени</w:t>
      </w:r>
      <w:r w:rsidR="00E2444E" w:rsidRPr="00A01EFF">
        <w:rPr>
          <w:sz w:val="24"/>
          <w:szCs w:val="24"/>
        </w:rPr>
        <w:t>я</w:t>
      </w:r>
      <w:r w:rsidRPr="00A01EFF">
        <w:rPr>
          <w:sz w:val="24"/>
          <w:szCs w:val="24"/>
        </w:rPr>
        <w:t xml:space="preserve"> школьного этапа все</w:t>
      </w:r>
      <w:r w:rsidR="00E2444E" w:rsidRPr="00A01EFF">
        <w:rPr>
          <w:sz w:val="24"/>
          <w:szCs w:val="24"/>
        </w:rPr>
        <w:t xml:space="preserve">российской олимпиады школьников </w:t>
      </w:r>
      <w:r w:rsidR="00A65EFD" w:rsidRPr="00A01EFF">
        <w:rPr>
          <w:sz w:val="24"/>
          <w:szCs w:val="24"/>
        </w:rPr>
        <w:t>на территории Веселовского района</w:t>
      </w:r>
      <w:r w:rsidR="00E2444E" w:rsidRPr="00A01EFF">
        <w:rPr>
          <w:sz w:val="24"/>
          <w:szCs w:val="24"/>
        </w:rPr>
        <w:t xml:space="preserve"> в 2024-2025 учебном году</w:t>
      </w:r>
    </w:p>
    <w:p w14:paraId="6840518C" w14:textId="77777777" w:rsidR="00F31720" w:rsidRPr="00A01EFF" w:rsidRDefault="00F31720" w:rsidP="00A01EFF">
      <w:pPr>
        <w:rPr>
          <w:sz w:val="24"/>
          <w:szCs w:val="24"/>
        </w:rPr>
      </w:pPr>
    </w:p>
    <w:p w14:paraId="06854D64" w14:textId="77777777" w:rsidR="007112C5" w:rsidRPr="00A01EFF" w:rsidRDefault="00E2444E" w:rsidP="00A01EFF">
      <w:pPr>
        <w:ind w:firstLine="709"/>
        <w:jc w:val="both"/>
        <w:rPr>
          <w:sz w:val="24"/>
          <w:szCs w:val="24"/>
        </w:rPr>
      </w:pPr>
      <w:r w:rsidRPr="00A01EFF">
        <w:rPr>
          <w:sz w:val="24"/>
          <w:szCs w:val="24"/>
        </w:rPr>
        <w:t xml:space="preserve">В соответствии с </w:t>
      </w:r>
      <w:r w:rsidR="00AC31D9" w:rsidRPr="00A01EFF">
        <w:rPr>
          <w:sz w:val="24"/>
          <w:szCs w:val="24"/>
        </w:rPr>
        <w:t>пр</w:t>
      </w:r>
      <w:r w:rsidR="007112C5" w:rsidRPr="00A01EFF">
        <w:rPr>
          <w:sz w:val="24"/>
          <w:szCs w:val="24"/>
        </w:rPr>
        <w:t>иказом Министерства просве</w:t>
      </w:r>
      <w:r w:rsidR="00B05785" w:rsidRPr="00A01EFF">
        <w:rPr>
          <w:sz w:val="24"/>
          <w:szCs w:val="24"/>
        </w:rPr>
        <w:t>щения Российской Федерации от 27 ноября 2</w:t>
      </w:r>
      <w:r w:rsidR="007112C5" w:rsidRPr="00A01EFF">
        <w:rPr>
          <w:sz w:val="24"/>
          <w:szCs w:val="24"/>
        </w:rPr>
        <w:t>020</w:t>
      </w:r>
      <w:r w:rsidR="00B05785" w:rsidRPr="00A01EFF">
        <w:rPr>
          <w:sz w:val="24"/>
          <w:szCs w:val="24"/>
        </w:rPr>
        <w:t xml:space="preserve"> </w:t>
      </w:r>
      <w:r w:rsidR="007112C5" w:rsidRPr="00A01EFF">
        <w:rPr>
          <w:sz w:val="24"/>
          <w:szCs w:val="24"/>
        </w:rPr>
        <w:t>г. № 678 «Об утверждении Порядка проведения всероссийской олимпиады школьников», приказом Министерства общего и профессионального обра</w:t>
      </w:r>
      <w:r w:rsidR="00CB3762" w:rsidRPr="00A01EFF">
        <w:rPr>
          <w:sz w:val="24"/>
          <w:szCs w:val="24"/>
        </w:rPr>
        <w:t>зования Ростовской обл</w:t>
      </w:r>
      <w:r w:rsidR="00772382" w:rsidRPr="00A01EFF">
        <w:rPr>
          <w:sz w:val="24"/>
          <w:szCs w:val="24"/>
        </w:rPr>
        <w:t>асти от 29.08</w:t>
      </w:r>
      <w:r w:rsidR="007112C5" w:rsidRPr="00A01EFF">
        <w:rPr>
          <w:sz w:val="24"/>
          <w:szCs w:val="24"/>
        </w:rPr>
        <w:t>.202</w:t>
      </w:r>
      <w:r w:rsidR="00772382" w:rsidRPr="00A01EFF">
        <w:rPr>
          <w:sz w:val="24"/>
          <w:szCs w:val="24"/>
        </w:rPr>
        <w:t>4г. № 813</w:t>
      </w:r>
      <w:r w:rsidR="007112C5" w:rsidRPr="00A01EFF">
        <w:rPr>
          <w:sz w:val="24"/>
          <w:szCs w:val="24"/>
        </w:rPr>
        <w:t xml:space="preserve"> «О порядке организации и проведения школьного этапа всероссийской олимпиады школьников на терр</w:t>
      </w:r>
      <w:r w:rsidR="00772382" w:rsidRPr="00A01EFF">
        <w:rPr>
          <w:sz w:val="24"/>
          <w:szCs w:val="24"/>
        </w:rPr>
        <w:t>итории Ростовской области в 2024</w:t>
      </w:r>
      <w:r w:rsidR="00CB3762" w:rsidRPr="00A01EFF">
        <w:rPr>
          <w:sz w:val="24"/>
          <w:szCs w:val="24"/>
        </w:rPr>
        <w:t>-202</w:t>
      </w:r>
      <w:r w:rsidR="00772382" w:rsidRPr="00A01EFF">
        <w:rPr>
          <w:sz w:val="24"/>
          <w:szCs w:val="24"/>
        </w:rPr>
        <w:t>5</w:t>
      </w:r>
      <w:r w:rsidR="00CB3762" w:rsidRPr="00A01EFF">
        <w:rPr>
          <w:sz w:val="24"/>
          <w:szCs w:val="24"/>
        </w:rPr>
        <w:t xml:space="preserve"> учебном году»</w:t>
      </w:r>
      <w:r w:rsidR="007E5F9F" w:rsidRPr="00A01EFF">
        <w:rPr>
          <w:sz w:val="24"/>
          <w:szCs w:val="24"/>
        </w:rPr>
        <w:t>,</w:t>
      </w:r>
    </w:p>
    <w:p w14:paraId="42F6AD86" w14:textId="77777777" w:rsidR="00F31720" w:rsidRPr="00A01EFF" w:rsidRDefault="00F31720" w:rsidP="00A01EFF">
      <w:pPr>
        <w:rPr>
          <w:sz w:val="16"/>
          <w:szCs w:val="16"/>
        </w:rPr>
      </w:pPr>
    </w:p>
    <w:p w14:paraId="0C6BD05D" w14:textId="77777777" w:rsidR="00362675" w:rsidRPr="00A01EFF" w:rsidRDefault="00F31720" w:rsidP="00A01EFF">
      <w:pPr>
        <w:jc w:val="center"/>
        <w:rPr>
          <w:sz w:val="24"/>
          <w:szCs w:val="24"/>
        </w:rPr>
      </w:pPr>
      <w:r w:rsidRPr="00A01EFF">
        <w:rPr>
          <w:sz w:val="24"/>
          <w:szCs w:val="24"/>
        </w:rPr>
        <w:t>ПРИКАЗЫВАЮ:</w:t>
      </w:r>
    </w:p>
    <w:p w14:paraId="1F253BBB" w14:textId="77777777" w:rsidR="008702DB" w:rsidRPr="00A01EFF" w:rsidRDefault="008702DB" w:rsidP="00A01EFF">
      <w:pPr>
        <w:rPr>
          <w:sz w:val="16"/>
          <w:szCs w:val="16"/>
        </w:rPr>
      </w:pPr>
    </w:p>
    <w:p w14:paraId="72713465" w14:textId="77777777" w:rsidR="00281B9A" w:rsidRPr="00A01EFF" w:rsidRDefault="004266FD" w:rsidP="00A01EFF">
      <w:pPr>
        <w:pStyle w:val="af3"/>
        <w:numPr>
          <w:ilvl w:val="0"/>
          <w:numId w:val="2"/>
        </w:numPr>
        <w:tabs>
          <w:tab w:val="clear" w:pos="1491"/>
          <w:tab w:val="num" w:pos="993"/>
          <w:tab w:val="num" w:pos="1134"/>
        </w:tabs>
        <w:ind w:left="0" w:firstLine="709"/>
        <w:jc w:val="both"/>
      </w:pPr>
      <w:r w:rsidRPr="00A01EFF">
        <w:t xml:space="preserve">Провести школьный этап всероссийской олимпиады школьников </w:t>
      </w:r>
      <w:r w:rsidR="00C278AF" w:rsidRPr="00A01EFF">
        <w:t xml:space="preserve">(далее – Олимпиада, </w:t>
      </w:r>
      <w:proofErr w:type="spellStart"/>
      <w:r w:rsidR="00C278AF" w:rsidRPr="00A01EFF">
        <w:t>ВсОШ</w:t>
      </w:r>
      <w:proofErr w:type="spellEnd"/>
      <w:r w:rsidR="00C278AF" w:rsidRPr="00A01EFF">
        <w:t xml:space="preserve">) в 2024-2025 учебном году в срок с 18 сентября по 22 октября 2024 года </w:t>
      </w:r>
      <w:r w:rsidRPr="00A01EFF">
        <w:t xml:space="preserve">во всех общеобразовательных организациях Веселовского района </w:t>
      </w:r>
      <w:r w:rsidR="00281B9A" w:rsidRPr="00A01EFF">
        <w:t>в сроки согласно приложению №1 к настоящему приказу:</w:t>
      </w:r>
    </w:p>
    <w:p w14:paraId="7BF4011F" w14:textId="0AAD346C" w:rsidR="00EC641E" w:rsidRPr="00A01EFF" w:rsidRDefault="00281B9A" w:rsidP="00A01EFF">
      <w:pPr>
        <w:pStyle w:val="af3"/>
        <w:tabs>
          <w:tab w:val="num" w:pos="993"/>
          <w:tab w:val="num" w:pos="1134"/>
          <w:tab w:val="num" w:pos="1491"/>
        </w:tabs>
        <w:ind w:left="0" w:firstLine="709"/>
        <w:jc w:val="both"/>
      </w:pPr>
      <w:r w:rsidRPr="00A01EFF">
        <w:t>- по 6 общеобразовательным предметам (астрономия, биология, информатика, математика, физика, химия</w:t>
      </w:r>
      <w:r w:rsidR="00EC641E" w:rsidRPr="00A01EFF">
        <w:t>)</w:t>
      </w:r>
      <w:r w:rsidRPr="00A01EFF">
        <w:t xml:space="preserve"> с использованием информационно-коммуникационных технологий на платформе «Сириус.</w:t>
      </w:r>
      <w:r w:rsidR="00E81E94">
        <w:t xml:space="preserve"> </w:t>
      </w:r>
      <w:r w:rsidRPr="00A01EFF">
        <w:t xml:space="preserve">Курсы» </w:t>
      </w:r>
      <w:r w:rsidR="00EC641E" w:rsidRPr="00A01EFF">
        <w:t>О</w:t>
      </w:r>
      <w:r w:rsidRPr="00A01EFF">
        <w:t>бразовательного фонда «Талант и успех»</w:t>
      </w:r>
      <w:r w:rsidR="00EC641E" w:rsidRPr="00A01EFF">
        <w:t xml:space="preserve"> (далее – платформа «Сириус.</w:t>
      </w:r>
      <w:r w:rsidR="00E81E94">
        <w:t xml:space="preserve"> </w:t>
      </w:r>
      <w:r w:rsidR="00EC641E" w:rsidRPr="00A01EFF">
        <w:t>Курсы»)</w:t>
      </w:r>
      <w:r w:rsidR="00E63CA2" w:rsidRPr="00A01EFF">
        <w:t>;</w:t>
      </w:r>
    </w:p>
    <w:p w14:paraId="5ADBFAF8" w14:textId="7FEE717E" w:rsidR="00317C44" w:rsidRPr="00A01EFF" w:rsidRDefault="00EC641E" w:rsidP="00A01EFF">
      <w:pPr>
        <w:pStyle w:val="af3"/>
        <w:tabs>
          <w:tab w:val="num" w:pos="993"/>
          <w:tab w:val="num" w:pos="1134"/>
          <w:tab w:val="num" w:pos="1491"/>
        </w:tabs>
        <w:ind w:left="0" w:firstLine="709"/>
        <w:jc w:val="both"/>
      </w:pPr>
      <w:r w:rsidRPr="00A01EFF">
        <w:t xml:space="preserve">- </w:t>
      </w:r>
      <w:r w:rsidR="005F5807" w:rsidRPr="00A01EFF">
        <w:t xml:space="preserve">по </w:t>
      </w:r>
      <w:r w:rsidR="008702DB" w:rsidRPr="00A01EFF">
        <w:t>14</w:t>
      </w:r>
      <w:r w:rsidR="005F5807" w:rsidRPr="00A01EFF">
        <w:t xml:space="preserve"> общеобразовательным предметам</w:t>
      </w:r>
      <w:r w:rsidR="000A617B" w:rsidRPr="00A01EFF">
        <w:t xml:space="preserve"> (</w:t>
      </w:r>
      <w:r w:rsidR="001C0AC7" w:rsidRPr="00A01EFF">
        <w:t>английский язык, немецкий язык, география, история,</w:t>
      </w:r>
      <w:r w:rsidR="00C50814" w:rsidRPr="00A01EFF">
        <w:t xml:space="preserve"> искусство (мировая художественная культура),</w:t>
      </w:r>
      <w:r w:rsidR="001C0AC7" w:rsidRPr="00A01EFF">
        <w:t xml:space="preserve"> </w:t>
      </w:r>
      <w:r w:rsidR="009A4FE2" w:rsidRPr="00A01EFF">
        <w:t xml:space="preserve">литература, </w:t>
      </w:r>
      <w:r w:rsidR="001C0AC7" w:rsidRPr="00A01EFF">
        <w:t xml:space="preserve">обществознание, </w:t>
      </w:r>
      <w:r w:rsidR="007F3D2F" w:rsidRPr="00A01EFF">
        <w:t xml:space="preserve">основы безопасности и защиты Родины, </w:t>
      </w:r>
      <w:r w:rsidR="001C0AC7" w:rsidRPr="00A01EFF">
        <w:t>право,</w:t>
      </w:r>
      <w:r w:rsidR="00C50814" w:rsidRPr="00A01EFF">
        <w:t xml:space="preserve"> русский язык,</w:t>
      </w:r>
      <w:r w:rsidR="007F3D2F" w:rsidRPr="00A01EFF">
        <w:t xml:space="preserve"> технология,</w:t>
      </w:r>
      <w:r w:rsidR="00C0674A" w:rsidRPr="00A01EFF">
        <w:t xml:space="preserve"> физическая культура,</w:t>
      </w:r>
      <w:r w:rsidR="001C0AC7" w:rsidRPr="00A01EFF">
        <w:t xml:space="preserve"> </w:t>
      </w:r>
      <w:r w:rsidR="00C0674A" w:rsidRPr="00A01EFF">
        <w:t>экология, экономика)</w:t>
      </w:r>
      <w:r w:rsidR="001C0AC7" w:rsidRPr="00A01EFF">
        <w:t xml:space="preserve"> </w:t>
      </w:r>
      <w:r w:rsidR="005F5807" w:rsidRPr="00A01EFF">
        <w:t>с использованием заданий, разработанных муниципальными предметно-методическими комиссиями</w:t>
      </w:r>
      <w:r w:rsidR="00C0674A" w:rsidRPr="00A01EFF">
        <w:t>.</w:t>
      </w:r>
    </w:p>
    <w:p w14:paraId="4437EDE9" w14:textId="7984F544" w:rsidR="00D8197A" w:rsidRPr="00A01EFF" w:rsidRDefault="00317C44" w:rsidP="00A01EFF">
      <w:pPr>
        <w:pStyle w:val="af3"/>
        <w:tabs>
          <w:tab w:val="num" w:pos="0"/>
          <w:tab w:val="num" w:pos="993"/>
          <w:tab w:val="num" w:pos="1134"/>
        </w:tabs>
        <w:ind w:left="0" w:firstLine="709"/>
        <w:jc w:val="both"/>
      </w:pPr>
      <w:r w:rsidRPr="00A01EFF">
        <w:t xml:space="preserve">2. </w:t>
      </w:r>
      <w:r w:rsidR="00D8197A" w:rsidRPr="00A01EFF">
        <w:t>Утвердить:</w:t>
      </w:r>
    </w:p>
    <w:p w14:paraId="30AEDA1D" w14:textId="7CC233B3" w:rsidR="00317C44" w:rsidRPr="00A01EFF" w:rsidRDefault="00103D8A" w:rsidP="00A01EFF">
      <w:pPr>
        <w:pStyle w:val="af3"/>
        <w:numPr>
          <w:ilvl w:val="1"/>
          <w:numId w:val="31"/>
        </w:numPr>
        <w:tabs>
          <w:tab w:val="num" w:pos="993"/>
          <w:tab w:val="num" w:pos="1134"/>
        </w:tabs>
        <w:ind w:left="0" w:firstLine="709"/>
        <w:jc w:val="both"/>
      </w:pPr>
      <w:r w:rsidRPr="00A01EFF">
        <w:t xml:space="preserve">График </w:t>
      </w:r>
      <w:r w:rsidR="000B120B" w:rsidRPr="00A01EFF">
        <w:t>проведения и предоставления результатов школьного этапа всероссийской олимпиады школьников в 2024-2025 учебном году, в том числе на платформе «Сириус. Курсы» (приложение №1).</w:t>
      </w:r>
    </w:p>
    <w:p w14:paraId="3EF2558A" w14:textId="41465FED" w:rsidR="004C1132" w:rsidRPr="00A01EFF" w:rsidRDefault="000B120B" w:rsidP="00A01EFF">
      <w:pPr>
        <w:pStyle w:val="af3"/>
        <w:numPr>
          <w:ilvl w:val="1"/>
          <w:numId w:val="31"/>
        </w:numPr>
        <w:tabs>
          <w:tab w:val="num" w:pos="993"/>
          <w:tab w:val="num" w:pos="1134"/>
        </w:tabs>
        <w:ind w:left="0" w:firstLine="709"/>
        <w:jc w:val="both"/>
      </w:pPr>
      <w:r w:rsidRPr="00A01EFF">
        <w:t>План мероприятий («дорожную карту») по организации и проведению школьного этапа всероссийской олимпиады школьников в 2024-2025 учебном году (приложение №2).</w:t>
      </w:r>
    </w:p>
    <w:p w14:paraId="71C86227" w14:textId="3C9E43C2" w:rsidR="002A7E38" w:rsidRPr="00A01EFF" w:rsidRDefault="002A7E38" w:rsidP="00A01EFF">
      <w:pPr>
        <w:pStyle w:val="af3"/>
        <w:numPr>
          <w:ilvl w:val="1"/>
          <w:numId w:val="31"/>
        </w:numPr>
        <w:tabs>
          <w:tab w:val="num" w:pos="993"/>
          <w:tab w:val="num" w:pos="1134"/>
        </w:tabs>
        <w:ind w:left="0" w:firstLine="709"/>
        <w:jc w:val="both"/>
      </w:pPr>
      <w:r w:rsidRPr="00A01EFF">
        <w:t>Состав оргкомитета школьного этапа всероссийской олимпиады школьников 2024-2025 учебно</w:t>
      </w:r>
      <w:r w:rsidR="00081861" w:rsidRPr="00A01EFF">
        <w:t>го</w:t>
      </w:r>
      <w:r w:rsidRPr="00A01EFF">
        <w:t xml:space="preserve"> год</w:t>
      </w:r>
      <w:r w:rsidR="00081861" w:rsidRPr="00A01EFF">
        <w:t>а</w:t>
      </w:r>
      <w:r w:rsidRPr="00A01EFF">
        <w:t xml:space="preserve"> (приложение №3).</w:t>
      </w:r>
    </w:p>
    <w:p w14:paraId="2F6A55E6" w14:textId="77777777" w:rsidR="002A7E38" w:rsidRPr="00A01EFF" w:rsidRDefault="00D8197A" w:rsidP="00A01EFF">
      <w:pPr>
        <w:pStyle w:val="af3"/>
        <w:numPr>
          <w:ilvl w:val="1"/>
          <w:numId w:val="31"/>
        </w:numPr>
        <w:tabs>
          <w:tab w:val="num" w:pos="993"/>
          <w:tab w:val="num" w:pos="1134"/>
        </w:tabs>
        <w:ind w:left="0" w:firstLine="709"/>
        <w:jc w:val="both"/>
      </w:pPr>
      <w:r w:rsidRPr="00A01EFF">
        <w:t xml:space="preserve">Места проведения школьного этапа всероссийской олимпиады школьников в </w:t>
      </w:r>
      <w:r w:rsidR="000D7470" w:rsidRPr="00A01EFF">
        <w:t>202</w:t>
      </w:r>
      <w:r w:rsidR="00505D00" w:rsidRPr="00A01EFF">
        <w:t>4</w:t>
      </w:r>
      <w:r w:rsidR="000D7470" w:rsidRPr="00A01EFF">
        <w:t>-202</w:t>
      </w:r>
      <w:r w:rsidR="00505D00" w:rsidRPr="00A01EFF">
        <w:t>5</w:t>
      </w:r>
      <w:r w:rsidRPr="00A01EFF">
        <w:t xml:space="preserve"> учебном году (приложение №</w:t>
      </w:r>
      <w:r w:rsidR="002A7E38" w:rsidRPr="00A01EFF">
        <w:t>4</w:t>
      </w:r>
      <w:r w:rsidRPr="00A01EFF">
        <w:t>).</w:t>
      </w:r>
    </w:p>
    <w:p w14:paraId="1D6E2968" w14:textId="3E82D07C" w:rsidR="002A7E38" w:rsidRPr="00A01EFF" w:rsidRDefault="00750B8F" w:rsidP="00A01EFF">
      <w:pPr>
        <w:pStyle w:val="af3"/>
        <w:numPr>
          <w:ilvl w:val="1"/>
          <w:numId w:val="31"/>
        </w:numPr>
        <w:tabs>
          <w:tab w:val="num" w:pos="993"/>
          <w:tab w:val="num" w:pos="1134"/>
        </w:tabs>
        <w:ind w:left="0" w:firstLine="709"/>
        <w:jc w:val="both"/>
      </w:pPr>
      <w:r w:rsidRPr="00A01EFF">
        <w:t xml:space="preserve">Организационно-технологическую модель проведения школьного этапа всероссийской олимпиады школьников на территории Веселовского района (приложение </w:t>
      </w:r>
      <w:r w:rsidR="00E81E94">
        <w:t>№</w:t>
      </w:r>
      <w:r w:rsidRPr="00A01EFF">
        <w:t>5).</w:t>
      </w:r>
    </w:p>
    <w:p w14:paraId="26372DE2" w14:textId="77777777" w:rsidR="00A918ED" w:rsidRPr="00A01EFF" w:rsidRDefault="00D8197A" w:rsidP="00A01EFF">
      <w:pPr>
        <w:pStyle w:val="af3"/>
        <w:numPr>
          <w:ilvl w:val="1"/>
          <w:numId w:val="31"/>
        </w:numPr>
        <w:tabs>
          <w:tab w:val="num" w:pos="993"/>
          <w:tab w:val="num" w:pos="1134"/>
        </w:tabs>
        <w:ind w:left="0" w:firstLine="709"/>
        <w:jc w:val="both"/>
      </w:pPr>
      <w:r w:rsidRPr="00A01EFF">
        <w:t xml:space="preserve">Требования к проведению школьного этапа всероссийской олимпиады школьников в </w:t>
      </w:r>
      <w:r w:rsidR="00023EA7" w:rsidRPr="00A01EFF">
        <w:t>202</w:t>
      </w:r>
      <w:r w:rsidR="00D206CB" w:rsidRPr="00A01EFF">
        <w:t>4</w:t>
      </w:r>
      <w:r w:rsidR="00023EA7" w:rsidRPr="00A01EFF">
        <w:t>-202</w:t>
      </w:r>
      <w:r w:rsidR="00D206CB" w:rsidRPr="00A01EFF">
        <w:t>5</w:t>
      </w:r>
      <w:r w:rsidRPr="00A01EFF">
        <w:t xml:space="preserve"> учебном году</w:t>
      </w:r>
      <w:r w:rsidR="005646B3" w:rsidRPr="00A01EFF">
        <w:t xml:space="preserve"> (приложение №6</w:t>
      </w:r>
      <w:r w:rsidRPr="00A01EFF">
        <w:t>).</w:t>
      </w:r>
    </w:p>
    <w:p w14:paraId="2DE80C4C" w14:textId="77777777" w:rsidR="00534408" w:rsidRPr="00A01EFF" w:rsidRDefault="00534408" w:rsidP="00A01EFF">
      <w:pPr>
        <w:pStyle w:val="af3"/>
        <w:numPr>
          <w:ilvl w:val="0"/>
          <w:numId w:val="31"/>
        </w:numPr>
        <w:tabs>
          <w:tab w:val="num" w:pos="993"/>
          <w:tab w:val="num" w:pos="1134"/>
        </w:tabs>
        <w:ind w:left="0" w:firstLine="709"/>
        <w:jc w:val="both"/>
      </w:pPr>
      <w:r w:rsidRPr="00A01EFF">
        <w:t xml:space="preserve">Муниципальному </w:t>
      </w:r>
      <w:r w:rsidR="002A7952" w:rsidRPr="00A01EFF">
        <w:t xml:space="preserve">опорному </w:t>
      </w:r>
      <w:r w:rsidRPr="00A01EFF">
        <w:t xml:space="preserve">центру </w:t>
      </w:r>
      <w:r w:rsidR="00A918ED" w:rsidRPr="00A01EFF">
        <w:t xml:space="preserve">дополнительного образования, </w:t>
      </w:r>
      <w:r w:rsidR="00E63CA2" w:rsidRPr="00A01EFF">
        <w:t>направленность</w:t>
      </w:r>
      <w:r w:rsidR="002A7952" w:rsidRPr="00A01EFF">
        <w:t xml:space="preserve"> «Работа с одаренными и тала</w:t>
      </w:r>
      <w:r w:rsidR="00F521F0" w:rsidRPr="00A01EFF">
        <w:t xml:space="preserve">нтливыми детьми» </w:t>
      </w:r>
      <w:r w:rsidRPr="00A01EFF">
        <w:t>(директор МБУ ДО Веселовск</w:t>
      </w:r>
      <w:r w:rsidR="00A918ED" w:rsidRPr="00A01EFF">
        <w:t>ого</w:t>
      </w:r>
      <w:r w:rsidRPr="00A01EFF">
        <w:t xml:space="preserve"> ЦТ </w:t>
      </w:r>
      <w:proofErr w:type="spellStart"/>
      <w:r w:rsidRPr="00A01EFF">
        <w:t>Лямкина</w:t>
      </w:r>
      <w:proofErr w:type="spellEnd"/>
      <w:r w:rsidRPr="00A01EFF">
        <w:t xml:space="preserve"> Г.А.):</w:t>
      </w:r>
    </w:p>
    <w:p w14:paraId="3A2C873E" w14:textId="1E9A500E" w:rsidR="00F51368" w:rsidRPr="00A01EFF" w:rsidRDefault="00534408" w:rsidP="00A01EFF">
      <w:pPr>
        <w:pStyle w:val="af3"/>
        <w:numPr>
          <w:ilvl w:val="1"/>
          <w:numId w:val="31"/>
        </w:numPr>
        <w:tabs>
          <w:tab w:val="left" w:pos="0"/>
          <w:tab w:val="num" w:pos="993"/>
          <w:tab w:val="num" w:pos="1134"/>
        </w:tabs>
        <w:ind w:left="0" w:firstLine="709"/>
        <w:jc w:val="both"/>
      </w:pPr>
      <w:r w:rsidRPr="00A01EFF">
        <w:t>Организовать</w:t>
      </w:r>
      <w:r w:rsidR="004424ED" w:rsidRPr="00A01EFF">
        <w:t xml:space="preserve"> проведение</w:t>
      </w:r>
      <w:r w:rsidRPr="00A01EFF">
        <w:t xml:space="preserve"> школьн</w:t>
      </w:r>
      <w:r w:rsidR="004424ED" w:rsidRPr="00A01EFF">
        <w:t>ого</w:t>
      </w:r>
      <w:r w:rsidRPr="00A01EFF">
        <w:t xml:space="preserve"> этап</w:t>
      </w:r>
      <w:r w:rsidR="004424ED" w:rsidRPr="00A01EFF">
        <w:t>а</w:t>
      </w:r>
      <w:r w:rsidRPr="00A01EFF">
        <w:t xml:space="preserve"> всероссийской олимпиады школьников </w:t>
      </w:r>
      <w:r w:rsidR="004424ED" w:rsidRPr="00A01EFF">
        <w:t>с 18 сентября по 22 октября 2024 года.</w:t>
      </w:r>
    </w:p>
    <w:p w14:paraId="594D21E0" w14:textId="77777777" w:rsidR="00F51368" w:rsidRPr="00A01EFF" w:rsidRDefault="00F51368" w:rsidP="00A01EFF">
      <w:pPr>
        <w:pStyle w:val="af3"/>
        <w:numPr>
          <w:ilvl w:val="1"/>
          <w:numId w:val="31"/>
        </w:numPr>
        <w:tabs>
          <w:tab w:val="left" w:pos="0"/>
          <w:tab w:val="num" w:pos="993"/>
          <w:tab w:val="num" w:pos="1134"/>
        </w:tabs>
        <w:ind w:left="0" w:firstLine="709"/>
        <w:jc w:val="both"/>
      </w:pPr>
      <w:r w:rsidRPr="00A01EFF">
        <w:lastRenderedPageBreak/>
        <w:t>В срок до 07.09.2024</w:t>
      </w:r>
      <w:r w:rsidR="0092125D" w:rsidRPr="00A01EFF">
        <w:t>г.</w:t>
      </w:r>
      <w:r w:rsidRPr="00A01EFF">
        <w:t xml:space="preserve"> организовать информирование общеобразовательных организаций, обучающихся, родителей (законных представителей) о сроках, местах проведения школьного этапа Олимпиады, требованиях к проведению школьного этапа Олимпиады, а также о Порядке и утвержденных нормативных правовых актах, регламентирующих организацию и проведение школьного этапа Олимпиады по каждому общеобразовательному предмету, в том числе через публикацию на официальных сайтах в сети Интернет</w:t>
      </w:r>
      <w:r w:rsidR="00966044" w:rsidRPr="00A01EFF">
        <w:t>.</w:t>
      </w:r>
    </w:p>
    <w:p w14:paraId="7F196BBB" w14:textId="0F855E8A" w:rsidR="00534408" w:rsidRPr="00A01EFF" w:rsidRDefault="00F44A61" w:rsidP="00A01EFF">
      <w:pPr>
        <w:tabs>
          <w:tab w:val="num" w:pos="993"/>
          <w:tab w:val="num" w:pos="1134"/>
        </w:tabs>
        <w:ind w:firstLine="709"/>
        <w:jc w:val="both"/>
        <w:rPr>
          <w:sz w:val="24"/>
          <w:szCs w:val="24"/>
        </w:rPr>
      </w:pPr>
      <w:r w:rsidRPr="00A01EFF">
        <w:rPr>
          <w:sz w:val="24"/>
          <w:szCs w:val="24"/>
        </w:rPr>
        <w:t>3</w:t>
      </w:r>
      <w:r w:rsidR="00534408" w:rsidRPr="00A01EFF">
        <w:rPr>
          <w:sz w:val="24"/>
          <w:szCs w:val="24"/>
        </w:rPr>
        <w:t>.</w:t>
      </w:r>
      <w:r w:rsidR="00A01EFF">
        <w:rPr>
          <w:sz w:val="24"/>
          <w:szCs w:val="24"/>
        </w:rPr>
        <w:t>3</w:t>
      </w:r>
      <w:r w:rsidR="00534408" w:rsidRPr="00A01EFF">
        <w:rPr>
          <w:sz w:val="24"/>
          <w:szCs w:val="24"/>
        </w:rPr>
        <w:t>. Организовать разработку пакетов олимпиадных заданий и обеспечить их хранение по каждому общеобразовательному предмету для школьного этапа олимпиады.</w:t>
      </w:r>
    </w:p>
    <w:p w14:paraId="0D46F194" w14:textId="31D2E856" w:rsidR="00534408" w:rsidRPr="00A01EFF" w:rsidRDefault="00F44A61" w:rsidP="00A01EFF">
      <w:pPr>
        <w:tabs>
          <w:tab w:val="num" w:pos="993"/>
          <w:tab w:val="num" w:pos="1134"/>
        </w:tabs>
        <w:ind w:firstLine="709"/>
        <w:jc w:val="both"/>
        <w:rPr>
          <w:sz w:val="24"/>
          <w:szCs w:val="24"/>
        </w:rPr>
      </w:pPr>
      <w:r w:rsidRPr="00A01EFF">
        <w:rPr>
          <w:sz w:val="24"/>
          <w:szCs w:val="24"/>
        </w:rPr>
        <w:t>3</w:t>
      </w:r>
      <w:r w:rsidR="00534408" w:rsidRPr="00A01EFF">
        <w:rPr>
          <w:sz w:val="24"/>
          <w:szCs w:val="24"/>
        </w:rPr>
        <w:t>.</w:t>
      </w:r>
      <w:r w:rsidR="00A01EFF">
        <w:rPr>
          <w:sz w:val="24"/>
          <w:szCs w:val="24"/>
        </w:rPr>
        <w:t>4</w:t>
      </w:r>
      <w:r w:rsidR="00534408" w:rsidRPr="00A01EFF">
        <w:rPr>
          <w:sz w:val="24"/>
          <w:szCs w:val="24"/>
        </w:rPr>
        <w:t>. Определить квоты победителей и призеров школьного этапа олимпиады по каждому общеобразовательному предмету.</w:t>
      </w:r>
    </w:p>
    <w:p w14:paraId="75AE6BFE" w14:textId="3B85015C" w:rsidR="00534408" w:rsidRPr="00A01EFF" w:rsidRDefault="00F44A61" w:rsidP="00A01EFF">
      <w:pPr>
        <w:tabs>
          <w:tab w:val="num" w:pos="993"/>
          <w:tab w:val="num" w:pos="1134"/>
        </w:tabs>
        <w:ind w:firstLine="709"/>
        <w:jc w:val="both"/>
        <w:rPr>
          <w:sz w:val="24"/>
          <w:szCs w:val="24"/>
        </w:rPr>
      </w:pPr>
      <w:r w:rsidRPr="00A01EFF">
        <w:rPr>
          <w:sz w:val="24"/>
          <w:szCs w:val="24"/>
        </w:rPr>
        <w:t>3</w:t>
      </w:r>
      <w:r w:rsidR="007C4A52" w:rsidRPr="00A01EFF">
        <w:rPr>
          <w:sz w:val="24"/>
          <w:szCs w:val="24"/>
        </w:rPr>
        <w:t>.</w:t>
      </w:r>
      <w:r w:rsidR="00A01EFF">
        <w:rPr>
          <w:sz w:val="24"/>
          <w:szCs w:val="24"/>
        </w:rPr>
        <w:t>5</w:t>
      </w:r>
      <w:r w:rsidR="00534408" w:rsidRPr="00A01EFF">
        <w:rPr>
          <w:sz w:val="24"/>
          <w:szCs w:val="24"/>
        </w:rPr>
        <w:t xml:space="preserve">. Подвести итоги </w:t>
      </w:r>
      <w:r w:rsidR="00245057" w:rsidRPr="00A01EFF">
        <w:rPr>
          <w:sz w:val="24"/>
          <w:szCs w:val="24"/>
        </w:rPr>
        <w:t>школьного этапа</w:t>
      </w:r>
      <w:r w:rsidR="00BA32B1" w:rsidRPr="00A01EFF">
        <w:rPr>
          <w:sz w:val="24"/>
          <w:szCs w:val="24"/>
        </w:rPr>
        <w:t xml:space="preserve"> </w:t>
      </w:r>
      <w:r w:rsidR="00245057" w:rsidRPr="00A01EFF">
        <w:rPr>
          <w:sz w:val="24"/>
          <w:szCs w:val="24"/>
        </w:rPr>
        <w:t xml:space="preserve">всероссийской олимпиады школьников </w:t>
      </w:r>
      <w:r w:rsidR="00534408" w:rsidRPr="00A01EFF">
        <w:rPr>
          <w:sz w:val="24"/>
          <w:szCs w:val="24"/>
        </w:rPr>
        <w:t>по каждому общеобразователь</w:t>
      </w:r>
      <w:r w:rsidR="003206F9" w:rsidRPr="00A01EFF">
        <w:rPr>
          <w:sz w:val="24"/>
          <w:szCs w:val="24"/>
        </w:rPr>
        <w:t>ному предмету и о</w:t>
      </w:r>
      <w:r w:rsidR="00534408" w:rsidRPr="00A01EFF">
        <w:rPr>
          <w:sz w:val="24"/>
          <w:szCs w:val="24"/>
        </w:rPr>
        <w:t>публиковать рейтинг победителей и рейтинг призеров школьного этапа олимпиады на своем официальном сайте в сети «Интернет».</w:t>
      </w:r>
    </w:p>
    <w:p w14:paraId="3F71D613" w14:textId="1F6BF062" w:rsidR="00466079" w:rsidRPr="00A01EFF" w:rsidRDefault="00F44A61" w:rsidP="00A01EFF">
      <w:pPr>
        <w:tabs>
          <w:tab w:val="num" w:pos="993"/>
          <w:tab w:val="num" w:pos="1134"/>
        </w:tabs>
        <w:ind w:firstLine="709"/>
        <w:jc w:val="both"/>
        <w:rPr>
          <w:color w:val="000000"/>
          <w:sz w:val="24"/>
          <w:szCs w:val="24"/>
        </w:rPr>
      </w:pPr>
      <w:r w:rsidRPr="00A01EFF">
        <w:rPr>
          <w:sz w:val="24"/>
          <w:szCs w:val="24"/>
        </w:rPr>
        <w:t>3</w:t>
      </w:r>
      <w:r w:rsidR="00534408" w:rsidRPr="00A01EFF">
        <w:rPr>
          <w:sz w:val="24"/>
          <w:szCs w:val="24"/>
        </w:rPr>
        <w:t>.</w:t>
      </w:r>
      <w:r w:rsidR="00A01EFF">
        <w:rPr>
          <w:sz w:val="24"/>
          <w:szCs w:val="24"/>
        </w:rPr>
        <w:t>6</w:t>
      </w:r>
      <w:r w:rsidR="00534408" w:rsidRPr="00A01EFF">
        <w:rPr>
          <w:sz w:val="24"/>
          <w:szCs w:val="24"/>
        </w:rPr>
        <w:t xml:space="preserve">. </w:t>
      </w:r>
      <w:r w:rsidR="00534408" w:rsidRPr="00A01EFF">
        <w:rPr>
          <w:color w:val="000000"/>
          <w:sz w:val="24"/>
          <w:szCs w:val="24"/>
        </w:rPr>
        <w:t>Принять меры по соблюдению строгой конфиденциальности при тиражировании комплектов заданий для участников и проверке выполненных заданий членами жюри во избежание утечки информации, приводящей к искажению объективности результатов олимпиады.</w:t>
      </w:r>
    </w:p>
    <w:p w14:paraId="0D2E78D6" w14:textId="77777777" w:rsidR="00534408" w:rsidRPr="00A01EFF" w:rsidRDefault="00F44A61" w:rsidP="00A01EFF">
      <w:pPr>
        <w:tabs>
          <w:tab w:val="num" w:pos="993"/>
          <w:tab w:val="num" w:pos="1134"/>
        </w:tabs>
        <w:ind w:firstLine="709"/>
        <w:jc w:val="both"/>
        <w:rPr>
          <w:sz w:val="24"/>
          <w:szCs w:val="24"/>
        </w:rPr>
      </w:pPr>
      <w:r w:rsidRPr="00A01EFF">
        <w:rPr>
          <w:sz w:val="24"/>
          <w:szCs w:val="24"/>
        </w:rPr>
        <w:t>4</w:t>
      </w:r>
      <w:r w:rsidR="00534408" w:rsidRPr="00A01EFF">
        <w:rPr>
          <w:sz w:val="24"/>
          <w:szCs w:val="24"/>
        </w:rPr>
        <w:t>.</w:t>
      </w:r>
      <w:r w:rsidRPr="00A01EFF">
        <w:rPr>
          <w:sz w:val="24"/>
          <w:szCs w:val="24"/>
        </w:rPr>
        <w:t xml:space="preserve"> </w:t>
      </w:r>
      <w:r w:rsidR="00534408" w:rsidRPr="00A01EFF">
        <w:rPr>
          <w:sz w:val="24"/>
          <w:szCs w:val="24"/>
        </w:rPr>
        <w:t>Руководителям общеобразовательных организаций:</w:t>
      </w:r>
    </w:p>
    <w:p w14:paraId="4ADE6CBA" w14:textId="77777777" w:rsidR="00966044" w:rsidRPr="00A01EFF" w:rsidRDefault="00F44A61" w:rsidP="00A01EFF">
      <w:pPr>
        <w:tabs>
          <w:tab w:val="num" w:pos="993"/>
          <w:tab w:val="num" w:pos="1134"/>
        </w:tabs>
        <w:ind w:firstLine="709"/>
        <w:jc w:val="both"/>
        <w:rPr>
          <w:sz w:val="24"/>
          <w:szCs w:val="24"/>
        </w:rPr>
      </w:pPr>
      <w:r w:rsidRPr="00A01EFF">
        <w:rPr>
          <w:sz w:val="24"/>
          <w:szCs w:val="24"/>
        </w:rPr>
        <w:t>4</w:t>
      </w:r>
      <w:r w:rsidR="00534408" w:rsidRPr="00A01EFF">
        <w:rPr>
          <w:sz w:val="24"/>
          <w:szCs w:val="24"/>
        </w:rPr>
        <w:t xml:space="preserve">.1. </w:t>
      </w:r>
      <w:r w:rsidR="00352BC8" w:rsidRPr="00A01EFF">
        <w:rPr>
          <w:sz w:val="24"/>
          <w:szCs w:val="24"/>
        </w:rPr>
        <w:t xml:space="preserve">Создать условия для обеспечения качественной подготовки и проведения школьного этапа Олимпиады в </w:t>
      </w:r>
      <w:r w:rsidR="00C40EA3" w:rsidRPr="00A01EFF">
        <w:rPr>
          <w:sz w:val="24"/>
          <w:szCs w:val="24"/>
        </w:rPr>
        <w:t>соответствии</w:t>
      </w:r>
      <w:r w:rsidR="00352BC8" w:rsidRPr="00A01EFF">
        <w:rPr>
          <w:sz w:val="24"/>
          <w:szCs w:val="24"/>
        </w:rPr>
        <w:t xml:space="preserve"> с</w:t>
      </w:r>
      <w:r w:rsidR="00534408" w:rsidRPr="00A01EFF">
        <w:rPr>
          <w:sz w:val="24"/>
          <w:szCs w:val="24"/>
        </w:rPr>
        <w:t xml:space="preserve"> Требованиями к организации и проведению школьного этапа всероссий</w:t>
      </w:r>
      <w:r w:rsidR="00B864A1" w:rsidRPr="00A01EFF">
        <w:rPr>
          <w:sz w:val="24"/>
          <w:szCs w:val="24"/>
        </w:rPr>
        <w:t>ской олимпиады школьников в 202</w:t>
      </w:r>
      <w:r w:rsidR="00963347" w:rsidRPr="00A01EFF">
        <w:rPr>
          <w:sz w:val="24"/>
          <w:szCs w:val="24"/>
        </w:rPr>
        <w:t>4</w:t>
      </w:r>
      <w:r w:rsidR="00B864A1" w:rsidRPr="00A01EFF">
        <w:rPr>
          <w:sz w:val="24"/>
          <w:szCs w:val="24"/>
        </w:rPr>
        <w:t>-202</w:t>
      </w:r>
      <w:r w:rsidR="00963347" w:rsidRPr="00A01EFF">
        <w:rPr>
          <w:sz w:val="24"/>
          <w:szCs w:val="24"/>
        </w:rPr>
        <w:t>5</w:t>
      </w:r>
      <w:r w:rsidR="00F51368" w:rsidRPr="00A01EFF">
        <w:rPr>
          <w:sz w:val="24"/>
          <w:szCs w:val="24"/>
        </w:rPr>
        <w:t xml:space="preserve"> учебном году и действующими на момент проведения санитарно-эпидемиологическими требованиями к условиям и организации обучения в образовательных организациях.</w:t>
      </w:r>
    </w:p>
    <w:p w14:paraId="51FE043F" w14:textId="77777777" w:rsidR="00C660DE" w:rsidRPr="00A01EFF" w:rsidRDefault="00F44A61" w:rsidP="00A01EFF">
      <w:pPr>
        <w:tabs>
          <w:tab w:val="num" w:pos="993"/>
          <w:tab w:val="num" w:pos="1134"/>
        </w:tabs>
        <w:ind w:firstLine="709"/>
        <w:jc w:val="both"/>
        <w:rPr>
          <w:sz w:val="24"/>
          <w:szCs w:val="24"/>
        </w:rPr>
      </w:pPr>
      <w:r w:rsidRPr="00A01EFF">
        <w:rPr>
          <w:sz w:val="24"/>
          <w:szCs w:val="24"/>
        </w:rPr>
        <w:t>4</w:t>
      </w:r>
      <w:r w:rsidR="00534408" w:rsidRPr="00A01EFF">
        <w:rPr>
          <w:sz w:val="24"/>
          <w:szCs w:val="24"/>
        </w:rPr>
        <w:t xml:space="preserve">.2. </w:t>
      </w:r>
      <w:r w:rsidR="00966044" w:rsidRPr="00A01EFF">
        <w:rPr>
          <w:sz w:val="24"/>
          <w:szCs w:val="24"/>
        </w:rPr>
        <w:t>В срок до 07.09.2024 организовать информирование обучающихся, родителей (законных представителей) о сроках, местах проведения школьного этапа Олимпиады, требованиях к проведению школьного этапа Олимпиады, а также о Порядке и утвержденных нормативных правовых актах, регламентирующих организацию и проведение школьного этапа Олимпиады по каждому общеобразовательному предмету, в том числе через публикацию на официальных сайтах в сети Интернет.</w:t>
      </w:r>
    </w:p>
    <w:p w14:paraId="18F5B536" w14:textId="77777777" w:rsidR="00C660DE" w:rsidRPr="00A01EFF" w:rsidRDefault="00DC49D8" w:rsidP="00A01EFF">
      <w:pPr>
        <w:tabs>
          <w:tab w:val="num" w:pos="993"/>
          <w:tab w:val="num" w:pos="1134"/>
        </w:tabs>
        <w:ind w:firstLine="709"/>
        <w:jc w:val="both"/>
        <w:rPr>
          <w:sz w:val="24"/>
          <w:szCs w:val="24"/>
        </w:rPr>
      </w:pPr>
      <w:r w:rsidRPr="00A01EFF">
        <w:rPr>
          <w:sz w:val="24"/>
          <w:szCs w:val="24"/>
        </w:rPr>
        <w:t xml:space="preserve">4.3. </w:t>
      </w:r>
      <w:r w:rsidR="00045CE3" w:rsidRPr="00A01EFF">
        <w:rPr>
          <w:sz w:val="24"/>
          <w:szCs w:val="24"/>
        </w:rPr>
        <w:t xml:space="preserve">В </w:t>
      </w:r>
      <w:r w:rsidR="00C660DE" w:rsidRPr="00A01EFF">
        <w:rPr>
          <w:sz w:val="24"/>
          <w:szCs w:val="24"/>
        </w:rPr>
        <w:t>срок до 10.09.2024 обеспечить подключение и доступ образовательной организации к федеральной информационной сист</w:t>
      </w:r>
      <w:r w:rsidR="00045CE3" w:rsidRPr="00A01EFF">
        <w:rPr>
          <w:sz w:val="24"/>
          <w:szCs w:val="24"/>
        </w:rPr>
        <w:t>еме оценки качества образования.</w:t>
      </w:r>
    </w:p>
    <w:p w14:paraId="2535A7AB" w14:textId="77777777" w:rsidR="00C660DE" w:rsidRPr="00A01EFF" w:rsidRDefault="000D6D73" w:rsidP="00A01EFF">
      <w:pPr>
        <w:tabs>
          <w:tab w:val="num" w:pos="993"/>
          <w:tab w:val="num" w:pos="1134"/>
        </w:tabs>
        <w:ind w:firstLine="709"/>
        <w:jc w:val="both"/>
        <w:rPr>
          <w:sz w:val="24"/>
          <w:szCs w:val="24"/>
        </w:rPr>
      </w:pPr>
      <w:r w:rsidRPr="00A01EFF">
        <w:rPr>
          <w:sz w:val="24"/>
          <w:szCs w:val="24"/>
        </w:rPr>
        <w:t>4.</w:t>
      </w:r>
      <w:r w:rsidR="00DC49D8" w:rsidRPr="00A01EFF">
        <w:rPr>
          <w:sz w:val="24"/>
          <w:szCs w:val="24"/>
        </w:rPr>
        <w:t>4</w:t>
      </w:r>
      <w:r w:rsidRPr="00A01EFF">
        <w:rPr>
          <w:sz w:val="24"/>
          <w:szCs w:val="24"/>
        </w:rPr>
        <w:t xml:space="preserve">. </w:t>
      </w:r>
      <w:r w:rsidRPr="00A01EFF">
        <w:rPr>
          <w:color w:val="000000"/>
          <w:sz w:val="24"/>
          <w:szCs w:val="24"/>
        </w:rPr>
        <w:t>О</w:t>
      </w:r>
      <w:r w:rsidRPr="00A01EFF">
        <w:rPr>
          <w:sz w:val="24"/>
          <w:szCs w:val="24"/>
        </w:rPr>
        <w:t xml:space="preserve">беспечить создание специальных условий для участников школьного этапа </w:t>
      </w:r>
      <w:proofErr w:type="spellStart"/>
      <w:r w:rsidRPr="00A01EFF">
        <w:rPr>
          <w:sz w:val="24"/>
          <w:szCs w:val="24"/>
        </w:rPr>
        <w:t>ВсОШ</w:t>
      </w:r>
      <w:proofErr w:type="spellEnd"/>
      <w:r w:rsidRPr="00A01EFF">
        <w:rPr>
          <w:sz w:val="24"/>
          <w:szCs w:val="24"/>
        </w:rPr>
        <w:t xml:space="preserve"> с ОВЗ и детей-инвалидов, учитывающих состояние их здоровья, особенности психофизического развития (в случае наличия таковых категорий участников).</w:t>
      </w:r>
    </w:p>
    <w:p w14:paraId="166E16CD" w14:textId="77777777" w:rsidR="00045CE3" w:rsidRPr="00A01EFF" w:rsidRDefault="00DC49D8" w:rsidP="00A01EFF">
      <w:pPr>
        <w:tabs>
          <w:tab w:val="num" w:pos="993"/>
          <w:tab w:val="num" w:pos="1134"/>
        </w:tabs>
        <w:ind w:firstLine="709"/>
        <w:jc w:val="both"/>
        <w:rPr>
          <w:sz w:val="24"/>
          <w:szCs w:val="24"/>
        </w:rPr>
      </w:pPr>
      <w:r w:rsidRPr="00A01EFF">
        <w:rPr>
          <w:sz w:val="24"/>
          <w:szCs w:val="24"/>
        </w:rPr>
        <w:t xml:space="preserve">4.5. </w:t>
      </w:r>
      <w:r w:rsidR="00045CE3" w:rsidRPr="00A01EFF">
        <w:rPr>
          <w:sz w:val="24"/>
          <w:szCs w:val="24"/>
        </w:rPr>
        <w:t>О</w:t>
      </w:r>
      <w:r w:rsidR="00C660DE" w:rsidRPr="00A01EFF">
        <w:rPr>
          <w:sz w:val="24"/>
          <w:szCs w:val="24"/>
        </w:rPr>
        <w:t>беспечить возможность участия в школьном этапе Олимпиады всех желающих школьников, обучающихся в образовательных организациях, реализующих программы начального общего, основного общего и среднего общего образования, расположенных на территории муниципального образования;</w:t>
      </w:r>
    </w:p>
    <w:p w14:paraId="186D7B7C" w14:textId="77777777" w:rsidR="00C660DE" w:rsidRPr="00A01EFF" w:rsidRDefault="00DC49D8" w:rsidP="00A01EFF">
      <w:pPr>
        <w:tabs>
          <w:tab w:val="num" w:pos="993"/>
          <w:tab w:val="num" w:pos="1134"/>
        </w:tabs>
        <w:ind w:firstLine="709"/>
        <w:jc w:val="both"/>
        <w:rPr>
          <w:sz w:val="24"/>
          <w:szCs w:val="24"/>
        </w:rPr>
      </w:pPr>
      <w:r w:rsidRPr="00A01EFF">
        <w:rPr>
          <w:sz w:val="24"/>
          <w:szCs w:val="24"/>
        </w:rPr>
        <w:t xml:space="preserve">4.6. </w:t>
      </w:r>
      <w:r w:rsidR="00045CE3" w:rsidRPr="00A01EFF">
        <w:rPr>
          <w:sz w:val="24"/>
          <w:szCs w:val="24"/>
        </w:rPr>
        <w:t>В</w:t>
      </w:r>
      <w:r w:rsidR="00C660DE" w:rsidRPr="00A01EFF">
        <w:rPr>
          <w:sz w:val="24"/>
          <w:szCs w:val="24"/>
        </w:rPr>
        <w:t xml:space="preserve"> срок не позднее 14.09.2024</w:t>
      </w:r>
      <w:r w:rsidR="00A13D55" w:rsidRPr="00A01EFF">
        <w:rPr>
          <w:sz w:val="24"/>
          <w:szCs w:val="24"/>
        </w:rPr>
        <w:t>г.</w:t>
      </w:r>
      <w:r w:rsidR="00C660DE" w:rsidRPr="00A01EFF">
        <w:rPr>
          <w:sz w:val="24"/>
          <w:szCs w:val="24"/>
        </w:rPr>
        <w:t xml:space="preserve"> обеспечить сбор и хранение заявлений от родителей (законных представителей) обучающихся, заявивших о своем участии в Олимпиаде, об ознакомлении с Порядком и о согласии на публикацию результатов по каждому общеобразовательному предмету на своем оф</w:t>
      </w:r>
      <w:r w:rsidR="00045CE3" w:rsidRPr="00A01EFF">
        <w:rPr>
          <w:sz w:val="24"/>
          <w:szCs w:val="24"/>
        </w:rPr>
        <w:t>ициальном сайте в сети Интернет.</w:t>
      </w:r>
    </w:p>
    <w:p w14:paraId="3B2702B0" w14:textId="77777777" w:rsidR="00534408" w:rsidRPr="00A01EFF" w:rsidRDefault="000D6D73" w:rsidP="00A01EFF">
      <w:pPr>
        <w:tabs>
          <w:tab w:val="num" w:pos="993"/>
          <w:tab w:val="num" w:pos="1134"/>
        </w:tabs>
        <w:ind w:firstLine="709"/>
        <w:jc w:val="both"/>
        <w:rPr>
          <w:sz w:val="24"/>
          <w:szCs w:val="24"/>
        </w:rPr>
      </w:pPr>
      <w:r w:rsidRPr="00A01EFF">
        <w:rPr>
          <w:sz w:val="24"/>
          <w:szCs w:val="24"/>
        </w:rPr>
        <w:t>4</w:t>
      </w:r>
      <w:r w:rsidR="00534408" w:rsidRPr="00A01EFF">
        <w:rPr>
          <w:sz w:val="24"/>
          <w:szCs w:val="24"/>
        </w:rPr>
        <w:t>.</w:t>
      </w:r>
      <w:r w:rsidR="00DC49D8" w:rsidRPr="00A01EFF">
        <w:rPr>
          <w:sz w:val="24"/>
          <w:szCs w:val="24"/>
        </w:rPr>
        <w:t>7</w:t>
      </w:r>
      <w:r w:rsidR="00534408" w:rsidRPr="00A01EFF">
        <w:rPr>
          <w:sz w:val="24"/>
          <w:szCs w:val="24"/>
        </w:rPr>
        <w:t>. Опубликовать на официальном сайте общеобразовательной организации в сети «Интернет» протоколы жюри школьного этапа олимпиады по каждому общеобразовательному предмету, рейтинг победителей и рейтинг призеров школьного этапа.</w:t>
      </w:r>
    </w:p>
    <w:p w14:paraId="629EEE15" w14:textId="77777777" w:rsidR="00534408" w:rsidRPr="00A01EFF" w:rsidRDefault="00F44A61" w:rsidP="00A01EFF">
      <w:pPr>
        <w:tabs>
          <w:tab w:val="num" w:pos="993"/>
          <w:tab w:val="num" w:pos="1134"/>
        </w:tabs>
        <w:ind w:firstLine="709"/>
        <w:jc w:val="both"/>
        <w:rPr>
          <w:sz w:val="24"/>
          <w:szCs w:val="24"/>
        </w:rPr>
      </w:pPr>
      <w:r w:rsidRPr="00A01EFF">
        <w:rPr>
          <w:sz w:val="24"/>
          <w:szCs w:val="24"/>
        </w:rPr>
        <w:t>4</w:t>
      </w:r>
      <w:r w:rsidR="00534408" w:rsidRPr="00A01EFF">
        <w:rPr>
          <w:sz w:val="24"/>
          <w:szCs w:val="24"/>
        </w:rPr>
        <w:t>.</w:t>
      </w:r>
      <w:r w:rsidR="00DC49D8" w:rsidRPr="00A01EFF">
        <w:rPr>
          <w:sz w:val="24"/>
          <w:szCs w:val="24"/>
        </w:rPr>
        <w:t>8</w:t>
      </w:r>
      <w:r w:rsidR="00534408" w:rsidRPr="00A01EFF">
        <w:rPr>
          <w:sz w:val="24"/>
          <w:szCs w:val="24"/>
        </w:rPr>
        <w:t>. Пред</w:t>
      </w:r>
      <w:r w:rsidR="002473F4" w:rsidRPr="00A01EFF">
        <w:rPr>
          <w:sz w:val="24"/>
          <w:szCs w:val="24"/>
        </w:rPr>
        <w:t>о</w:t>
      </w:r>
      <w:r w:rsidR="00534408" w:rsidRPr="00A01EFF">
        <w:rPr>
          <w:sz w:val="24"/>
          <w:szCs w:val="24"/>
        </w:rPr>
        <w:t>ставить на электронный адре</w:t>
      </w:r>
      <w:r w:rsidR="005F2B1E" w:rsidRPr="00A01EFF">
        <w:rPr>
          <w:sz w:val="24"/>
          <w:szCs w:val="24"/>
        </w:rPr>
        <w:t xml:space="preserve">с </w:t>
      </w:r>
      <w:hyperlink r:id="rId8" w:history="1">
        <w:r w:rsidR="005F2B1E" w:rsidRPr="00A01EFF">
          <w:rPr>
            <w:rStyle w:val="a8"/>
            <w:sz w:val="24"/>
            <w:szCs w:val="24"/>
            <w:lang w:val="en-US"/>
          </w:rPr>
          <w:t>moucdt</w:t>
        </w:r>
        <w:r w:rsidR="005F2B1E" w:rsidRPr="00A01EFF">
          <w:rPr>
            <w:rStyle w:val="a8"/>
            <w:sz w:val="24"/>
            <w:szCs w:val="24"/>
          </w:rPr>
          <w:t>@</w:t>
        </w:r>
        <w:r w:rsidR="005F2B1E" w:rsidRPr="00A01EFF">
          <w:rPr>
            <w:rStyle w:val="a8"/>
            <w:sz w:val="24"/>
            <w:szCs w:val="24"/>
            <w:lang w:val="en-US"/>
          </w:rPr>
          <w:t>yandex</w:t>
        </w:r>
        <w:r w:rsidR="005F2B1E" w:rsidRPr="00A01EFF">
          <w:rPr>
            <w:rStyle w:val="a8"/>
            <w:sz w:val="24"/>
            <w:szCs w:val="24"/>
          </w:rPr>
          <w:t>.</w:t>
        </w:r>
        <w:r w:rsidR="005F2B1E" w:rsidRPr="00A01EFF">
          <w:rPr>
            <w:rStyle w:val="a8"/>
            <w:sz w:val="24"/>
            <w:szCs w:val="24"/>
            <w:lang w:val="en-US"/>
          </w:rPr>
          <w:t>ru</w:t>
        </w:r>
      </w:hyperlink>
      <w:r w:rsidR="002473F4" w:rsidRPr="00A01EFF">
        <w:rPr>
          <w:rStyle w:val="a8"/>
          <w:color w:val="auto"/>
          <w:sz w:val="24"/>
          <w:szCs w:val="24"/>
          <w:u w:val="none"/>
        </w:rPr>
        <w:t xml:space="preserve"> следующие информационные материалы, согласно </w:t>
      </w:r>
      <w:r w:rsidR="00B64FD6" w:rsidRPr="00A01EFF">
        <w:rPr>
          <w:rStyle w:val="a8"/>
          <w:color w:val="auto"/>
          <w:sz w:val="24"/>
          <w:szCs w:val="24"/>
          <w:u w:val="none"/>
        </w:rPr>
        <w:t>срокам</w:t>
      </w:r>
      <w:r w:rsidR="002473F4" w:rsidRPr="00A01EFF">
        <w:rPr>
          <w:rStyle w:val="a8"/>
          <w:color w:val="auto"/>
          <w:sz w:val="24"/>
          <w:szCs w:val="24"/>
          <w:u w:val="none"/>
        </w:rPr>
        <w:t xml:space="preserve"> предоставления результатов</w:t>
      </w:r>
      <w:r w:rsidR="002473F4" w:rsidRPr="00A01EFF">
        <w:rPr>
          <w:sz w:val="24"/>
          <w:szCs w:val="24"/>
        </w:rPr>
        <w:t xml:space="preserve"> ШЭ </w:t>
      </w:r>
      <w:proofErr w:type="spellStart"/>
      <w:r w:rsidR="002473F4" w:rsidRPr="00A01EFF">
        <w:rPr>
          <w:sz w:val="24"/>
          <w:szCs w:val="24"/>
        </w:rPr>
        <w:t>ВсОШ</w:t>
      </w:r>
      <w:proofErr w:type="spellEnd"/>
      <w:r w:rsidR="00534408" w:rsidRPr="00A01EFF">
        <w:rPr>
          <w:sz w:val="24"/>
          <w:szCs w:val="24"/>
        </w:rPr>
        <w:t>:</w:t>
      </w:r>
    </w:p>
    <w:p w14:paraId="062074CC" w14:textId="7891F7DE" w:rsidR="00534408" w:rsidRPr="00A01EFF" w:rsidRDefault="003206F9" w:rsidP="00A01EFF">
      <w:pPr>
        <w:tabs>
          <w:tab w:val="num" w:pos="993"/>
          <w:tab w:val="num" w:pos="1134"/>
        </w:tabs>
        <w:ind w:firstLine="709"/>
        <w:jc w:val="both"/>
        <w:rPr>
          <w:sz w:val="24"/>
          <w:szCs w:val="24"/>
        </w:rPr>
      </w:pPr>
      <w:r w:rsidRPr="00A01EFF">
        <w:rPr>
          <w:sz w:val="24"/>
          <w:szCs w:val="24"/>
        </w:rPr>
        <w:t>- количественные данные (п</w:t>
      </w:r>
      <w:r w:rsidR="00534408" w:rsidRPr="00A01EFF">
        <w:rPr>
          <w:sz w:val="24"/>
          <w:szCs w:val="24"/>
        </w:rPr>
        <w:t>риложение №</w:t>
      </w:r>
      <w:r w:rsidR="00F96059" w:rsidRPr="00A01EFF">
        <w:rPr>
          <w:sz w:val="24"/>
          <w:szCs w:val="24"/>
        </w:rPr>
        <w:t>7</w:t>
      </w:r>
      <w:r w:rsidR="00534408" w:rsidRPr="00A01EFF">
        <w:rPr>
          <w:sz w:val="24"/>
          <w:szCs w:val="24"/>
        </w:rPr>
        <w:t>);</w:t>
      </w:r>
    </w:p>
    <w:p w14:paraId="262D6F6E" w14:textId="12DEEA80" w:rsidR="00073D2B" w:rsidRPr="00A01EFF" w:rsidRDefault="00073D2B" w:rsidP="00A01EFF">
      <w:pPr>
        <w:tabs>
          <w:tab w:val="num" w:pos="993"/>
          <w:tab w:val="num" w:pos="1134"/>
        </w:tabs>
        <w:ind w:firstLine="709"/>
        <w:jc w:val="both"/>
        <w:rPr>
          <w:sz w:val="24"/>
          <w:szCs w:val="24"/>
        </w:rPr>
      </w:pPr>
      <w:r w:rsidRPr="00A01EFF">
        <w:rPr>
          <w:sz w:val="24"/>
          <w:szCs w:val="24"/>
        </w:rPr>
        <w:t xml:space="preserve">- протоколы заседания жюри по каждому предмету </w:t>
      </w:r>
      <w:r w:rsidR="003206F9" w:rsidRPr="00A01EFF">
        <w:rPr>
          <w:sz w:val="24"/>
          <w:szCs w:val="24"/>
        </w:rPr>
        <w:t>(п</w:t>
      </w:r>
      <w:r w:rsidRPr="00A01EFF">
        <w:rPr>
          <w:sz w:val="24"/>
          <w:szCs w:val="24"/>
        </w:rPr>
        <w:t>риложение №</w:t>
      </w:r>
      <w:r w:rsidR="00F96059" w:rsidRPr="00A01EFF">
        <w:rPr>
          <w:sz w:val="24"/>
          <w:szCs w:val="24"/>
        </w:rPr>
        <w:t>8</w:t>
      </w:r>
      <w:r w:rsidRPr="00A01EFF">
        <w:rPr>
          <w:sz w:val="24"/>
          <w:szCs w:val="24"/>
        </w:rPr>
        <w:t>).</w:t>
      </w:r>
    </w:p>
    <w:p w14:paraId="3818A714" w14:textId="0CD6E4E1" w:rsidR="00534408" w:rsidRPr="00A01EFF" w:rsidRDefault="00534408" w:rsidP="00A01EFF">
      <w:pPr>
        <w:tabs>
          <w:tab w:val="num" w:pos="993"/>
          <w:tab w:val="num" w:pos="1134"/>
        </w:tabs>
        <w:ind w:firstLine="709"/>
        <w:jc w:val="both"/>
        <w:rPr>
          <w:sz w:val="24"/>
          <w:szCs w:val="24"/>
        </w:rPr>
      </w:pPr>
      <w:r w:rsidRPr="00A01EFF">
        <w:rPr>
          <w:sz w:val="24"/>
          <w:szCs w:val="24"/>
        </w:rPr>
        <w:t xml:space="preserve">- результаты школьного </w:t>
      </w:r>
      <w:r w:rsidR="003206F9" w:rsidRPr="00A01EFF">
        <w:rPr>
          <w:sz w:val="24"/>
          <w:szCs w:val="24"/>
        </w:rPr>
        <w:t>этапа олимпиады (п</w:t>
      </w:r>
      <w:r w:rsidR="00073D2B" w:rsidRPr="00A01EFF">
        <w:rPr>
          <w:sz w:val="24"/>
          <w:szCs w:val="24"/>
        </w:rPr>
        <w:t>риложение №</w:t>
      </w:r>
      <w:r w:rsidR="00F96059" w:rsidRPr="00A01EFF">
        <w:rPr>
          <w:sz w:val="24"/>
          <w:szCs w:val="24"/>
        </w:rPr>
        <w:t>9</w:t>
      </w:r>
      <w:r w:rsidRPr="00A01EFF">
        <w:rPr>
          <w:sz w:val="24"/>
          <w:szCs w:val="24"/>
        </w:rPr>
        <w:t>);</w:t>
      </w:r>
    </w:p>
    <w:p w14:paraId="24CE751F" w14:textId="77777777" w:rsidR="00534408" w:rsidRPr="00A01EFF" w:rsidRDefault="00F44A61" w:rsidP="00A01EFF">
      <w:pPr>
        <w:tabs>
          <w:tab w:val="num" w:pos="993"/>
          <w:tab w:val="num" w:pos="1134"/>
        </w:tabs>
        <w:ind w:firstLine="709"/>
        <w:jc w:val="both"/>
        <w:rPr>
          <w:sz w:val="24"/>
          <w:szCs w:val="24"/>
        </w:rPr>
      </w:pPr>
      <w:r w:rsidRPr="00A01EFF">
        <w:rPr>
          <w:sz w:val="24"/>
          <w:szCs w:val="24"/>
        </w:rPr>
        <w:lastRenderedPageBreak/>
        <w:t>4</w:t>
      </w:r>
      <w:r w:rsidR="00534408" w:rsidRPr="00A01EFF">
        <w:rPr>
          <w:sz w:val="24"/>
          <w:szCs w:val="24"/>
        </w:rPr>
        <w:t>.</w:t>
      </w:r>
      <w:r w:rsidR="00DC49D8" w:rsidRPr="00A01EFF">
        <w:rPr>
          <w:sz w:val="24"/>
          <w:szCs w:val="24"/>
        </w:rPr>
        <w:t>9</w:t>
      </w:r>
      <w:r w:rsidR="00534408" w:rsidRPr="00A01EFF">
        <w:rPr>
          <w:sz w:val="24"/>
          <w:szCs w:val="24"/>
        </w:rPr>
        <w:t xml:space="preserve">. Организовать награждение победителей и призеров </w:t>
      </w:r>
      <w:r w:rsidR="003206F9" w:rsidRPr="00A01EFF">
        <w:rPr>
          <w:sz w:val="24"/>
          <w:szCs w:val="24"/>
        </w:rPr>
        <w:t>ШЭ ВсОШ</w:t>
      </w:r>
      <w:r w:rsidR="00534408" w:rsidRPr="00A01EFF">
        <w:rPr>
          <w:sz w:val="24"/>
          <w:szCs w:val="24"/>
        </w:rPr>
        <w:t xml:space="preserve"> поощрительными грамотами в торжественной обстановке (по окончании школьного этапа).</w:t>
      </w:r>
    </w:p>
    <w:p w14:paraId="1F6FEB59" w14:textId="77777777" w:rsidR="00534408" w:rsidRPr="00A01EFF" w:rsidRDefault="00F44A61" w:rsidP="00A01EFF">
      <w:pPr>
        <w:pStyle w:val="af3"/>
        <w:tabs>
          <w:tab w:val="num" w:pos="993"/>
          <w:tab w:val="num" w:pos="1134"/>
        </w:tabs>
        <w:ind w:left="0" w:firstLine="709"/>
        <w:jc w:val="both"/>
      </w:pPr>
      <w:r w:rsidRPr="00A01EFF">
        <w:t>5</w:t>
      </w:r>
      <w:r w:rsidR="00534408" w:rsidRPr="00A01EFF">
        <w:t xml:space="preserve">. Контроль исполнения приказа </w:t>
      </w:r>
      <w:r w:rsidR="00816E51" w:rsidRPr="00A01EFF">
        <w:t xml:space="preserve">возложить на </w:t>
      </w:r>
      <w:r w:rsidR="00B141DC" w:rsidRPr="00A01EFF">
        <w:t xml:space="preserve">заместителя заведующего Отделом образования Администрации Веселовского района Дмитриеву </w:t>
      </w:r>
      <w:proofErr w:type="gramStart"/>
      <w:r w:rsidR="00B141DC" w:rsidRPr="00A01EFF">
        <w:t>О.В.</w:t>
      </w:r>
      <w:proofErr w:type="gramEnd"/>
    </w:p>
    <w:p w14:paraId="780D3F92" w14:textId="77777777" w:rsidR="00B141DC" w:rsidRPr="00A01EFF" w:rsidRDefault="00B141DC" w:rsidP="00A01EFF">
      <w:pPr>
        <w:pStyle w:val="af3"/>
        <w:ind w:left="0"/>
        <w:jc w:val="both"/>
      </w:pPr>
    </w:p>
    <w:p w14:paraId="2F4CC3F1" w14:textId="77777777" w:rsidR="00B141DC" w:rsidRPr="00A01EFF" w:rsidRDefault="00B141DC" w:rsidP="00A01EFF">
      <w:pPr>
        <w:pStyle w:val="af3"/>
        <w:ind w:left="0"/>
        <w:jc w:val="both"/>
      </w:pPr>
    </w:p>
    <w:p w14:paraId="2F05D0CA" w14:textId="77777777" w:rsidR="00F31720" w:rsidRPr="00E81E94" w:rsidRDefault="00F31720" w:rsidP="00E81E94">
      <w:pPr>
        <w:jc w:val="both"/>
        <w:rPr>
          <w:sz w:val="24"/>
          <w:szCs w:val="24"/>
        </w:rPr>
      </w:pPr>
      <w:r w:rsidRPr="00E81E94">
        <w:rPr>
          <w:sz w:val="24"/>
          <w:szCs w:val="24"/>
        </w:rPr>
        <w:t>Заведующий Отделом образования</w:t>
      </w:r>
    </w:p>
    <w:p w14:paraId="0D279FDD" w14:textId="776F60FA" w:rsidR="00F31720" w:rsidRPr="00E81E94" w:rsidRDefault="00F31720" w:rsidP="00E81E94">
      <w:pPr>
        <w:jc w:val="both"/>
        <w:rPr>
          <w:sz w:val="24"/>
          <w:szCs w:val="24"/>
        </w:rPr>
      </w:pPr>
      <w:r w:rsidRPr="00E81E94">
        <w:rPr>
          <w:sz w:val="24"/>
          <w:szCs w:val="24"/>
        </w:rPr>
        <w:t>Администрации Веселовского района</w:t>
      </w:r>
      <w:r w:rsidR="00E81E94" w:rsidRPr="00E81E94">
        <w:rPr>
          <w:sz w:val="24"/>
          <w:szCs w:val="24"/>
        </w:rPr>
        <w:t xml:space="preserve">     </w:t>
      </w:r>
      <w:r w:rsidR="00E81E94">
        <w:rPr>
          <w:sz w:val="24"/>
          <w:szCs w:val="24"/>
        </w:rPr>
        <w:t xml:space="preserve">                                                         </w:t>
      </w:r>
      <w:r w:rsidR="00E81E94" w:rsidRPr="00E81E94">
        <w:rPr>
          <w:sz w:val="24"/>
          <w:szCs w:val="24"/>
        </w:rPr>
        <w:t xml:space="preserve">     </w:t>
      </w:r>
      <w:r w:rsidR="008F60B4" w:rsidRPr="00E81E94">
        <w:rPr>
          <w:sz w:val="24"/>
          <w:szCs w:val="24"/>
        </w:rPr>
        <w:t>Т.В. Олексюк</w:t>
      </w:r>
    </w:p>
    <w:p w14:paraId="442CA9E4" w14:textId="6A11BB28" w:rsidR="00A01EFF" w:rsidRDefault="00A01EFF">
      <w:pPr>
        <w:rPr>
          <w:sz w:val="24"/>
          <w:szCs w:val="24"/>
        </w:rPr>
      </w:pPr>
      <w:r>
        <w:br w:type="page"/>
      </w:r>
    </w:p>
    <w:p w14:paraId="007E6A0C" w14:textId="06E85A79" w:rsidR="00515E37" w:rsidRPr="00FE4247" w:rsidRDefault="00515E37" w:rsidP="00D86B97">
      <w:pPr>
        <w:pStyle w:val="af2"/>
        <w:rPr>
          <w:color w:val="auto"/>
        </w:rPr>
      </w:pPr>
      <w:r w:rsidRPr="00FE4247">
        <w:rPr>
          <w:color w:val="auto"/>
        </w:rPr>
        <w:lastRenderedPageBreak/>
        <w:t>Приложение №1</w:t>
      </w:r>
    </w:p>
    <w:p w14:paraId="0CB6F626" w14:textId="77777777" w:rsidR="00515E37" w:rsidRPr="00FE4247" w:rsidRDefault="00AE5B95" w:rsidP="00D86B97">
      <w:pPr>
        <w:pStyle w:val="af2"/>
        <w:rPr>
          <w:color w:val="auto"/>
        </w:rPr>
      </w:pPr>
      <w:r w:rsidRPr="00FE4247">
        <w:rPr>
          <w:color w:val="auto"/>
        </w:rPr>
        <w:t>к приказу</w:t>
      </w:r>
      <w:r w:rsidR="00515E37" w:rsidRPr="00FE4247">
        <w:rPr>
          <w:color w:val="auto"/>
        </w:rPr>
        <w:t xml:space="preserve"> Отдела образования</w:t>
      </w:r>
    </w:p>
    <w:p w14:paraId="620DD497" w14:textId="1AE38CFB" w:rsidR="00515E37" w:rsidRPr="00FE4247" w:rsidRDefault="00515E37" w:rsidP="00D86B97">
      <w:pPr>
        <w:pStyle w:val="af2"/>
        <w:rPr>
          <w:color w:val="auto"/>
        </w:rPr>
      </w:pPr>
      <w:r w:rsidRPr="00FE4247">
        <w:rPr>
          <w:color w:val="auto"/>
        </w:rPr>
        <w:t xml:space="preserve">от </w:t>
      </w:r>
      <w:r w:rsidR="00730683">
        <w:rPr>
          <w:color w:val="auto"/>
        </w:rPr>
        <w:t>30</w:t>
      </w:r>
      <w:r w:rsidR="00B864A1">
        <w:rPr>
          <w:color w:val="auto"/>
        </w:rPr>
        <w:t>.0</w:t>
      </w:r>
      <w:r w:rsidR="00B91009">
        <w:rPr>
          <w:color w:val="auto"/>
        </w:rPr>
        <w:t>8</w:t>
      </w:r>
      <w:r w:rsidR="00B864A1">
        <w:rPr>
          <w:color w:val="auto"/>
        </w:rPr>
        <w:t>.202</w:t>
      </w:r>
      <w:r w:rsidR="00730683">
        <w:rPr>
          <w:color w:val="auto"/>
        </w:rPr>
        <w:t>4</w:t>
      </w:r>
      <w:r w:rsidRPr="00FE4247">
        <w:rPr>
          <w:color w:val="auto"/>
        </w:rPr>
        <w:t>г. №</w:t>
      </w:r>
      <w:r w:rsidR="00E81E94">
        <w:rPr>
          <w:color w:val="auto"/>
        </w:rPr>
        <w:t xml:space="preserve"> </w:t>
      </w:r>
      <w:r w:rsidR="00730683">
        <w:rPr>
          <w:color w:val="auto"/>
        </w:rPr>
        <w:t>438</w:t>
      </w:r>
    </w:p>
    <w:p w14:paraId="47A18075" w14:textId="77777777" w:rsidR="00515E37" w:rsidRPr="00E81E94" w:rsidRDefault="00515E37" w:rsidP="00E81E94">
      <w:pPr>
        <w:jc w:val="center"/>
        <w:rPr>
          <w:sz w:val="24"/>
          <w:szCs w:val="24"/>
          <w:highlight w:val="yellow"/>
        </w:rPr>
      </w:pPr>
    </w:p>
    <w:p w14:paraId="19C9D156" w14:textId="77777777" w:rsidR="008F60B4" w:rsidRPr="00E81E94" w:rsidRDefault="008F60B4" w:rsidP="00E81E94">
      <w:pPr>
        <w:jc w:val="center"/>
        <w:rPr>
          <w:b/>
          <w:sz w:val="24"/>
          <w:szCs w:val="24"/>
        </w:rPr>
      </w:pPr>
      <w:r w:rsidRPr="00E81E94">
        <w:rPr>
          <w:b/>
          <w:sz w:val="24"/>
          <w:szCs w:val="24"/>
        </w:rPr>
        <w:t xml:space="preserve">График проведения </w:t>
      </w:r>
    </w:p>
    <w:p w14:paraId="6E7098FF" w14:textId="77777777" w:rsidR="005F2B1E" w:rsidRPr="00E81E94" w:rsidRDefault="008F60B4" w:rsidP="00E81E94">
      <w:pPr>
        <w:jc w:val="center"/>
        <w:rPr>
          <w:b/>
          <w:sz w:val="24"/>
          <w:szCs w:val="24"/>
        </w:rPr>
      </w:pPr>
      <w:r w:rsidRPr="00E81E94">
        <w:rPr>
          <w:b/>
          <w:sz w:val="24"/>
          <w:szCs w:val="24"/>
        </w:rPr>
        <w:t>школьного этапа всероссийской олимпиады школьников</w:t>
      </w:r>
      <w:r w:rsidR="00B864A1" w:rsidRPr="00E81E94">
        <w:rPr>
          <w:b/>
          <w:sz w:val="24"/>
          <w:szCs w:val="24"/>
        </w:rPr>
        <w:t xml:space="preserve"> </w:t>
      </w:r>
    </w:p>
    <w:p w14:paraId="70AA56C9" w14:textId="77777777" w:rsidR="008F60B4" w:rsidRPr="00E81E94" w:rsidRDefault="00B864A1" w:rsidP="00E81E94">
      <w:pPr>
        <w:jc w:val="center"/>
        <w:rPr>
          <w:b/>
          <w:sz w:val="24"/>
          <w:szCs w:val="24"/>
        </w:rPr>
      </w:pPr>
      <w:r w:rsidRPr="00E81E94">
        <w:rPr>
          <w:b/>
          <w:sz w:val="24"/>
          <w:szCs w:val="24"/>
        </w:rPr>
        <w:t>202</w:t>
      </w:r>
      <w:r w:rsidR="00730683" w:rsidRPr="00E81E94">
        <w:rPr>
          <w:b/>
          <w:sz w:val="24"/>
          <w:szCs w:val="24"/>
        </w:rPr>
        <w:t>4</w:t>
      </w:r>
      <w:r w:rsidRPr="00E81E94">
        <w:rPr>
          <w:b/>
          <w:sz w:val="24"/>
          <w:szCs w:val="24"/>
        </w:rPr>
        <w:t>-202</w:t>
      </w:r>
      <w:r w:rsidR="00730683" w:rsidRPr="00E81E94">
        <w:rPr>
          <w:b/>
          <w:sz w:val="24"/>
          <w:szCs w:val="24"/>
        </w:rPr>
        <w:t>5</w:t>
      </w:r>
      <w:r w:rsidR="008F60B4" w:rsidRPr="00E81E94">
        <w:rPr>
          <w:b/>
          <w:sz w:val="24"/>
          <w:szCs w:val="24"/>
        </w:rPr>
        <w:t xml:space="preserve"> учебного года</w:t>
      </w:r>
    </w:p>
    <w:p w14:paraId="51D04971" w14:textId="77777777" w:rsidR="008F60B4" w:rsidRPr="00E81E94" w:rsidRDefault="008F60B4" w:rsidP="00E81E94">
      <w:pPr>
        <w:jc w:val="center"/>
        <w:rPr>
          <w:b/>
          <w:sz w:val="16"/>
          <w:szCs w:val="16"/>
        </w:rPr>
      </w:pPr>
    </w:p>
    <w:tbl>
      <w:tblPr>
        <w:tblStyle w:val="ac"/>
        <w:tblW w:w="9918" w:type="dxa"/>
        <w:jc w:val="center"/>
        <w:tblLook w:val="04A0" w:firstRow="1" w:lastRow="0" w:firstColumn="1" w:lastColumn="0" w:noHBand="0" w:noVBand="1"/>
      </w:tblPr>
      <w:tblGrid>
        <w:gridCol w:w="2692"/>
        <w:gridCol w:w="2126"/>
        <w:gridCol w:w="1560"/>
        <w:gridCol w:w="1582"/>
        <w:gridCol w:w="1958"/>
      </w:tblGrid>
      <w:tr w:rsidR="00747E2B" w:rsidRPr="00E81E94" w14:paraId="2A878CF2" w14:textId="77777777" w:rsidTr="00E81E94">
        <w:trPr>
          <w:jc w:val="center"/>
        </w:trPr>
        <w:tc>
          <w:tcPr>
            <w:tcW w:w="2692" w:type="dxa"/>
          </w:tcPr>
          <w:p w14:paraId="3E9E4799" w14:textId="77777777" w:rsidR="00747E2B" w:rsidRPr="00E81E94" w:rsidRDefault="00747E2B" w:rsidP="00E81E94">
            <w:pPr>
              <w:jc w:val="center"/>
              <w:rPr>
                <w:b/>
                <w:sz w:val="24"/>
                <w:szCs w:val="24"/>
              </w:rPr>
            </w:pPr>
            <w:r w:rsidRPr="00E81E94">
              <w:rPr>
                <w:b/>
                <w:sz w:val="24"/>
                <w:szCs w:val="24"/>
              </w:rPr>
              <w:t>Предмет</w:t>
            </w:r>
          </w:p>
        </w:tc>
        <w:tc>
          <w:tcPr>
            <w:tcW w:w="2126" w:type="dxa"/>
            <w:shd w:val="clear" w:color="auto" w:fill="auto"/>
          </w:tcPr>
          <w:p w14:paraId="592D805D" w14:textId="77777777" w:rsidR="00747E2B" w:rsidRPr="00E81E94" w:rsidRDefault="00747E2B" w:rsidP="00E81E94">
            <w:pPr>
              <w:jc w:val="center"/>
              <w:rPr>
                <w:b/>
                <w:sz w:val="24"/>
                <w:szCs w:val="24"/>
              </w:rPr>
            </w:pPr>
            <w:r w:rsidRPr="00E81E94">
              <w:rPr>
                <w:b/>
                <w:sz w:val="24"/>
                <w:szCs w:val="24"/>
              </w:rPr>
              <w:t>Дата проведения</w:t>
            </w:r>
          </w:p>
        </w:tc>
        <w:tc>
          <w:tcPr>
            <w:tcW w:w="1560" w:type="dxa"/>
          </w:tcPr>
          <w:p w14:paraId="41A24A13" w14:textId="77777777" w:rsidR="00747E2B" w:rsidRPr="00E81E94" w:rsidRDefault="00747E2B" w:rsidP="00E81E94">
            <w:pPr>
              <w:jc w:val="center"/>
              <w:rPr>
                <w:b/>
                <w:sz w:val="24"/>
                <w:szCs w:val="24"/>
              </w:rPr>
            </w:pPr>
            <w:r w:rsidRPr="00E81E94">
              <w:rPr>
                <w:b/>
                <w:sz w:val="24"/>
                <w:szCs w:val="24"/>
              </w:rPr>
              <w:t>Классы</w:t>
            </w:r>
          </w:p>
        </w:tc>
        <w:tc>
          <w:tcPr>
            <w:tcW w:w="1582" w:type="dxa"/>
          </w:tcPr>
          <w:p w14:paraId="0A009006" w14:textId="77777777" w:rsidR="00747E2B" w:rsidRPr="00E81E94" w:rsidRDefault="00747E2B" w:rsidP="00E81E94">
            <w:pPr>
              <w:jc w:val="center"/>
              <w:rPr>
                <w:b/>
                <w:sz w:val="24"/>
                <w:szCs w:val="24"/>
              </w:rPr>
            </w:pPr>
            <w:r w:rsidRPr="00E81E94">
              <w:rPr>
                <w:b/>
                <w:sz w:val="24"/>
                <w:szCs w:val="24"/>
              </w:rPr>
              <w:t>Время проведения</w:t>
            </w:r>
          </w:p>
        </w:tc>
        <w:tc>
          <w:tcPr>
            <w:tcW w:w="1958" w:type="dxa"/>
          </w:tcPr>
          <w:p w14:paraId="52A1F6D8" w14:textId="77777777" w:rsidR="00747E2B" w:rsidRPr="00E81E94" w:rsidRDefault="00747E2B" w:rsidP="00E81E94">
            <w:pPr>
              <w:jc w:val="center"/>
              <w:rPr>
                <w:b/>
                <w:sz w:val="24"/>
                <w:szCs w:val="24"/>
              </w:rPr>
            </w:pPr>
            <w:r w:rsidRPr="00E81E94">
              <w:rPr>
                <w:b/>
                <w:sz w:val="24"/>
                <w:szCs w:val="24"/>
              </w:rPr>
              <w:t>Сроки предоставления результатов</w:t>
            </w:r>
          </w:p>
        </w:tc>
      </w:tr>
      <w:tr w:rsidR="00747E2B" w:rsidRPr="00E81E94" w14:paraId="6F1A12A7" w14:textId="77777777" w:rsidTr="00E81E94">
        <w:trPr>
          <w:jc w:val="center"/>
        </w:trPr>
        <w:tc>
          <w:tcPr>
            <w:tcW w:w="2692" w:type="dxa"/>
          </w:tcPr>
          <w:p w14:paraId="2D36D68A" w14:textId="77777777" w:rsidR="00747E2B" w:rsidRPr="00E81E94" w:rsidRDefault="00397A66" w:rsidP="00E81E94">
            <w:pPr>
              <w:jc w:val="center"/>
              <w:rPr>
                <w:sz w:val="24"/>
                <w:szCs w:val="24"/>
              </w:rPr>
            </w:pPr>
            <w:r w:rsidRPr="00E81E94">
              <w:rPr>
                <w:sz w:val="24"/>
                <w:szCs w:val="24"/>
              </w:rPr>
              <w:t>Физическая культура</w:t>
            </w:r>
          </w:p>
        </w:tc>
        <w:tc>
          <w:tcPr>
            <w:tcW w:w="2126" w:type="dxa"/>
            <w:shd w:val="clear" w:color="auto" w:fill="auto"/>
          </w:tcPr>
          <w:p w14:paraId="2BD12F92" w14:textId="77777777" w:rsidR="00747E2B" w:rsidRPr="00E81E94" w:rsidRDefault="00747E2B" w:rsidP="00E81E94">
            <w:pPr>
              <w:jc w:val="center"/>
              <w:rPr>
                <w:sz w:val="24"/>
                <w:szCs w:val="24"/>
              </w:rPr>
            </w:pPr>
            <w:r w:rsidRPr="00E81E94">
              <w:rPr>
                <w:sz w:val="24"/>
                <w:szCs w:val="24"/>
              </w:rPr>
              <w:t>18.09.2024</w:t>
            </w:r>
          </w:p>
        </w:tc>
        <w:tc>
          <w:tcPr>
            <w:tcW w:w="1560" w:type="dxa"/>
          </w:tcPr>
          <w:p w14:paraId="131AB9CD"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0356A513" w14:textId="77777777" w:rsidR="00747E2B" w:rsidRPr="00E81E94" w:rsidRDefault="00747E2B" w:rsidP="00E81E94">
            <w:pPr>
              <w:jc w:val="center"/>
              <w:rPr>
                <w:sz w:val="24"/>
                <w:szCs w:val="24"/>
              </w:rPr>
            </w:pPr>
            <w:r w:rsidRPr="00E81E94">
              <w:rPr>
                <w:sz w:val="24"/>
                <w:szCs w:val="24"/>
              </w:rPr>
              <w:t>10.00 час.</w:t>
            </w:r>
          </w:p>
        </w:tc>
        <w:tc>
          <w:tcPr>
            <w:tcW w:w="1958" w:type="dxa"/>
          </w:tcPr>
          <w:p w14:paraId="2E0774D6" w14:textId="77777777" w:rsidR="00747E2B" w:rsidRPr="00E81E94" w:rsidRDefault="00747E2B" w:rsidP="00E81E94">
            <w:pPr>
              <w:jc w:val="center"/>
              <w:rPr>
                <w:sz w:val="24"/>
                <w:szCs w:val="24"/>
              </w:rPr>
            </w:pPr>
            <w:r w:rsidRPr="00E81E94">
              <w:rPr>
                <w:sz w:val="24"/>
                <w:szCs w:val="24"/>
              </w:rPr>
              <w:t>До 20.09.2024</w:t>
            </w:r>
          </w:p>
        </w:tc>
      </w:tr>
      <w:tr w:rsidR="00747E2B" w:rsidRPr="00E81E94" w14:paraId="5F60ADA7" w14:textId="77777777" w:rsidTr="00E81E94">
        <w:trPr>
          <w:jc w:val="center"/>
        </w:trPr>
        <w:tc>
          <w:tcPr>
            <w:tcW w:w="2692" w:type="dxa"/>
          </w:tcPr>
          <w:p w14:paraId="564A737F" w14:textId="77777777" w:rsidR="00397A66" w:rsidRPr="00E81E94" w:rsidRDefault="00397A66" w:rsidP="00E81E94">
            <w:pPr>
              <w:jc w:val="center"/>
              <w:rPr>
                <w:sz w:val="24"/>
                <w:szCs w:val="24"/>
              </w:rPr>
            </w:pPr>
            <w:r w:rsidRPr="00E81E94">
              <w:rPr>
                <w:sz w:val="24"/>
                <w:szCs w:val="24"/>
              </w:rPr>
              <w:t>Право,</w:t>
            </w:r>
          </w:p>
          <w:p w14:paraId="013DBF75" w14:textId="77777777" w:rsidR="00747E2B" w:rsidRPr="00E81E94" w:rsidRDefault="00397A66" w:rsidP="00E81E94">
            <w:pPr>
              <w:jc w:val="center"/>
              <w:rPr>
                <w:sz w:val="24"/>
                <w:szCs w:val="24"/>
              </w:rPr>
            </w:pPr>
            <w:r w:rsidRPr="00E81E94">
              <w:rPr>
                <w:sz w:val="24"/>
                <w:szCs w:val="24"/>
              </w:rPr>
              <w:t xml:space="preserve">Немецкий язык </w:t>
            </w:r>
          </w:p>
        </w:tc>
        <w:tc>
          <w:tcPr>
            <w:tcW w:w="2126" w:type="dxa"/>
            <w:shd w:val="clear" w:color="auto" w:fill="auto"/>
          </w:tcPr>
          <w:p w14:paraId="38E6A9B2" w14:textId="77777777" w:rsidR="00747E2B" w:rsidRPr="00E81E94" w:rsidRDefault="00397A66" w:rsidP="00E81E94">
            <w:pPr>
              <w:jc w:val="center"/>
              <w:rPr>
                <w:sz w:val="24"/>
                <w:szCs w:val="24"/>
              </w:rPr>
            </w:pPr>
            <w:r w:rsidRPr="00E81E94">
              <w:rPr>
                <w:sz w:val="24"/>
                <w:szCs w:val="24"/>
              </w:rPr>
              <w:t>19.09.2024</w:t>
            </w:r>
          </w:p>
        </w:tc>
        <w:tc>
          <w:tcPr>
            <w:tcW w:w="1560" w:type="dxa"/>
          </w:tcPr>
          <w:p w14:paraId="0408E25E"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63E0E0C6" w14:textId="77777777" w:rsidR="00747E2B" w:rsidRPr="00E81E94" w:rsidRDefault="00747E2B" w:rsidP="00E81E94">
            <w:pPr>
              <w:jc w:val="center"/>
              <w:rPr>
                <w:sz w:val="24"/>
                <w:szCs w:val="24"/>
              </w:rPr>
            </w:pPr>
            <w:r w:rsidRPr="00E81E94">
              <w:rPr>
                <w:sz w:val="24"/>
                <w:szCs w:val="24"/>
              </w:rPr>
              <w:t>10.00 час.</w:t>
            </w:r>
          </w:p>
        </w:tc>
        <w:tc>
          <w:tcPr>
            <w:tcW w:w="1958" w:type="dxa"/>
          </w:tcPr>
          <w:p w14:paraId="451C07B6" w14:textId="77777777" w:rsidR="00747E2B" w:rsidRPr="00E81E94" w:rsidRDefault="00EA3F40" w:rsidP="00E81E94">
            <w:pPr>
              <w:jc w:val="center"/>
              <w:rPr>
                <w:sz w:val="24"/>
                <w:szCs w:val="24"/>
              </w:rPr>
            </w:pPr>
            <w:r w:rsidRPr="00E81E94">
              <w:rPr>
                <w:sz w:val="24"/>
                <w:szCs w:val="24"/>
              </w:rPr>
              <w:t>До 21.09.2024</w:t>
            </w:r>
          </w:p>
        </w:tc>
      </w:tr>
      <w:tr w:rsidR="00747E2B" w:rsidRPr="00E81E94" w14:paraId="47541FBC" w14:textId="77777777" w:rsidTr="00E81E94">
        <w:trPr>
          <w:jc w:val="center"/>
        </w:trPr>
        <w:tc>
          <w:tcPr>
            <w:tcW w:w="2692" w:type="dxa"/>
          </w:tcPr>
          <w:p w14:paraId="1AF2C606" w14:textId="77777777" w:rsidR="00747E2B" w:rsidRPr="00E81E94" w:rsidRDefault="00273DBA" w:rsidP="00E81E94">
            <w:pPr>
              <w:jc w:val="center"/>
              <w:rPr>
                <w:sz w:val="24"/>
                <w:szCs w:val="24"/>
              </w:rPr>
            </w:pPr>
            <w:r w:rsidRPr="00E81E94">
              <w:rPr>
                <w:sz w:val="24"/>
                <w:szCs w:val="24"/>
              </w:rPr>
              <w:t>Искусство (МХК),</w:t>
            </w:r>
          </w:p>
          <w:p w14:paraId="6EA38C4C" w14:textId="77777777" w:rsidR="00273DBA" w:rsidRPr="00E81E94" w:rsidRDefault="00273DBA" w:rsidP="00E81E94">
            <w:pPr>
              <w:jc w:val="center"/>
              <w:rPr>
                <w:sz w:val="24"/>
                <w:szCs w:val="24"/>
              </w:rPr>
            </w:pPr>
            <w:r w:rsidRPr="00E81E94">
              <w:rPr>
                <w:sz w:val="24"/>
                <w:szCs w:val="24"/>
              </w:rPr>
              <w:t>Экономика</w:t>
            </w:r>
          </w:p>
        </w:tc>
        <w:tc>
          <w:tcPr>
            <w:tcW w:w="2126" w:type="dxa"/>
            <w:shd w:val="clear" w:color="auto" w:fill="auto"/>
          </w:tcPr>
          <w:p w14:paraId="134A41B0" w14:textId="77777777" w:rsidR="00747E2B" w:rsidRPr="00E81E94" w:rsidRDefault="00532892" w:rsidP="00E81E94">
            <w:pPr>
              <w:jc w:val="center"/>
              <w:rPr>
                <w:sz w:val="24"/>
                <w:szCs w:val="24"/>
              </w:rPr>
            </w:pPr>
            <w:r w:rsidRPr="00E81E94">
              <w:rPr>
                <w:sz w:val="24"/>
                <w:szCs w:val="24"/>
              </w:rPr>
              <w:t>20.09.2024</w:t>
            </w:r>
          </w:p>
        </w:tc>
        <w:tc>
          <w:tcPr>
            <w:tcW w:w="1560" w:type="dxa"/>
          </w:tcPr>
          <w:p w14:paraId="22C6BD01" w14:textId="77777777" w:rsidR="00747E2B" w:rsidRPr="00E81E94" w:rsidRDefault="00273DBA" w:rsidP="00E81E94">
            <w:pPr>
              <w:jc w:val="center"/>
              <w:rPr>
                <w:sz w:val="24"/>
                <w:szCs w:val="24"/>
              </w:rPr>
            </w:pPr>
            <w:r w:rsidRPr="00E81E94">
              <w:rPr>
                <w:sz w:val="24"/>
                <w:szCs w:val="24"/>
              </w:rPr>
              <w:t>5</w:t>
            </w:r>
            <w:r w:rsidR="00747E2B" w:rsidRPr="00E81E94">
              <w:rPr>
                <w:sz w:val="24"/>
                <w:szCs w:val="24"/>
              </w:rPr>
              <w:t>-11 классы</w:t>
            </w:r>
          </w:p>
        </w:tc>
        <w:tc>
          <w:tcPr>
            <w:tcW w:w="1582" w:type="dxa"/>
          </w:tcPr>
          <w:p w14:paraId="3D4D8E74" w14:textId="77777777" w:rsidR="00747E2B" w:rsidRPr="00E81E94" w:rsidRDefault="00747E2B" w:rsidP="00E81E94">
            <w:pPr>
              <w:jc w:val="center"/>
              <w:rPr>
                <w:sz w:val="24"/>
                <w:szCs w:val="24"/>
              </w:rPr>
            </w:pPr>
            <w:r w:rsidRPr="00E81E94">
              <w:rPr>
                <w:sz w:val="24"/>
                <w:szCs w:val="24"/>
              </w:rPr>
              <w:t>10.00 час.</w:t>
            </w:r>
          </w:p>
        </w:tc>
        <w:tc>
          <w:tcPr>
            <w:tcW w:w="1958" w:type="dxa"/>
          </w:tcPr>
          <w:p w14:paraId="635ECFBB" w14:textId="77777777" w:rsidR="00747E2B" w:rsidRPr="00E81E94" w:rsidRDefault="006F2177" w:rsidP="00E81E94">
            <w:pPr>
              <w:jc w:val="center"/>
              <w:rPr>
                <w:sz w:val="24"/>
                <w:szCs w:val="24"/>
              </w:rPr>
            </w:pPr>
            <w:r w:rsidRPr="00E81E94">
              <w:rPr>
                <w:sz w:val="24"/>
                <w:szCs w:val="24"/>
              </w:rPr>
              <w:t>До 23.09.2024</w:t>
            </w:r>
          </w:p>
        </w:tc>
      </w:tr>
      <w:tr w:rsidR="00747E2B" w:rsidRPr="00E81E94" w14:paraId="1042E194" w14:textId="77777777" w:rsidTr="00E81E94">
        <w:trPr>
          <w:jc w:val="center"/>
        </w:trPr>
        <w:tc>
          <w:tcPr>
            <w:tcW w:w="2692" w:type="dxa"/>
          </w:tcPr>
          <w:p w14:paraId="0152513B" w14:textId="77777777" w:rsidR="00747E2B" w:rsidRPr="00E81E94" w:rsidRDefault="00106AC8" w:rsidP="00E81E94">
            <w:pPr>
              <w:jc w:val="center"/>
              <w:rPr>
                <w:sz w:val="24"/>
                <w:szCs w:val="24"/>
              </w:rPr>
            </w:pPr>
            <w:r w:rsidRPr="00E81E94">
              <w:rPr>
                <w:sz w:val="24"/>
                <w:szCs w:val="24"/>
              </w:rPr>
              <w:t>Русский язык</w:t>
            </w:r>
          </w:p>
        </w:tc>
        <w:tc>
          <w:tcPr>
            <w:tcW w:w="2126" w:type="dxa"/>
            <w:shd w:val="clear" w:color="auto" w:fill="auto"/>
          </w:tcPr>
          <w:p w14:paraId="4E03076B" w14:textId="77777777" w:rsidR="00747E2B" w:rsidRPr="00E81E94" w:rsidRDefault="00106AC8" w:rsidP="00E81E94">
            <w:pPr>
              <w:jc w:val="center"/>
              <w:rPr>
                <w:sz w:val="24"/>
                <w:szCs w:val="24"/>
              </w:rPr>
            </w:pPr>
            <w:r w:rsidRPr="00E81E94">
              <w:rPr>
                <w:sz w:val="24"/>
                <w:szCs w:val="24"/>
              </w:rPr>
              <w:t>23.09.2024</w:t>
            </w:r>
          </w:p>
        </w:tc>
        <w:tc>
          <w:tcPr>
            <w:tcW w:w="1560" w:type="dxa"/>
          </w:tcPr>
          <w:p w14:paraId="65407C8C" w14:textId="77777777" w:rsidR="00747E2B" w:rsidRPr="00E81E94" w:rsidRDefault="00106AC8" w:rsidP="00E81E94">
            <w:pPr>
              <w:jc w:val="center"/>
              <w:rPr>
                <w:sz w:val="24"/>
                <w:szCs w:val="24"/>
              </w:rPr>
            </w:pPr>
            <w:r w:rsidRPr="00E81E94">
              <w:rPr>
                <w:sz w:val="24"/>
                <w:szCs w:val="24"/>
              </w:rPr>
              <w:t>4</w:t>
            </w:r>
            <w:r w:rsidR="00747E2B" w:rsidRPr="00E81E94">
              <w:rPr>
                <w:sz w:val="24"/>
                <w:szCs w:val="24"/>
              </w:rPr>
              <w:t>-11 классы</w:t>
            </w:r>
          </w:p>
        </w:tc>
        <w:tc>
          <w:tcPr>
            <w:tcW w:w="1582" w:type="dxa"/>
          </w:tcPr>
          <w:p w14:paraId="75F6E2A5" w14:textId="77777777" w:rsidR="00747E2B" w:rsidRPr="00E81E94" w:rsidRDefault="00747E2B" w:rsidP="00E81E94">
            <w:pPr>
              <w:jc w:val="center"/>
              <w:rPr>
                <w:sz w:val="24"/>
                <w:szCs w:val="24"/>
              </w:rPr>
            </w:pPr>
            <w:r w:rsidRPr="00E81E94">
              <w:rPr>
                <w:sz w:val="24"/>
                <w:szCs w:val="24"/>
              </w:rPr>
              <w:t>10.00 час.</w:t>
            </w:r>
          </w:p>
        </w:tc>
        <w:tc>
          <w:tcPr>
            <w:tcW w:w="1958" w:type="dxa"/>
          </w:tcPr>
          <w:p w14:paraId="1B61C157" w14:textId="77777777" w:rsidR="00747E2B" w:rsidRPr="00E81E94" w:rsidRDefault="006F2177" w:rsidP="00E81E94">
            <w:pPr>
              <w:jc w:val="center"/>
              <w:rPr>
                <w:sz w:val="24"/>
                <w:szCs w:val="24"/>
              </w:rPr>
            </w:pPr>
            <w:r w:rsidRPr="00E81E94">
              <w:rPr>
                <w:sz w:val="24"/>
                <w:szCs w:val="24"/>
              </w:rPr>
              <w:t>До 25.09.2024</w:t>
            </w:r>
          </w:p>
        </w:tc>
      </w:tr>
      <w:tr w:rsidR="00747E2B" w:rsidRPr="00E81E94" w14:paraId="33DBC3F2" w14:textId="77777777" w:rsidTr="00E81E94">
        <w:trPr>
          <w:jc w:val="center"/>
        </w:trPr>
        <w:tc>
          <w:tcPr>
            <w:tcW w:w="2692" w:type="dxa"/>
          </w:tcPr>
          <w:p w14:paraId="70D49C5E" w14:textId="77777777" w:rsidR="00747E2B" w:rsidRPr="00E81E94" w:rsidRDefault="00106AC8" w:rsidP="00E81E94">
            <w:pPr>
              <w:jc w:val="center"/>
              <w:rPr>
                <w:sz w:val="24"/>
                <w:szCs w:val="24"/>
              </w:rPr>
            </w:pPr>
            <w:r w:rsidRPr="00E81E94">
              <w:rPr>
                <w:sz w:val="24"/>
                <w:szCs w:val="24"/>
              </w:rPr>
              <w:t>Г</w:t>
            </w:r>
            <w:r w:rsidR="00C37F39" w:rsidRPr="00E81E94">
              <w:rPr>
                <w:sz w:val="24"/>
                <w:szCs w:val="24"/>
              </w:rPr>
              <w:t>еография</w:t>
            </w:r>
          </w:p>
        </w:tc>
        <w:tc>
          <w:tcPr>
            <w:tcW w:w="2126" w:type="dxa"/>
            <w:shd w:val="clear" w:color="auto" w:fill="auto"/>
          </w:tcPr>
          <w:p w14:paraId="277FA56E" w14:textId="77777777" w:rsidR="00747E2B" w:rsidRPr="00E81E94" w:rsidRDefault="00106AC8" w:rsidP="00E81E94">
            <w:pPr>
              <w:jc w:val="center"/>
              <w:rPr>
                <w:sz w:val="24"/>
                <w:szCs w:val="24"/>
              </w:rPr>
            </w:pPr>
            <w:r w:rsidRPr="00E81E94">
              <w:rPr>
                <w:sz w:val="24"/>
                <w:szCs w:val="24"/>
              </w:rPr>
              <w:t>25.09.2024</w:t>
            </w:r>
          </w:p>
        </w:tc>
        <w:tc>
          <w:tcPr>
            <w:tcW w:w="1560" w:type="dxa"/>
          </w:tcPr>
          <w:p w14:paraId="66FA3A5C"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289DCD9D" w14:textId="77777777" w:rsidR="00747E2B" w:rsidRPr="00E81E94" w:rsidRDefault="00747E2B" w:rsidP="00E81E94">
            <w:pPr>
              <w:jc w:val="center"/>
              <w:rPr>
                <w:sz w:val="24"/>
                <w:szCs w:val="24"/>
              </w:rPr>
            </w:pPr>
            <w:r w:rsidRPr="00E81E94">
              <w:rPr>
                <w:sz w:val="24"/>
                <w:szCs w:val="24"/>
              </w:rPr>
              <w:t>10.00 час.</w:t>
            </w:r>
          </w:p>
        </w:tc>
        <w:tc>
          <w:tcPr>
            <w:tcW w:w="1958" w:type="dxa"/>
          </w:tcPr>
          <w:p w14:paraId="48E5D2FB" w14:textId="77777777" w:rsidR="00747E2B" w:rsidRPr="00E81E94" w:rsidRDefault="006F2177" w:rsidP="00E81E94">
            <w:pPr>
              <w:jc w:val="center"/>
              <w:rPr>
                <w:sz w:val="24"/>
                <w:szCs w:val="24"/>
              </w:rPr>
            </w:pPr>
            <w:r w:rsidRPr="00E81E94">
              <w:rPr>
                <w:sz w:val="24"/>
                <w:szCs w:val="24"/>
              </w:rPr>
              <w:t>До 27.09.2024</w:t>
            </w:r>
          </w:p>
        </w:tc>
      </w:tr>
      <w:tr w:rsidR="00747E2B" w:rsidRPr="00E81E94" w14:paraId="196507DC" w14:textId="77777777" w:rsidTr="00E81E94">
        <w:trPr>
          <w:jc w:val="center"/>
        </w:trPr>
        <w:tc>
          <w:tcPr>
            <w:tcW w:w="2692" w:type="dxa"/>
          </w:tcPr>
          <w:p w14:paraId="10F8EFD0" w14:textId="77777777" w:rsidR="00747E2B" w:rsidRPr="00E81E94" w:rsidRDefault="00D25D39" w:rsidP="00E81E94">
            <w:pPr>
              <w:jc w:val="center"/>
              <w:rPr>
                <w:sz w:val="24"/>
                <w:szCs w:val="24"/>
              </w:rPr>
            </w:pPr>
            <w:r w:rsidRPr="00E81E94">
              <w:rPr>
                <w:sz w:val="24"/>
                <w:szCs w:val="24"/>
              </w:rPr>
              <w:t>История</w:t>
            </w:r>
          </w:p>
        </w:tc>
        <w:tc>
          <w:tcPr>
            <w:tcW w:w="2126" w:type="dxa"/>
            <w:shd w:val="clear" w:color="auto" w:fill="auto"/>
          </w:tcPr>
          <w:p w14:paraId="3914AA52" w14:textId="77777777" w:rsidR="00747E2B" w:rsidRPr="00E81E94" w:rsidRDefault="00106AC8" w:rsidP="00E81E94">
            <w:pPr>
              <w:jc w:val="center"/>
              <w:rPr>
                <w:sz w:val="24"/>
                <w:szCs w:val="24"/>
              </w:rPr>
            </w:pPr>
            <w:r w:rsidRPr="00E81E94">
              <w:rPr>
                <w:sz w:val="24"/>
                <w:szCs w:val="24"/>
              </w:rPr>
              <w:t>26.09.2024</w:t>
            </w:r>
          </w:p>
        </w:tc>
        <w:tc>
          <w:tcPr>
            <w:tcW w:w="1560" w:type="dxa"/>
          </w:tcPr>
          <w:p w14:paraId="68D6E8A0"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17A71DFD" w14:textId="77777777" w:rsidR="00747E2B" w:rsidRPr="00E81E94" w:rsidRDefault="00747E2B" w:rsidP="00E81E94">
            <w:pPr>
              <w:jc w:val="center"/>
              <w:rPr>
                <w:sz w:val="24"/>
                <w:szCs w:val="24"/>
              </w:rPr>
            </w:pPr>
            <w:r w:rsidRPr="00E81E94">
              <w:rPr>
                <w:sz w:val="24"/>
                <w:szCs w:val="24"/>
              </w:rPr>
              <w:t>10.00 час.</w:t>
            </w:r>
          </w:p>
        </w:tc>
        <w:tc>
          <w:tcPr>
            <w:tcW w:w="1958" w:type="dxa"/>
          </w:tcPr>
          <w:p w14:paraId="013640EA" w14:textId="77777777" w:rsidR="00747E2B" w:rsidRPr="00E81E94" w:rsidRDefault="00821102" w:rsidP="00E81E94">
            <w:pPr>
              <w:jc w:val="center"/>
              <w:rPr>
                <w:sz w:val="24"/>
                <w:szCs w:val="24"/>
              </w:rPr>
            </w:pPr>
            <w:r w:rsidRPr="00E81E94">
              <w:rPr>
                <w:sz w:val="24"/>
                <w:szCs w:val="24"/>
              </w:rPr>
              <w:t>До 28.09.2024</w:t>
            </w:r>
          </w:p>
        </w:tc>
      </w:tr>
      <w:tr w:rsidR="00747E2B" w:rsidRPr="00E81E94" w14:paraId="357330D8" w14:textId="77777777" w:rsidTr="00E81E94">
        <w:trPr>
          <w:jc w:val="center"/>
        </w:trPr>
        <w:tc>
          <w:tcPr>
            <w:tcW w:w="2692" w:type="dxa"/>
          </w:tcPr>
          <w:p w14:paraId="53EB34E6" w14:textId="77777777" w:rsidR="00747E2B" w:rsidRPr="00E81E94" w:rsidRDefault="00D25D39" w:rsidP="00E81E94">
            <w:pPr>
              <w:jc w:val="center"/>
              <w:rPr>
                <w:sz w:val="24"/>
                <w:szCs w:val="24"/>
              </w:rPr>
            </w:pPr>
            <w:r w:rsidRPr="00E81E94">
              <w:rPr>
                <w:sz w:val="24"/>
                <w:szCs w:val="24"/>
              </w:rPr>
              <w:t>Английский язык,</w:t>
            </w:r>
          </w:p>
          <w:p w14:paraId="015946D2" w14:textId="77777777" w:rsidR="00D25D39" w:rsidRPr="00E81E94" w:rsidRDefault="00D25D39" w:rsidP="00E81E94">
            <w:pPr>
              <w:jc w:val="center"/>
              <w:rPr>
                <w:sz w:val="24"/>
                <w:szCs w:val="24"/>
              </w:rPr>
            </w:pPr>
            <w:r w:rsidRPr="00E81E94">
              <w:rPr>
                <w:sz w:val="24"/>
                <w:szCs w:val="24"/>
              </w:rPr>
              <w:t>Экология</w:t>
            </w:r>
          </w:p>
        </w:tc>
        <w:tc>
          <w:tcPr>
            <w:tcW w:w="2126" w:type="dxa"/>
            <w:shd w:val="clear" w:color="auto" w:fill="auto"/>
          </w:tcPr>
          <w:p w14:paraId="58FE8742" w14:textId="77777777" w:rsidR="00747E2B" w:rsidRPr="00E81E94" w:rsidRDefault="00106AC8" w:rsidP="00E81E94">
            <w:pPr>
              <w:jc w:val="center"/>
              <w:rPr>
                <w:sz w:val="24"/>
                <w:szCs w:val="24"/>
              </w:rPr>
            </w:pPr>
            <w:r w:rsidRPr="00E81E94">
              <w:rPr>
                <w:sz w:val="24"/>
                <w:szCs w:val="24"/>
              </w:rPr>
              <w:t>27.09.2024</w:t>
            </w:r>
          </w:p>
        </w:tc>
        <w:tc>
          <w:tcPr>
            <w:tcW w:w="1560" w:type="dxa"/>
          </w:tcPr>
          <w:p w14:paraId="3797C5D2"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548CDC3C" w14:textId="77777777" w:rsidR="00747E2B" w:rsidRPr="00E81E94" w:rsidRDefault="00747E2B" w:rsidP="00E81E94">
            <w:pPr>
              <w:jc w:val="center"/>
              <w:rPr>
                <w:sz w:val="24"/>
                <w:szCs w:val="24"/>
              </w:rPr>
            </w:pPr>
            <w:r w:rsidRPr="00E81E94">
              <w:rPr>
                <w:sz w:val="24"/>
                <w:szCs w:val="24"/>
              </w:rPr>
              <w:t>10.00 час.</w:t>
            </w:r>
          </w:p>
        </w:tc>
        <w:tc>
          <w:tcPr>
            <w:tcW w:w="1958" w:type="dxa"/>
          </w:tcPr>
          <w:p w14:paraId="3AE9C68F" w14:textId="77777777" w:rsidR="00747E2B" w:rsidRPr="00E81E94" w:rsidRDefault="00821102" w:rsidP="00E81E94">
            <w:pPr>
              <w:jc w:val="center"/>
              <w:rPr>
                <w:sz w:val="24"/>
                <w:szCs w:val="24"/>
              </w:rPr>
            </w:pPr>
            <w:r w:rsidRPr="00E81E94">
              <w:rPr>
                <w:sz w:val="24"/>
                <w:szCs w:val="24"/>
              </w:rPr>
              <w:t>До 30.09.2024</w:t>
            </w:r>
          </w:p>
        </w:tc>
      </w:tr>
      <w:tr w:rsidR="00747E2B" w:rsidRPr="00E81E94" w14:paraId="3017AB11" w14:textId="77777777" w:rsidTr="00E81E94">
        <w:trPr>
          <w:jc w:val="center"/>
        </w:trPr>
        <w:tc>
          <w:tcPr>
            <w:tcW w:w="2692" w:type="dxa"/>
          </w:tcPr>
          <w:p w14:paraId="1F25A098" w14:textId="77777777" w:rsidR="00747E2B" w:rsidRPr="00E81E94" w:rsidRDefault="00EA4389" w:rsidP="00E81E94">
            <w:pPr>
              <w:jc w:val="center"/>
              <w:rPr>
                <w:sz w:val="24"/>
                <w:szCs w:val="24"/>
              </w:rPr>
            </w:pPr>
            <w:r w:rsidRPr="00E81E94">
              <w:rPr>
                <w:sz w:val="24"/>
                <w:szCs w:val="24"/>
              </w:rPr>
              <w:t>Литература</w:t>
            </w:r>
          </w:p>
        </w:tc>
        <w:tc>
          <w:tcPr>
            <w:tcW w:w="2126" w:type="dxa"/>
            <w:shd w:val="clear" w:color="auto" w:fill="auto"/>
          </w:tcPr>
          <w:p w14:paraId="018E9DB2" w14:textId="77777777" w:rsidR="00747E2B" w:rsidRPr="00E81E94" w:rsidRDefault="00D25D39" w:rsidP="00E81E94">
            <w:pPr>
              <w:jc w:val="center"/>
              <w:rPr>
                <w:sz w:val="24"/>
                <w:szCs w:val="24"/>
              </w:rPr>
            </w:pPr>
            <w:r w:rsidRPr="00E81E94">
              <w:rPr>
                <w:sz w:val="24"/>
                <w:szCs w:val="24"/>
              </w:rPr>
              <w:t>30.09.2024</w:t>
            </w:r>
          </w:p>
        </w:tc>
        <w:tc>
          <w:tcPr>
            <w:tcW w:w="1560" w:type="dxa"/>
          </w:tcPr>
          <w:p w14:paraId="57446B29"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76CFF842" w14:textId="77777777" w:rsidR="00747E2B" w:rsidRPr="00E81E94" w:rsidRDefault="00747E2B" w:rsidP="00E81E94">
            <w:pPr>
              <w:jc w:val="center"/>
              <w:rPr>
                <w:sz w:val="24"/>
                <w:szCs w:val="24"/>
              </w:rPr>
            </w:pPr>
            <w:r w:rsidRPr="00E81E94">
              <w:rPr>
                <w:sz w:val="24"/>
                <w:szCs w:val="24"/>
              </w:rPr>
              <w:t>10.00 час.</w:t>
            </w:r>
          </w:p>
        </w:tc>
        <w:tc>
          <w:tcPr>
            <w:tcW w:w="1958" w:type="dxa"/>
          </w:tcPr>
          <w:p w14:paraId="2373E4A7" w14:textId="77777777" w:rsidR="00747E2B" w:rsidRPr="00E81E94" w:rsidRDefault="00821102" w:rsidP="00E81E94">
            <w:pPr>
              <w:jc w:val="center"/>
              <w:rPr>
                <w:sz w:val="24"/>
                <w:szCs w:val="24"/>
              </w:rPr>
            </w:pPr>
            <w:r w:rsidRPr="00E81E94">
              <w:rPr>
                <w:sz w:val="24"/>
                <w:szCs w:val="24"/>
              </w:rPr>
              <w:t>До 02.10.2024</w:t>
            </w:r>
          </w:p>
        </w:tc>
      </w:tr>
      <w:tr w:rsidR="00747E2B" w:rsidRPr="00E81E94" w14:paraId="6C20B57A" w14:textId="77777777" w:rsidTr="00E81E94">
        <w:trPr>
          <w:jc w:val="center"/>
        </w:trPr>
        <w:tc>
          <w:tcPr>
            <w:tcW w:w="2692" w:type="dxa"/>
          </w:tcPr>
          <w:p w14:paraId="170A8132" w14:textId="77777777" w:rsidR="00747E2B" w:rsidRPr="00E81E94" w:rsidRDefault="0058057D" w:rsidP="00E81E94">
            <w:pPr>
              <w:jc w:val="center"/>
              <w:rPr>
                <w:sz w:val="24"/>
                <w:szCs w:val="24"/>
              </w:rPr>
            </w:pPr>
            <w:r w:rsidRPr="00E81E94">
              <w:rPr>
                <w:sz w:val="24"/>
                <w:szCs w:val="24"/>
              </w:rPr>
              <w:t>Основы безопасности и защиты Родины</w:t>
            </w:r>
          </w:p>
        </w:tc>
        <w:tc>
          <w:tcPr>
            <w:tcW w:w="2126" w:type="dxa"/>
            <w:shd w:val="clear" w:color="auto" w:fill="auto"/>
          </w:tcPr>
          <w:p w14:paraId="090B22B9" w14:textId="77777777" w:rsidR="00747E2B" w:rsidRPr="00E81E94" w:rsidRDefault="00EA4389" w:rsidP="00E81E94">
            <w:pPr>
              <w:jc w:val="center"/>
              <w:rPr>
                <w:sz w:val="24"/>
                <w:szCs w:val="24"/>
              </w:rPr>
            </w:pPr>
            <w:r w:rsidRPr="00E81E94">
              <w:rPr>
                <w:sz w:val="24"/>
                <w:szCs w:val="24"/>
              </w:rPr>
              <w:t>02.10.2024</w:t>
            </w:r>
          </w:p>
        </w:tc>
        <w:tc>
          <w:tcPr>
            <w:tcW w:w="1560" w:type="dxa"/>
          </w:tcPr>
          <w:p w14:paraId="0B3FD898"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2B64FA57" w14:textId="77777777" w:rsidR="00747E2B" w:rsidRPr="00E81E94" w:rsidRDefault="00747E2B" w:rsidP="00E81E94">
            <w:pPr>
              <w:jc w:val="center"/>
              <w:rPr>
                <w:sz w:val="24"/>
                <w:szCs w:val="24"/>
              </w:rPr>
            </w:pPr>
            <w:r w:rsidRPr="00E81E94">
              <w:rPr>
                <w:sz w:val="24"/>
                <w:szCs w:val="24"/>
              </w:rPr>
              <w:t>10.00 час.</w:t>
            </w:r>
          </w:p>
        </w:tc>
        <w:tc>
          <w:tcPr>
            <w:tcW w:w="1958" w:type="dxa"/>
          </w:tcPr>
          <w:p w14:paraId="5BE49B25" w14:textId="77777777" w:rsidR="00747E2B" w:rsidRPr="00E81E94" w:rsidRDefault="00457554" w:rsidP="00E81E94">
            <w:pPr>
              <w:jc w:val="center"/>
              <w:rPr>
                <w:sz w:val="24"/>
                <w:szCs w:val="24"/>
              </w:rPr>
            </w:pPr>
            <w:r w:rsidRPr="00E81E94">
              <w:rPr>
                <w:sz w:val="24"/>
                <w:szCs w:val="24"/>
              </w:rPr>
              <w:t xml:space="preserve">До </w:t>
            </w:r>
            <w:r w:rsidR="004635C9" w:rsidRPr="00E81E94">
              <w:rPr>
                <w:sz w:val="24"/>
                <w:szCs w:val="24"/>
              </w:rPr>
              <w:t>04</w:t>
            </w:r>
            <w:r w:rsidRPr="00E81E94">
              <w:rPr>
                <w:sz w:val="24"/>
                <w:szCs w:val="24"/>
              </w:rPr>
              <w:t>.10.2024</w:t>
            </w:r>
          </w:p>
        </w:tc>
      </w:tr>
      <w:tr w:rsidR="00747E2B" w:rsidRPr="00E81E94" w14:paraId="1574D47D" w14:textId="77777777" w:rsidTr="00E81E94">
        <w:trPr>
          <w:jc w:val="center"/>
        </w:trPr>
        <w:tc>
          <w:tcPr>
            <w:tcW w:w="2692" w:type="dxa"/>
          </w:tcPr>
          <w:p w14:paraId="3DDEFDC2" w14:textId="77777777" w:rsidR="0058057D" w:rsidRPr="00E81E94" w:rsidRDefault="0058057D" w:rsidP="00E81E94">
            <w:pPr>
              <w:jc w:val="center"/>
              <w:rPr>
                <w:sz w:val="24"/>
                <w:szCs w:val="24"/>
              </w:rPr>
            </w:pPr>
            <w:r w:rsidRPr="00E81E94">
              <w:rPr>
                <w:sz w:val="24"/>
                <w:szCs w:val="24"/>
              </w:rPr>
              <w:t>Обществознание</w:t>
            </w:r>
          </w:p>
        </w:tc>
        <w:tc>
          <w:tcPr>
            <w:tcW w:w="2126" w:type="dxa"/>
            <w:shd w:val="clear" w:color="auto" w:fill="auto"/>
          </w:tcPr>
          <w:p w14:paraId="2EB9DFCF" w14:textId="77777777" w:rsidR="00747E2B" w:rsidRPr="00E81E94" w:rsidRDefault="00EA4389" w:rsidP="00E81E94">
            <w:pPr>
              <w:jc w:val="center"/>
              <w:rPr>
                <w:sz w:val="24"/>
                <w:szCs w:val="24"/>
              </w:rPr>
            </w:pPr>
            <w:r w:rsidRPr="00E81E94">
              <w:rPr>
                <w:sz w:val="24"/>
                <w:szCs w:val="24"/>
              </w:rPr>
              <w:t>0</w:t>
            </w:r>
            <w:r w:rsidR="0058057D" w:rsidRPr="00E81E94">
              <w:rPr>
                <w:sz w:val="24"/>
                <w:szCs w:val="24"/>
              </w:rPr>
              <w:t>3</w:t>
            </w:r>
            <w:r w:rsidRPr="00E81E94">
              <w:rPr>
                <w:sz w:val="24"/>
                <w:szCs w:val="24"/>
              </w:rPr>
              <w:t>.10.2024</w:t>
            </w:r>
          </w:p>
        </w:tc>
        <w:tc>
          <w:tcPr>
            <w:tcW w:w="1560" w:type="dxa"/>
          </w:tcPr>
          <w:p w14:paraId="2BCBC3FE"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432ABF2A" w14:textId="77777777" w:rsidR="00747E2B" w:rsidRPr="00E81E94" w:rsidRDefault="00747E2B" w:rsidP="00E81E94">
            <w:pPr>
              <w:jc w:val="center"/>
              <w:rPr>
                <w:sz w:val="24"/>
                <w:szCs w:val="24"/>
              </w:rPr>
            </w:pPr>
            <w:r w:rsidRPr="00E81E94">
              <w:rPr>
                <w:sz w:val="24"/>
                <w:szCs w:val="24"/>
              </w:rPr>
              <w:t>10.00 час.</w:t>
            </w:r>
          </w:p>
        </w:tc>
        <w:tc>
          <w:tcPr>
            <w:tcW w:w="1958" w:type="dxa"/>
          </w:tcPr>
          <w:p w14:paraId="59F48A91" w14:textId="77777777" w:rsidR="00747E2B" w:rsidRPr="00E81E94" w:rsidRDefault="004635C9" w:rsidP="00E81E94">
            <w:pPr>
              <w:jc w:val="center"/>
              <w:rPr>
                <w:sz w:val="24"/>
                <w:szCs w:val="24"/>
              </w:rPr>
            </w:pPr>
            <w:r w:rsidRPr="00E81E94">
              <w:rPr>
                <w:sz w:val="24"/>
                <w:szCs w:val="24"/>
              </w:rPr>
              <w:t>До 05.10.2024</w:t>
            </w:r>
          </w:p>
        </w:tc>
      </w:tr>
      <w:tr w:rsidR="00747E2B" w:rsidRPr="00E81E94" w14:paraId="6B8458EB" w14:textId="77777777" w:rsidTr="00E81E94">
        <w:trPr>
          <w:jc w:val="center"/>
        </w:trPr>
        <w:tc>
          <w:tcPr>
            <w:tcW w:w="2692" w:type="dxa"/>
          </w:tcPr>
          <w:p w14:paraId="3E0883E5" w14:textId="77777777" w:rsidR="00747E2B" w:rsidRPr="00E81E94" w:rsidRDefault="0058057D" w:rsidP="00E81E94">
            <w:pPr>
              <w:jc w:val="center"/>
              <w:rPr>
                <w:sz w:val="24"/>
                <w:szCs w:val="24"/>
              </w:rPr>
            </w:pPr>
            <w:r w:rsidRPr="00E81E94">
              <w:rPr>
                <w:sz w:val="24"/>
                <w:szCs w:val="24"/>
              </w:rPr>
              <w:t>Труд (технология)</w:t>
            </w:r>
          </w:p>
        </w:tc>
        <w:tc>
          <w:tcPr>
            <w:tcW w:w="2126" w:type="dxa"/>
            <w:shd w:val="clear" w:color="auto" w:fill="auto"/>
          </w:tcPr>
          <w:p w14:paraId="67B8C2C7" w14:textId="77777777" w:rsidR="00747E2B" w:rsidRPr="00E81E94" w:rsidRDefault="00EA4389" w:rsidP="00E81E94">
            <w:pPr>
              <w:jc w:val="center"/>
              <w:rPr>
                <w:sz w:val="24"/>
                <w:szCs w:val="24"/>
              </w:rPr>
            </w:pPr>
            <w:r w:rsidRPr="00E81E94">
              <w:rPr>
                <w:sz w:val="24"/>
                <w:szCs w:val="24"/>
              </w:rPr>
              <w:t>0</w:t>
            </w:r>
            <w:r w:rsidR="0058057D" w:rsidRPr="00E81E94">
              <w:rPr>
                <w:sz w:val="24"/>
                <w:szCs w:val="24"/>
              </w:rPr>
              <w:t>4</w:t>
            </w:r>
            <w:r w:rsidRPr="00E81E94">
              <w:rPr>
                <w:sz w:val="24"/>
                <w:szCs w:val="24"/>
              </w:rPr>
              <w:t>.10.2024</w:t>
            </w:r>
          </w:p>
        </w:tc>
        <w:tc>
          <w:tcPr>
            <w:tcW w:w="1560" w:type="dxa"/>
          </w:tcPr>
          <w:p w14:paraId="36153D49" w14:textId="77777777" w:rsidR="00747E2B" w:rsidRPr="00E81E94" w:rsidRDefault="00747E2B" w:rsidP="00E81E94">
            <w:pPr>
              <w:jc w:val="center"/>
              <w:rPr>
                <w:sz w:val="24"/>
                <w:szCs w:val="24"/>
              </w:rPr>
            </w:pPr>
            <w:r w:rsidRPr="00E81E94">
              <w:rPr>
                <w:sz w:val="24"/>
                <w:szCs w:val="24"/>
              </w:rPr>
              <w:t>5-11 классы</w:t>
            </w:r>
          </w:p>
        </w:tc>
        <w:tc>
          <w:tcPr>
            <w:tcW w:w="1582" w:type="dxa"/>
          </w:tcPr>
          <w:p w14:paraId="67DCF00F" w14:textId="77777777" w:rsidR="00747E2B" w:rsidRPr="00E81E94" w:rsidRDefault="00747E2B" w:rsidP="00E81E94">
            <w:pPr>
              <w:jc w:val="center"/>
              <w:rPr>
                <w:sz w:val="24"/>
                <w:szCs w:val="24"/>
              </w:rPr>
            </w:pPr>
            <w:r w:rsidRPr="00E81E94">
              <w:rPr>
                <w:sz w:val="24"/>
                <w:szCs w:val="24"/>
              </w:rPr>
              <w:t>10.00 час.</w:t>
            </w:r>
          </w:p>
        </w:tc>
        <w:tc>
          <w:tcPr>
            <w:tcW w:w="1958" w:type="dxa"/>
          </w:tcPr>
          <w:p w14:paraId="21F267C9" w14:textId="77777777" w:rsidR="00747E2B" w:rsidRPr="00E81E94" w:rsidRDefault="004635C9" w:rsidP="00E81E94">
            <w:pPr>
              <w:jc w:val="center"/>
              <w:rPr>
                <w:sz w:val="24"/>
                <w:szCs w:val="24"/>
              </w:rPr>
            </w:pPr>
            <w:r w:rsidRPr="00E81E94">
              <w:rPr>
                <w:sz w:val="24"/>
                <w:szCs w:val="24"/>
              </w:rPr>
              <w:t>До 07.10.2024</w:t>
            </w:r>
          </w:p>
        </w:tc>
      </w:tr>
    </w:tbl>
    <w:p w14:paraId="4F54137A" w14:textId="77777777" w:rsidR="008F60B4" w:rsidRPr="00E81E94" w:rsidRDefault="008F60B4" w:rsidP="00E81E94">
      <w:pPr>
        <w:jc w:val="center"/>
        <w:rPr>
          <w:b/>
          <w:sz w:val="24"/>
          <w:szCs w:val="24"/>
        </w:rPr>
      </w:pPr>
    </w:p>
    <w:p w14:paraId="1A95514C" w14:textId="7EF9F244" w:rsidR="008F60B4" w:rsidRPr="00E81E94" w:rsidRDefault="008F60B4" w:rsidP="00E81E94">
      <w:pPr>
        <w:jc w:val="center"/>
        <w:rPr>
          <w:b/>
          <w:sz w:val="24"/>
          <w:szCs w:val="24"/>
        </w:rPr>
      </w:pPr>
      <w:r w:rsidRPr="00E81E94">
        <w:rPr>
          <w:b/>
          <w:sz w:val="24"/>
          <w:szCs w:val="24"/>
        </w:rPr>
        <w:t>График проведения</w:t>
      </w:r>
    </w:p>
    <w:p w14:paraId="6D5C856E" w14:textId="77777777" w:rsidR="008F60B4" w:rsidRPr="00E81E94" w:rsidRDefault="008F60B4" w:rsidP="00E81E94">
      <w:pPr>
        <w:jc w:val="center"/>
        <w:rPr>
          <w:b/>
          <w:sz w:val="24"/>
          <w:szCs w:val="24"/>
        </w:rPr>
      </w:pPr>
      <w:r w:rsidRPr="00E81E94">
        <w:rPr>
          <w:b/>
          <w:sz w:val="24"/>
          <w:szCs w:val="24"/>
        </w:rPr>
        <w:t xml:space="preserve">школьного этапа всероссийской олимпиады школьников по 6 предметам на платформе «Сириус. Курсы» </w:t>
      </w:r>
    </w:p>
    <w:p w14:paraId="1177CF57" w14:textId="77777777" w:rsidR="008F60B4" w:rsidRPr="00E81E94" w:rsidRDefault="008F60B4" w:rsidP="00E81E94">
      <w:pPr>
        <w:pStyle w:val="af2"/>
        <w:jc w:val="center"/>
        <w:rPr>
          <w:sz w:val="16"/>
          <w:szCs w:val="16"/>
        </w:rPr>
      </w:pPr>
    </w:p>
    <w:tbl>
      <w:tblPr>
        <w:tblStyle w:val="ac"/>
        <w:tblW w:w="9742" w:type="dxa"/>
        <w:jc w:val="center"/>
        <w:tblLook w:val="04A0" w:firstRow="1" w:lastRow="0" w:firstColumn="1" w:lastColumn="0" w:noHBand="0" w:noVBand="1"/>
      </w:tblPr>
      <w:tblGrid>
        <w:gridCol w:w="2155"/>
        <w:gridCol w:w="1743"/>
        <w:gridCol w:w="2049"/>
        <w:gridCol w:w="1837"/>
        <w:gridCol w:w="1958"/>
      </w:tblGrid>
      <w:tr w:rsidR="00B64FD6" w:rsidRPr="00E81E94" w14:paraId="10DA9A17" w14:textId="77777777" w:rsidTr="00E81E94">
        <w:trPr>
          <w:jc w:val="center"/>
        </w:trPr>
        <w:tc>
          <w:tcPr>
            <w:tcW w:w="2155" w:type="dxa"/>
          </w:tcPr>
          <w:p w14:paraId="3C59F22E" w14:textId="77777777" w:rsidR="00B64FD6" w:rsidRPr="00E81E94" w:rsidRDefault="00B64FD6" w:rsidP="00E81E94">
            <w:pPr>
              <w:jc w:val="center"/>
              <w:rPr>
                <w:b/>
                <w:sz w:val="24"/>
                <w:szCs w:val="24"/>
              </w:rPr>
            </w:pPr>
            <w:r w:rsidRPr="00E81E94">
              <w:rPr>
                <w:b/>
                <w:sz w:val="24"/>
                <w:szCs w:val="24"/>
              </w:rPr>
              <w:t>Предмет</w:t>
            </w:r>
          </w:p>
        </w:tc>
        <w:tc>
          <w:tcPr>
            <w:tcW w:w="1743" w:type="dxa"/>
          </w:tcPr>
          <w:p w14:paraId="61ACA3AE" w14:textId="77777777" w:rsidR="00B64FD6" w:rsidRPr="00E81E94" w:rsidRDefault="00B64FD6" w:rsidP="00E81E94">
            <w:pPr>
              <w:jc w:val="center"/>
              <w:rPr>
                <w:b/>
                <w:sz w:val="24"/>
                <w:szCs w:val="24"/>
              </w:rPr>
            </w:pPr>
            <w:r w:rsidRPr="00E81E94">
              <w:rPr>
                <w:b/>
                <w:sz w:val="24"/>
                <w:szCs w:val="24"/>
              </w:rPr>
              <w:t>Классы</w:t>
            </w:r>
          </w:p>
        </w:tc>
        <w:tc>
          <w:tcPr>
            <w:tcW w:w="2049" w:type="dxa"/>
          </w:tcPr>
          <w:p w14:paraId="3710234D" w14:textId="77777777" w:rsidR="00B64FD6" w:rsidRPr="00E81E94" w:rsidRDefault="00B64FD6" w:rsidP="00E81E94">
            <w:pPr>
              <w:jc w:val="center"/>
              <w:rPr>
                <w:b/>
                <w:sz w:val="24"/>
                <w:szCs w:val="24"/>
              </w:rPr>
            </w:pPr>
            <w:r w:rsidRPr="00E81E94">
              <w:rPr>
                <w:b/>
                <w:sz w:val="24"/>
                <w:szCs w:val="24"/>
              </w:rPr>
              <w:t>Дата проведения</w:t>
            </w:r>
          </w:p>
        </w:tc>
        <w:tc>
          <w:tcPr>
            <w:tcW w:w="1837" w:type="dxa"/>
          </w:tcPr>
          <w:p w14:paraId="012719B1" w14:textId="77777777" w:rsidR="00B64FD6" w:rsidRPr="00E81E94" w:rsidRDefault="00B64FD6" w:rsidP="00E81E94">
            <w:pPr>
              <w:jc w:val="center"/>
              <w:rPr>
                <w:b/>
                <w:sz w:val="24"/>
                <w:szCs w:val="24"/>
              </w:rPr>
            </w:pPr>
            <w:r w:rsidRPr="00E81E94">
              <w:rPr>
                <w:b/>
                <w:sz w:val="24"/>
                <w:szCs w:val="24"/>
              </w:rPr>
              <w:t>Время проведения</w:t>
            </w:r>
          </w:p>
        </w:tc>
        <w:tc>
          <w:tcPr>
            <w:tcW w:w="1958" w:type="dxa"/>
          </w:tcPr>
          <w:p w14:paraId="5411512C" w14:textId="77777777" w:rsidR="00265116" w:rsidRPr="00E81E94" w:rsidRDefault="00265116" w:rsidP="00E81E94">
            <w:pPr>
              <w:jc w:val="center"/>
              <w:rPr>
                <w:b/>
                <w:sz w:val="24"/>
                <w:szCs w:val="24"/>
              </w:rPr>
            </w:pPr>
            <w:r w:rsidRPr="00E81E94">
              <w:rPr>
                <w:b/>
                <w:sz w:val="24"/>
                <w:szCs w:val="24"/>
              </w:rPr>
              <w:t>Сроки</w:t>
            </w:r>
          </w:p>
          <w:p w14:paraId="3763F5D4" w14:textId="77777777" w:rsidR="00B64FD6" w:rsidRPr="00E81E94" w:rsidRDefault="00B64FD6" w:rsidP="00E81E94">
            <w:pPr>
              <w:jc w:val="center"/>
              <w:rPr>
                <w:b/>
                <w:sz w:val="24"/>
                <w:szCs w:val="24"/>
              </w:rPr>
            </w:pPr>
            <w:r w:rsidRPr="00E81E94">
              <w:rPr>
                <w:b/>
                <w:sz w:val="24"/>
                <w:szCs w:val="24"/>
              </w:rPr>
              <w:t>предоставления результатов</w:t>
            </w:r>
          </w:p>
        </w:tc>
      </w:tr>
      <w:tr w:rsidR="00FB110C" w:rsidRPr="00E81E94" w14:paraId="7E9D887A" w14:textId="77777777" w:rsidTr="00E81E94">
        <w:trPr>
          <w:jc w:val="center"/>
        </w:trPr>
        <w:tc>
          <w:tcPr>
            <w:tcW w:w="2155" w:type="dxa"/>
          </w:tcPr>
          <w:p w14:paraId="2D561031" w14:textId="77777777" w:rsidR="00FB110C" w:rsidRPr="00E81E94" w:rsidRDefault="00FB110C" w:rsidP="00E81E94">
            <w:pPr>
              <w:jc w:val="center"/>
              <w:rPr>
                <w:sz w:val="24"/>
                <w:szCs w:val="24"/>
              </w:rPr>
            </w:pPr>
            <w:r w:rsidRPr="00E81E94">
              <w:rPr>
                <w:sz w:val="24"/>
                <w:szCs w:val="24"/>
              </w:rPr>
              <w:t>Астрономия</w:t>
            </w:r>
          </w:p>
        </w:tc>
        <w:tc>
          <w:tcPr>
            <w:tcW w:w="1743" w:type="dxa"/>
          </w:tcPr>
          <w:p w14:paraId="59B7E53E" w14:textId="77777777" w:rsidR="00FB110C" w:rsidRPr="00E81E94" w:rsidRDefault="00FB110C" w:rsidP="00E81E94">
            <w:pPr>
              <w:jc w:val="center"/>
              <w:rPr>
                <w:sz w:val="24"/>
                <w:szCs w:val="24"/>
              </w:rPr>
            </w:pPr>
            <w:r w:rsidRPr="00E81E94">
              <w:rPr>
                <w:sz w:val="24"/>
                <w:szCs w:val="24"/>
              </w:rPr>
              <w:t>5-11 классы</w:t>
            </w:r>
          </w:p>
        </w:tc>
        <w:tc>
          <w:tcPr>
            <w:tcW w:w="2049" w:type="dxa"/>
          </w:tcPr>
          <w:p w14:paraId="7EE25343" w14:textId="77777777" w:rsidR="00FB110C" w:rsidRPr="00E81E94" w:rsidRDefault="00FB110C" w:rsidP="00E81E94">
            <w:pPr>
              <w:jc w:val="center"/>
              <w:rPr>
                <w:sz w:val="24"/>
                <w:szCs w:val="24"/>
              </w:rPr>
            </w:pPr>
            <w:r w:rsidRPr="00E81E94">
              <w:rPr>
                <w:sz w:val="24"/>
                <w:szCs w:val="24"/>
              </w:rPr>
              <w:t>24.09.2024</w:t>
            </w:r>
          </w:p>
        </w:tc>
        <w:tc>
          <w:tcPr>
            <w:tcW w:w="1837" w:type="dxa"/>
          </w:tcPr>
          <w:p w14:paraId="4BA12614"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val="restart"/>
          </w:tcPr>
          <w:p w14:paraId="003EA71C" w14:textId="77777777" w:rsidR="00FB110C" w:rsidRPr="00E81E94" w:rsidRDefault="00FB110C" w:rsidP="00E81E94">
            <w:pPr>
              <w:jc w:val="center"/>
              <w:rPr>
                <w:sz w:val="24"/>
                <w:szCs w:val="24"/>
              </w:rPr>
            </w:pPr>
            <w:r w:rsidRPr="00E81E94">
              <w:rPr>
                <w:sz w:val="24"/>
                <w:szCs w:val="24"/>
              </w:rPr>
              <w:t>По мере выгрузки результатов в личном кабинете</w:t>
            </w:r>
          </w:p>
        </w:tc>
      </w:tr>
      <w:tr w:rsidR="00FB110C" w:rsidRPr="00E81E94" w14:paraId="17B3E60B" w14:textId="77777777" w:rsidTr="00E81E94">
        <w:trPr>
          <w:jc w:val="center"/>
        </w:trPr>
        <w:tc>
          <w:tcPr>
            <w:tcW w:w="2155" w:type="dxa"/>
          </w:tcPr>
          <w:p w14:paraId="7C89B012" w14:textId="77777777" w:rsidR="00FB110C" w:rsidRPr="00E81E94" w:rsidRDefault="00FB110C" w:rsidP="00E81E94">
            <w:pPr>
              <w:jc w:val="center"/>
              <w:rPr>
                <w:sz w:val="24"/>
                <w:szCs w:val="24"/>
              </w:rPr>
            </w:pPr>
            <w:r w:rsidRPr="00E81E94">
              <w:rPr>
                <w:sz w:val="24"/>
                <w:szCs w:val="24"/>
              </w:rPr>
              <w:t>Физика</w:t>
            </w:r>
          </w:p>
        </w:tc>
        <w:tc>
          <w:tcPr>
            <w:tcW w:w="1743" w:type="dxa"/>
          </w:tcPr>
          <w:p w14:paraId="4934A597" w14:textId="77777777" w:rsidR="00FB110C" w:rsidRPr="00E81E94" w:rsidRDefault="00FB110C" w:rsidP="00E81E94">
            <w:pPr>
              <w:jc w:val="center"/>
              <w:rPr>
                <w:sz w:val="24"/>
                <w:szCs w:val="24"/>
              </w:rPr>
            </w:pPr>
            <w:r w:rsidRPr="00E81E94">
              <w:rPr>
                <w:sz w:val="24"/>
                <w:szCs w:val="24"/>
              </w:rPr>
              <w:t>7-11 классы</w:t>
            </w:r>
          </w:p>
        </w:tc>
        <w:tc>
          <w:tcPr>
            <w:tcW w:w="2049" w:type="dxa"/>
          </w:tcPr>
          <w:p w14:paraId="03C15FDC" w14:textId="77777777" w:rsidR="00FB110C" w:rsidRPr="00E81E94" w:rsidRDefault="00FB110C" w:rsidP="00E81E94">
            <w:pPr>
              <w:jc w:val="center"/>
              <w:rPr>
                <w:sz w:val="24"/>
                <w:szCs w:val="24"/>
              </w:rPr>
            </w:pPr>
            <w:r w:rsidRPr="00E81E94">
              <w:rPr>
                <w:sz w:val="24"/>
                <w:szCs w:val="24"/>
              </w:rPr>
              <w:t>01.10.2024</w:t>
            </w:r>
          </w:p>
        </w:tc>
        <w:tc>
          <w:tcPr>
            <w:tcW w:w="1837" w:type="dxa"/>
          </w:tcPr>
          <w:p w14:paraId="2C8731C5"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598D2AE8" w14:textId="77777777" w:rsidR="00FB110C" w:rsidRPr="00E81E94" w:rsidRDefault="00FB110C" w:rsidP="00E81E94">
            <w:pPr>
              <w:jc w:val="center"/>
              <w:rPr>
                <w:sz w:val="24"/>
                <w:szCs w:val="24"/>
              </w:rPr>
            </w:pPr>
          </w:p>
        </w:tc>
      </w:tr>
      <w:tr w:rsidR="00FB110C" w:rsidRPr="00E81E94" w14:paraId="41FF677A" w14:textId="77777777" w:rsidTr="00E81E94">
        <w:trPr>
          <w:jc w:val="center"/>
        </w:trPr>
        <w:tc>
          <w:tcPr>
            <w:tcW w:w="2155" w:type="dxa"/>
          </w:tcPr>
          <w:p w14:paraId="6B8CECB7" w14:textId="77777777" w:rsidR="00FB110C" w:rsidRPr="00E81E94" w:rsidRDefault="00FB110C" w:rsidP="00E81E94">
            <w:pPr>
              <w:jc w:val="center"/>
              <w:rPr>
                <w:sz w:val="24"/>
                <w:szCs w:val="24"/>
              </w:rPr>
            </w:pPr>
            <w:r w:rsidRPr="00E81E94">
              <w:rPr>
                <w:sz w:val="24"/>
                <w:szCs w:val="24"/>
              </w:rPr>
              <w:t>Биология</w:t>
            </w:r>
          </w:p>
        </w:tc>
        <w:tc>
          <w:tcPr>
            <w:tcW w:w="1743" w:type="dxa"/>
          </w:tcPr>
          <w:p w14:paraId="18621594" w14:textId="77777777" w:rsidR="00FB110C" w:rsidRPr="00E81E94" w:rsidRDefault="00FB110C" w:rsidP="00E81E94">
            <w:pPr>
              <w:jc w:val="center"/>
              <w:rPr>
                <w:sz w:val="24"/>
                <w:szCs w:val="24"/>
              </w:rPr>
            </w:pPr>
            <w:r w:rsidRPr="00E81E94">
              <w:rPr>
                <w:sz w:val="24"/>
                <w:szCs w:val="24"/>
              </w:rPr>
              <w:t>5-6 классы</w:t>
            </w:r>
          </w:p>
        </w:tc>
        <w:tc>
          <w:tcPr>
            <w:tcW w:w="2049" w:type="dxa"/>
          </w:tcPr>
          <w:p w14:paraId="05E2943A" w14:textId="77777777" w:rsidR="00FB110C" w:rsidRPr="00E81E94" w:rsidRDefault="00FB110C" w:rsidP="00E81E94">
            <w:pPr>
              <w:jc w:val="center"/>
              <w:rPr>
                <w:sz w:val="24"/>
                <w:szCs w:val="24"/>
              </w:rPr>
            </w:pPr>
            <w:r w:rsidRPr="00E81E94">
              <w:rPr>
                <w:sz w:val="24"/>
                <w:szCs w:val="24"/>
              </w:rPr>
              <w:t>08.10.2024</w:t>
            </w:r>
          </w:p>
        </w:tc>
        <w:tc>
          <w:tcPr>
            <w:tcW w:w="1837" w:type="dxa"/>
          </w:tcPr>
          <w:p w14:paraId="605D3728"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7319DB4F" w14:textId="77777777" w:rsidR="00FB110C" w:rsidRPr="00E81E94" w:rsidRDefault="00FB110C" w:rsidP="00E81E94">
            <w:pPr>
              <w:jc w:val="center"/>
              <w:rPr>
                <w:sz w:val="24"/>
                <w:szCs w:val="24"/>
              </w:rPr>
            </w:pPr>
          </w:p>
        </w:tc>
      </w:tr>
      <w:tr w:rsidR="00FB110C" w:rsidRPr="00E81E94" w14:paraId="44DF0F74" w14:textId="77777777" w:rsidTr="00E81E94">
        <w:trPr>
          <w:jc w:val="center"/>
        </w:trPr>
        <w:tc>
          <w:tcPr>
            <w:tcW w:w="2155" w:type="dxa"/>
          </w:tcPr>
          <w:p w14:paraId="7E317DDF" w14:textId="77777777" w:rsidR="00FB110C" w:rsidRPr="00E81E94" w:rsidRDefault="00FB110C" w:rsidP="00E81E94">
            <w:pPr>
              <w:jc w:val="center"/>
              <w:rPr>
                <w:sz w:val="24"/>
                <w:szCs w:val="24"/>
              </w:rPr>
            </w:pPr>
            <w:r w:rsidRPr="00E81E94">
              <w:rPr>
                <w:sz w:val="24"/>
                <w:szCs w:val="24"/>
              </w:rPr>
              <w:t>Биология</w:t>
            </w:r>
          </w:p>
        </w:tc>
        <w:tc>
          <w:tcPr>
            <w:tcW w:w="1743" w:type="dxa"/>
          </w:tcPr>
          <w:p w14:paraId="4BB6C9F3" w14:textId="77777777" w:rsidR="00FB110C" w:rsidRPr="00E81E94" w:rsidRDefault="00FB110C" w:rsidP="00E81E94">
            <w:pPr>
              <w:jc w:val="center"/>
              <w:rPr>
                <w:sz w:val="24"/>
                <w:szCs w:val="24"/>
              </w:rPr>
            </w:pPr>
            <w:r w:rsidRPr="00E81E94">
              <w:rPr>
                <w:sz w:val="24"/>
                <w:szCs w:val="24"/>
              </w:rPr>
              <w:t>7-11 классы</w:t>
            </w:r>
          </w:p>
        </w:tc>
        <w:tc>
          <w:tcPr>
            <w:tcW w:w="2049" w:type="dxa"/>
          </w:tcPr>
          <w:p w14:paraId="3E6E4585" w14:textId="77777777" w:rsidR="00FB110C" w:rsidRPr="00E81E94" w:rsidRDefault="00FB110C" w:rsidP="00E81E94">
            <w:pPr>
              <w:jc w:val="center"/>
              <w:rPr>
                <w:sz w:val="24"/>
                <w:szCs w:val="24"/>
              </w:rPr>
            </w:pPr>
            <w:r w:rsidRPr="00E81E94">
              <w:rPr>
                <w:sz w:val="24"/>
                <w:szCs w:val="24"/>
              </w:rPr>
              <w:t>09.10.2024</w:t>
            </w:r>
          </w:p>
        </w:tc>
        <w:tc>
          <w:tcPr>
            <w:tcW w:w="1837" w:type="dxa"/>
          </w:tcPr>
          <w:p w14:paraId="276DDBC8"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3C9540AD" w14:textId="77777777" w:rsidR="00FB110C" w:rsidRPr="00E81E94" w:rsidRDefault="00FB110C" w:rsidP="00E81E94">
            <w:pPr>
              <w:jc w:val="center"/>
              <w:rPr>
                <w:sz w:val="24"/>
                <w:szCs w:val="24"/>
              </w:rPr>
            </w:pPr>
          </w:p>
        </w:tc>
      </w:tr>
      <w:tr w:rsidR="00FB110C" w:rsidRPr="00E81E94" w14:paraId="14F58182" w14:textId="77777777" w:rsidTr="00E81E94">
        <w:trPr>
          <w:jc w:val="center"/>
        </w:trPr>
        <w:tc>
          <w:tcPr>
            <w:tcW w:w="2155" w:type="dxa"/>
          </w:tcPr>
          <w:p w14:paraId="3C60B07B" w14:textId="77777777" w:rsidR="00FB110C" w:rsidRPr="00E81E94" w:rsidRDefault="00FB110C" w:rsidP="00E81E94">
            <w:pPr>
              <w:jc w:val="center"/>
              <w:rPr>
                <w:sz w:val="24"/>
                <w:szCs w:val="24"/>
              </w:rPr>
            </w:pPr>
            <w:r w:rsidRPr="00E81E94">
              <w:rPr>
                <w:sz w:val="24"/>
                <w:szCs w:val="24"/>
              </w:rPr>
              <w:t>Математика</w:t>
            </w:r>
          </w:p>
        </w:tc>
        <w:tc>
          <w:tcPr>
            <w:tcW w:w="1743" w:type="dxa"/>
          </w:tcPr>
          <w:p w14:paraId="645F2244" w14:textId="77777777" w:rsidR="00FB110C" w:rsidRPr="00E81E94" w:rsidRDefault="00FB110C" w:rsidP="00E81E94">
            <w:pPr>
              <w:jc w:val="center"/>
              <w:rPr>
                <w:sz w:val="24"/>
                <w:szCs w:val="24"/>
              </w:rPr>
            </w:pPr>
            <w:r w:rsidRPr="00E81E94">
              <w:rPr>
                <w:sz w:val="24"/>
                <w:szCs w:val="24"/>
              </w:rPr>
              <w:t>4-6 классы</w:t>
            </w:r>
          </w:p>
        </w:tc>
        <w:tc>
          <w:tcPr>
            <w:tcW w:w="2049" w:type="dxa"/>
          </w:tcPr>
          <w:p w14:paraId="30B284C3" w14:textId="77777777" w:rsidR="00FB110C" w:rsidRPr="00E81E94" w:rsidRDefault="00FB110C" w:rsidP="00E81E94">
            <w:pPr>
              <w:jc w:val="center"/>
              <w:rPr>
                <w:sz w:val="24"/>
                <w:szCs w:val="24"/>
              </w:rPr>
            </w:pPr>
            <w:r w:rsidRPr="00E81E94">
              <w:rPr>
                <w:sz w:val="24"/>
                <w:szCs w:val="24"/>
              </w:rPr>
              <w:t>15.10.2024</w:t>
            </w:r>
          </w:p>
        </w:tc>
        <w:tc>
          <w:tcPr>
            <w:tcW w:w="1837" w:type="dxa"/>
          </w:tcPr>
          <w:p w14:paraId="4B9C028F"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3B1AF9FF" w14:textId="77777777" w:rsidR="00FB110C" w:rsidRPr="00E81E94" w:rsidRDefault="00FB110C" w:rsidP="00E81E94">
            <w:pPr>
              <w:jc w:val="center"/>
              <w:rPr>
                <w:sz w:val="24"/>
                <w:szCs w:val="24"/>
              </w:rPr>
            </w:pPr>
          </w:p>
        </w:tc>
      </w:tr>
      <w:tr w:rsidR="00FB110C" w:rsidRPr="00E81E94" w14:paraId="495668FA" w14:textId="77777777" w:rsidTr="00E81E94">
        <w:trPr>
          <w:jc w:val="center"/>
        </w:trPr>
        <w:tc>
          <w:tcPr>
            <w:tcW w:w="2155" w:type="dxa"/>
          </w:tcPr>
          <w:p w14:paraId="297611D9" w14:textId="77777777" w:rsidR="00FB110C" w:rsidRPr="00E81E94" w:rsidRDefault="00FB110C" w:rsidP="00E81E94">
            <w:pPr>
              <w:jc w:val="center"/>
              <w:rPr>
                <w:sz w:val="24"/>
                <w:szCs w:val="24"/>
              </w:rPr>
            </w:pPr>
            <w:r w:rsidRPr="00E81E94">
              <w:rPr>
                <w:sz w:val="24"/>
                <w:szCs w:val="24"/>
              </w:rPr>
              <w:t>Математика</w:t>
            </w:r>
          </w:p>
        </w:tc>
        <w:tc>
          <w:tcPr>
            <w:tcW w:w="1743" w:type="dxa"/>
          </w:tcPr>
          <w:p w14:paraId="31977F75" w14:textId="77777777" w:rsidR="00FB110C" w:rsidRPr="00E81E94" w:rsidRDefault="00FB110C" w:rsidP="00E81E94">
            <w:pPr>
              <w:jc w:val="center"/>
              <w:rPr>
                <w:sz w:val="24"/>
                <w:szCs w:val="24"/>
              </w:rPr>
            </w:pPr>
            <w:r w:rsidRPr="00E81E94">
              <w:rPr>
                <w:sz w:val="24"/>
                <w:szCs w:val="24"/>
              </w:rPr>
              <w:t>7-11 классы</w:t>
            </w:r>
          </w:p>
        </w:tc>
        <w:tc>
          <w:tcPr>
            <w:tcW w:w="2049" w:type="dxa"/>
          </w:tcPr>
          <w:p w14:paraId="1C018C3D" w14:textId="77777777" w:rsidR="00FB110C" w:rsidRPr="00E81E94" w:rsidRDefault="00FB110C" w:rsidP="00E81E94">
            <w:pPr>
              <w:jc w:val="center"/>
              <w:rPr>
                <w:sz w:val="24"/>
                <w:szCs w:val="24"/>
              </w:rPr>
            </w:pPr>
            <w:r w:rsidRPr="00E81E94">
              <w:rPr>
                <w:sz w:val="24"/>
                <w:szCs w:val="24"/>
              </w:rPr>
              <w:t>16.10.2024</w:t>
            </w:r>
          </w:p>
        </w:tc>
        <w:tc>
          <w:tcPr>
            <w:tcW w:w="1837" w:type="dxa"/>
          </w:tcPr>
          <w:p w14:paraId="026DC6BF"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486E44E9" w14:textId="77777777" w:rsidR="00FB110C" w:rsidRPr="00E81E94" w:rsidRDefault="00FB110C" w:rsidP="00E81E94">
            <w:pPr>
              <w:jc w:val="center"/>
              <w:rPr>
                <w:sz w:val="24"/>
                <w:szCs w:val="24"/>
              </w:rPr>
            </w:pPr>
          </w:p>
        </w:tc>
      </w:tr>
      <w:tr w:rsidR="00FB110C" w:rsidRPr="00E81E94" w14:paraId="4C7068A9" w14:textId="77777777" w:rsidTr="00E81E94">
        <w:trPr>
          <w:jc w:val="center"/>
        </w:trPr>
        <w:tc>
          <w:tcPr>
            <w:tcW w:w="2155" w:type="dxa"/>
          </w:tcPr>
          <w:p w14:paraId="1306107F" w14:textId="77777777" w:rsidR="00FB110C" w:rsidRPr="00E81E94" w:rsidRDefault="00FB110C" w:rsidP="00E81E94">
            <w:pPr>
              <w:jc w:val="center"/>
              <w:rPr>
                <w:sz w:val="24"/>
                <w:szCs w:val="24"/>
              </w:rPr>
            </w:pPr>
            <w:r w:rsidRPr="00E81E94">
              <w:rPr>
                <w:sz w:val="24"/>
                <w:szCs w:val="24"/>
              </w:rPr>
              <w:t>Химия</w:t>
            </w:r>
          </w:p>
        </w:tc>
        <w:tc>
          <w:tcPr>
            <w:tcW w:w="1743" w:type="dxa"/>
          </w:tcPr>
          <w:p w14:paraId="6AB38B29" w14:textId="77777777" w:rsidR="00FB110C" w:rsidRPr="00E81E94" w:rsidRDefault="00FB110C" w:rsidP="00E81E94">
            <w:pPr>
              <w:jc w:val="center"/>
              <w:rPr>
                <w:sz w:val="24"/>
                <w:szCs w:val="24"/>
              </w:rPr>
            </w:pPr>
            <w:r w:rsidRPr="00E81E94">
              <w:rPr>
                <w:sz w:val="24"/>
                <w:szCs w:val="24"/>
              </w:rPr>
              <w:t>7-11 классы</w:t>
            </w:r>
          </w:p>
        </w:tc>
        <w:tc>
          <w:tcPr>
            <w:tcW w:w="2049" w:type="dxa"/>
          </w:tcPr>
          <w:p w14:paraId="04EE987D" w14:textId="77777777" w:rsidR="00FB110C" w:rsidRPr="00E81E94" w:rsidRDefault="00FB110C" w:rsidP="00E81E94">
            <w:pPr>
              <w:jc w:val="center"/>
              <w:rPr>
                <w:sz w:val="24"/>
                <w:szCs w:val="24"/>
              </w:rPr>
            </w:pPr>
            <w:r w:rsidRPr="00E81E94">
              <w:rPr>
                <w:sz w:val="24"/>
                <w:szCs w:val="24"/>
              </w:rPr>
              <w:t>17.10.2024</w:t>
            </w:r>
          </w:p>
        </w:tc>
        <w:tc>
          <w:tcPr>
            <w:tcW w:w="1837" w:type="dxa"/>
          </w:tcPr>
          <w:p w14:paraId="505C98CC"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0B5EBC74" w14:textId="77777777" w:rsidR="00FB110C" w:rsidRPr="00E81E94" w:rsidRDefault="00FB110C" w:rsidP="00E81E94">
            <w:pPr>
              <w:jc w:val="center"/>
              <w:rPr>
                <w:sz w:val="24"/>
                <w:szCs w:val="24"/>
              </w:rPr>
            </w:pPr>
          </w:p>
        </w:tc>
      </w:tr>
      <w:tr w:rsidR="00FB110C" w:rsidRPr="00E81E94" w14:paraId="42D17F32" w14:textId="77777777" w:rsidTr="00E81E94">
        <w:trPr>
          <w:jc w:val="center"/>
        </w:trPr>
        <w:tc>
          <w:tcPr>
            <w:tcW w:w="2155" w:type="dxa"/>
          </w:tcPr>
          <w:p w14:paraId="0F6BEFEB" w14:textId="77777777" w:rsidR="00FB110C" w:rsidRPr="00E81E94" w:rsidRDefault="00FB110C" w:rsidP="00E81E94">
            <w:pPr>
              <w:jc w:val="center"/>
              <w:rPr>
                <w:sz w:val="24"/>
                <w:szCs w:val="24"/>
              </w:rPr>
            </w:pPr>
            <w:r w:rsidRPr="00E81E94">
              <w:rPr>
                <w:sz w:val="24"/>
                <w:szCs w:val="24"/>
              </w:rPr>
              <w:t>Информатика</w:t>
            </w:r>
          </w:p>
        </w:tc>
        <w:tc>
          <w:tcPr>
            <w:tcW w:w="1743" w:type="dxa"/>
          </w:tcPr>
          <w:p w14:paraId="3ADFB9A7" w14:textId="77777777" w:rsidR="00FB110C" w:rsidRPr="00E81E94" w:rsidRDefault="00FB110C" w:rsidP="00E81E94">
            <w:pPr>
              <w:jc w:val="center"/>
              <w:rPr>
                <w:sz w:val="24"/>
                <w:szCs w:val="24"/>
              </w:rPr>
            </w:pPr>
            <w:r w:rsidRPr="00E81E94">
              <w:rPr>
                <w:sz w:val="24"/>
                <w:szCs w:val="24"/>
              </w:rPr>
              <w:t>5-11 классы</w:t>
            </w:r>
          </w:p>
        </w:tc>
        <w:tc>
          <w:tcPr>
            <w:tcW w:w="2049" w:type="dxa"/>
          </w:tcPr>
          <w:p w14:paraId="33E206BF" w14:textId="77777777" w:rsidR="00FB110C" w:rsidRPr="00E81E94" w:rsidRDefault="00FB110C" w:rsidP="00E81E94">
            <w:pPr>
              <w:jc w:val="center"/>
              <w:rPr>
                <w:sz w:val="24"/>
                <w:szCs w:val="24"/>
              </w:rPr>
            </w:pPr>
            <w:r w:rsidRPr="00E81E94">
              <w:rPr>
                <w:sz w:val="24"/>
                <w:szCs w:val="24"/>
              </w:rPr>
              <w:t>22.10.2024</w:t>
            </w:r>
          </w:p>
        </w:tc>
        <w:tc>
          <w:tcPr>
            <w:tcW w:w="1837" w:type="dxa"/>
          </w:tcPr>
          <w:p w14:paraId="0129A761" w14:textId="77777777" w:rsidR="00FB110C" w:rsidRPr="00E81E94" w:rsidRDefault="00FB110C" w:rsidP="00E81E94">
            <w:pPr>
              <w:jc w:val="center"/>
              <w:rPr>
                <w:sz w:val="24"/>
                <w:szCs w:val="24"/>
              </w:rPr>
            </w:pPr>
            <w:r w:rsidRPr="00E81E94">
              <w:rPr>
                <w:sz w:val="24"/>
                <w:szCs w:val="24"/>
              </w:rPr>
              <w:t>В период с 8.00 до 22.00 час.</w:t>
            </w:r>
          </w:p>
        </w:tc>
        <w:tc>
          <w:tcPr>
            <w:tcW w:w="1958" w:type="dxa"/>
            <w:vMerge/>
          </w:tcPr>
          <w:p w14:paraId="3606ED7C" w14:textId="77777777" w:rsidR="00FB110C" w:rsidRPr="00E81E94" w:rsidRDefault="00FB110C" w:rsidP="00E81E94">
            <w:pPr>
              <w:jc w:val="center"/>
              <w:rPr>
                <w:sz w:val="24"/>
                <w:szCs w:val="24"/>
              </w:rPr>
            </w:pPr>
          </w:p>
        </w:tc>
      </w:tr>
    </w:tbl>
    <w:p w14:paraId="4DA6CD32" w14:textId="77777777" w:rsidR="00E81E94" w:rsidRDefault="00E81E94">
      <w:pPr>
        <w:rPr>
          <w:color w:val="FF0000"/>
          <w:sz w:val="24"/>
          <w:szCs w:val="24"/>
        </w:rPr>
      </w:pPr>
      <w:r>
        <w:br w:type="page"/>
      </w:r>
    </w:p>
    <w:p w14:paraId="64082CEF" w14:textId="131AD248" w:rsidR="008019D9" w:rsidRPr="009E6E93" w:rsidRDefault="00D87178" w:rsidP="00D86B97">
      <w:pPr>
        <w:pStyle w:val="af2"/>
        <w:rPr>
          <w:color w:val="auto"/>
        </w:rPr>
      </w:pPr>
      <w:r>
        <w:rPr>
          <w:color w:val="auto"/>
        </w:rPr>
        <w:lastRenderedPageBreak/>
        <w:t>Приложение №2</w:t>
      </w:r>
    </w:p>
    <w:p w14:paraId="28B0ABFC" w14:textId="77777777" w:rsidR="008019D9" w:rsidRPr="009E6E93" w:rsidRDefault="008019D9" w:rsidP="00D86B97">
      <w:pPr>
        <w:pStyle w:val="af2"/>
        <w:rPr>
          <w:color w:val="auto"/>
        </w:rPr>
      </w:pPr>
      <w:r w:rsidRPr="009E6E93">
        <w:rPr>
          <w:color w:val="auto"/>
        </w:rPr>
        <w:t>к приказу Отдела образования</w:t>
      </w:r>
    </w:p>
    <w:p w14:paraId="1CC2B040" w14:textId="699C6BCC" w:rsidR="008019D9" w:rsidRDefault="00035A02" w:rsidP="00D86B97">
      <w:pPr>
        <w:pStyle w:val="af2"/>
        <w:rPr>
          <w:color w:val="auto"/>
        </w:rPr>
      </w:pPr>
      <w:r w:rsidRPr="009E6E93">
        <w:rPr>
          <w:color w:val="auto"/>
        </w:rPr>
        <w:t xml:space="preserve">от </w:t>
      </w:r>
      <w:r w:rsidR="00534537">
        <w:rPr>
          <w:color w:val="auto"/>
        </w:rPr>
        <w:t>30.08</w:t>
      </w:r>
      <w:r w:rsidR="00645323">
        <w:rPr>
          <w:color w:val="auto"/>
        </w:rPr>
        <w:t>.202</w:t>
      </w:r>
      <w:r w:rsidR="00534537">
        <w:rPr>
          <w:color w:val="auto"/>
        </w:rPr>
        <w:t>4</w:t>
      </w:r>
      <w:r w:rsidRPr="009E6E93">
        <w:rPr>
          <w:color w:val="auto"/>
        </w:rPr>
        <w:t>г. №</w:t>
      </w:r>
      <w:r w:rsidR="00E81E94">
        <w:rPr>
          <w:color w:val="auto"/>
        </w:rPr>
        <w:t xml:space="preserve"> </w:t>
      </w:r>
      <w:r w:rsidR="00534537">
        <w:rPr>
          <w:color w:val="auto"/>
        </w:rPr>
        <w:t>438</w:t>
      </w:r>
    </w:p>
    <w:p w14:paraId="73F04896" w14:textId="77777777" w:rsidR="00FA2C41" w:rsidRPr="00E81E94" w:rsidRDefault="00FA2C41" w:rsidP="00E81E94">
      <w:pPr>
        <w:pStyle w:val="af2"/>
        <w:jc w:val="center"/>
        <w:rPr>
          <w:color w:val="auto"/>
        </w:rPr>
      </w:pPr>
    </w:p>
    <w:p w14:paraId="641D8B51" w14:textId="77777777" w:rsidR="00A21769" w:rsidRPr="00E81E94" w:rsidRDefault="00840D42" w:rsidP="00E81E94">
      <w:pPr>
        <w:pStyle w:val="af2"/>
        <w:jc w:val="center"/>
        <w:rPr>
          <w:b/>
          <w:color w:val="auto"/>
        </w:rPr>
      </w:pPr>
      <w:r w:rsidRPr="00E81E94">
        <w:rPr>
          <w:b/>
          <w:color w:val="auto"/>
        </w:rPr>
        <w:t xml:space="preserve">План мероприятий («дорожная карта») </w:t>
      </w:r>
    </w:p>
    <w:p w14:paraId="5C7680C2" w14:textId="77777777" w:rsidR="00A21769" w:rsidRPr="00E81E94" w:rsidRDefault="00840D42" w:rsidP="00E81E94">
      <w:pPr>
        <w:pStyle w:val="af2"/>
        <w:jc w:val="center"/>
        <w:rPr>
          <w:b/>
          <w:color w:val="auto"/>
        </w:rPr>
      </w:pPr>
      <w:r w:rsidRPr="00E81E94">
        <w:rPr>
          <w:b/>
          <w:color w:val="auto"/>
        </w:rPr>
        <w:t>по организации и проведению школьного этапа всероссийской олимп</w:t>
      </w:r>
      <w:r w:rsidR="00A21769" w:rsidRPr="00E81E94">
        <w:rPr>
          <w:b/>
          <w:color w:val="auto"/>
        </w:rPr>
        <w:t>и</w:t>
      </w:r>
      <w:r w:rsidRPr="00E81E94">
        <w:rPr>
          <w:b/>
          <w:color w:val="auto"/>
        </w:rPr>
        <w:t>ады школьников</w:t>
      </w:r>
      <w:r w:rsidR="00A21769" w:rsidRPr="00E81E94">
        <w:rPr>
          <w:b/>
          <w:color w:val="auto"/>
        </w:rPr>
        <w:t xml:space="preserve"> </w:t>
      </w:r>
    </w:p>
    <w:p w14:paraId="4936869D" w14:textId="77777777" w:rsidR="00FA2C41" w:rsidRPr="00E81E94" w:rsidRDefault="00A21769" w:rsidP="00E81E94">
      <w:pPr>
        <w:pStyle w:val="af2"/>
        <w:jc w:val="center"/>
        <w:rPr>
          <w:b/>
          <w:color w:val="auto"/>
        </w:rPr>
      </w:pPr>
      <w:r w:rsidRPr="00E81E94">
        <w:rPr>
          <w:b/>
          <w:color w:val="auto"/>
        </w:rPr>
        <w:t>в 2024-2025 учебном году</w:t>
      </w:r>
    </w:p>
    <w:p w14:paraId="4BD723B4" w14:textId="77777777" w:rsidR="00A21769" w:rsidRPr="00E81E94" w:rsidRDefault="00A21769" w:rsidP="00E81E94">
      <w:pPr>
        <w:pStyle w:val="af2"/>
        <w:jc w:val="center"/>
        <w:rPr>
          <w:b/>
          <w:color w:val="auto"/>
        </w:rPr>
      </w:pPr>
    </w:p>
    <w:tbl>
      <w:tblPr>
        <w:tblStyle w:val="ac"/>
        <w:tblW w:w="10093" w:type="dxa"/>
        <w:jc w:val="center"/>
        <w:tblLayout w:type="fixed"/>
        <w:tblLook w:val="04A0" w:firstRow="1" w:lastRow="0" w:firstColumn="1" w:lastColumn="0" w:noHBand="0" w:noVBand="1"/>
      </w:tblPr>
      <w:tblGrid>
        <w:gridCol w:w="559"/>
        <w:gridCol w:w="4006"/>
        <w:gridCol w:w="1701"/>
        <w:gridCol w:w="2409"/>
        <w:gridCol w:w="1418"/>
      </w:tblGrid>
      <w:tr w:rsidR="00F804F1" w:rsidRPr="00E81E94" w14:paraId="32D22710" w14:textId="77777777" w:rsidTr="0029024B">
        <w:trPr>
          <w:jc w:val="center"/>
        </w:trPr>
        <w:tc>
          <w:tcPr>
            <w:tcW w:w="559" w:type="dxa"/>
          </w:tcPr>
          <w:p w14:paraId="17819519" w14:textId="77777777" w:rsidR="004F4C7D" w:rsidRPr="00E81E94" w:rsidRDefault="004F4C7D" w:rsidP="00E81E94">
            <w:pPr>
              <w:jc w:val="center"/>
              <w:rPr>
                <w:sz w:val="22"/>
                <w:szCs w:val="22"/>
              </w:rPr>
            </w:pPr>
            <w:r w:rsidRPr="00E81E94">
              <w:rPr>
                <w:sz w:val="22"/>
                <w:szCs w:val="22"/>
              </w:rPr>
              <w:t>№</w:t>
            </w:r>
          </w:p>
        </w:tc>
        <w:tc>
          <w:tcPr>
            <w:tcW w:w="4006" w:type="dxa"/>
          </w:tcPr>
          <w:p w14:paraId="6141985A" w14:textId="77777777" w:rsidR="004F4C7D" w:rsidRPr="00E81E94" w:rsidRDefault="004F4C7D" w:rsidP="00E81E94">
            <w:pPr>
              <w:jc w:val="center"/>
              <w:rPr>
                <w:sz w:val="22"/>
                <w:szCs w:val="22"/>
              </w:rPr>
            </w:pPr>
            <w:r w:rsidRPr="00E81E94">
              <w:rPr>
                <w:rFonts w:eastAsia="Courier New"/>
                <w:sz w:val="22"/>
                <w:szCs w:val="22"/>
              </w:rPr>
              <w:t>Наименование мероприятия</w:t>
            </w:r>
          </w:p>
        </w:tc>
        <w:tc>
          <w:tcPr>
            <w:tcW w:w="1701" w:type="dxa"/>
          </w:tcPr>
          <w:p w14:paraId="2C7E9E59" w14:textId="77777777" w:rsidR="004F4C7D" w:rsidRPr="00E81E94" w:rsidRDefault="004F4C7D" w:rsidP="00E81E94">
            <w:pPr>
              <w:jc w:val="center"/>
              <w:rPr>
                <w:sz w:val="22"/>
                <w:szCs w:val="22"/>
              </w:rPr>
            </w:pPr>
            <w:r w:rsidRPr="00E81E94">
              <w:rPr>
                <w:rFonts w:eastAsia="Courier New"/>
                <w:sz w:val="22"/>
                <w:szCs w:val="22"/>
              </w:rPr>
              <w:t>Срок реализации</w:t>
            </w:r>
          </w:p>
        </w:tc>
        <w:tc>
          <w:tcPr>
            <w:tcW w:w="2409" w:type="dxa"/>
          </w:tcPr>
          <w:p w14:paraId="108D7428" w14:textId="77777777" w:rsidR="004F4C7D" w:rsidRPr="00E81E94" w:rsidRDefault="004F4C7D" w:rsidP="00E81E94">
            <w:pPr>
              <w:jc w:val="center"/>
              <w:rPr>
                <w:sz w:val="22"/>
                <w:szCs w:val="22"/>
              </w:rPr>
            </w:pPr>
            <w:r w:rsidRPr="00E81E94">
              <w:rPr>
                <w:rFonts w:eastAsia="Courier New"/>
                <w:sz w:val="22"/>
                <w:szCs w:val="22"/>
              </w:rPr>
              <w:t>Форма документа</w:t>
            </w:r>
          </w:p>
        </w:tc>
        <w:tc>
          <w:tcPr>
            <w:tcW w:w="1418" w:type="dxa"/>
          </w:tcPr>
          <w:p w14:paraId="1DADE25F" w14:textId="77777777" w:rsidR="004F4C7D" w:rsidRPr="00E81E94" w:rsidRDefault="004F4C7D" w:rsidP="00E81E94">
            <w:pPr>
              <w:jc w:val="center"/>
              <w:rPr>
                <w:sz w:val="22"/>
                <w:szCs w:val="22"/>
              </w:rPr>
            </w:pPr>
            <w:r w:rsidRPr="00E81E94">
              <w:rPr>
                <w:rFonts w:eastAsia="Courier New"/>
                <w:sz w:val="22"/>
                <w:szCs w:val="22"/>
              </w:rPr>
              <w:t>Ответственный</w:t>
            </w:r>
          </w:p>
        </w:tc>
      </w:tr>
      <w:tr w:rsidR="00F804F1" w:rsidRPr="00E81E94" w14:paraId="5394A14B" w14:textId="77777777" w:rsidTr="0029024B">
        <w:trPr>
          <w:jc w:val="center"/>
        </w:trPr>
        <w:tc>
          <w:tcPr>
            <w:tcW w:w="559" w:type="dxa"/>
          </w:tcPr>
          <w:p w14:paraId="43314E67" w14:textId="77777777" w:rsidR="008B6061" w:rsidRPr="00E81E94" w:rsidRDefault="00F804F1" w:rsidP="00E81E94">
            <w:pPr>
              <w:jc w:val="center"/>
              <w:rPr>
                <w:sz w:val="22"/>
                <w:szCs w:val="22"/>
              </w:rPr>
            </w:pPr>
            <w:r w:rsidRPr="00E81E94">
              <w:rPr>
                <w:sz w:val="22"/>
                <w:szCs w:val="22"/>
              </w:rPr>
              <w:t>1.</w:t>
            </w:r>
          </w:p>
        </w:tc>
        <w:tc>
          <w:tcPr>
            <w:tcW w:w="4006" w:type="dxa"/>
          </w:tcPr>
          <w:p w14:paraId="5599AB18" w14:textId="77777777" w:rsidR="008B6061" w:rsidRPr="00E81E94" w:rsidRDefault="008B6061" w:rsidP="00E81E94">
            <w:pPr>
              <w:rPr>
                <w:sz w:val="22"/>
                <w:szCs w:val="22"/>
              </w:rPr>
            </w:pPr>
            <w:r w:rsidRPr="00E81E94">
              <w:rPr>
                <w:rFonts w:eastAsia="Courier New"/>
                <w:sz w:val="22"/>
                <w:szCs w:val="22"/>
              </w:rPr>
              <w:t>Утверждение составов муниципальных предм</w:t>
            </w:r>
            <w:r w:rsidR="00283D21" w:rsidRPr="00E81E94">
              <w:rPr>
                <w:rFonts w:eastAsia="Courier New"/>
                <w:sz w:val="22"/>
                <w:szCs w:val="22"/>
              </w:rPr>
              <w:t>етно-методических комиссий по 14</w:t>
            </w:r>
            <w:r w:rsidRPr="00E81E94">
              <w:rPr>
                <w:rFonts w:eastAsia="Courier New"/>
                <w:sz w:val="22"/>
                <w:szCs w:val="22"/>
              </w:rPr>
              <w:t xml:space="preserve"> общеобразовательным предметам</w:t>
            </w:r>
          </w:p>
        </w:tc>
        <w:tc>
          <w:tcPr>
            <w:tcW w:w="1701" w:type="dxa"/>
          </w:tcPr>
          <w:p w14:paraId="0345A438" w14:textId="77777777" w:rsidR="008B6061" w:rsidRPr="00E81E94" w:rsidRDefault="008B6061" w:rsidP="00E81E94">
            <w:pPr>
              <w:jc w:val="center"/>
              <w:rPr>
                <w:sz w:val="22"/>
                <w:szCs w:val="22"/>
              </w:rPr>
            </w:pPr>
            <w:r w:rsidRPr="00E81E94">
              <w:rPr>
                <w:rFonts w:eastAsia="Courier New"/>
                <w:sz w:val="22"/>
                <w:szCs w:val="22"/>
              </w:rPr>
              <w:t>02.09.2024</w:t>
            </w:r>
          </w:p>
        </w:tc>
        <w:tc>
          <w:tcPr>
            <w:tcW w:w="2409" w:type="dxa"/>
          </w:tcPr>
          <w:p w14:paraId="2257E4E3" w14:textId="2339891D" w:rsidR="008B6061" w:rsidRPr="00E81E94" w:rsidRDefault="008B6061" w:rsidP="00E81E94">
            <w:pPr>
              <w:rPr>
                <w:sz w:val="22"/>
                <w:szCs w:val="22"/>
              </w:rPr>
            </w:pPr>
            <w:r w:rsidRPr="00E81E94">
              <w:rPr>
                <w:rFonts w:eastAsia="Courier New"/>
                <w:sz w:val="22"/>
                <w:szCs w:val="22"/>
              </w:rPr>
              <w:t>Приказ органа</w:t>
            </w:r>
            <w:r w:rsidR="0029024B">
              <w:rPr>
                <w:rFonts w:eastAsia="Courier New"/>
                <w:sz w:val="22"/>
                <w:szCs w:val="22"/>
              </w:rPr>
              <w:t xml:space="preserve"> </w:t>
            </w:r>
            <w:r w:rsidRPr="00E81E94">
              <w:rPr>
                <w:rFonts w:eastAsia="Courier New"/>
                <w:sz w:val="22"/>
                <w:szCs w:val="22"/>
              </w:rPr>
              <w:t>местного</w:t>
            </w:r>
            <w:r w:rsidR="0029024B">
              <w:rPr>
                <w:rFonts w:eastAsia="Courier New"/>
                <w:sz w:val="22"/>
                <w:szCs w:val="22"/>
              </w:rPr>
              <w:t xml:space="preserve"> </w:t>
            </w:r>
            <w:r w:rsidRPr="00E81E94">
              <w:rPr>
                <w:rFonts w:eastAsia="Courier New"/>
                <w:sz w:val="22"/>
                <w:szCs w:val="22"/>
              </w:rPr>
              <w:t>самоуправления,</w:t>
            </w:r>
          </w:p>
          <w:p w14:paraId="20F4A09F" w14:textId="77777777" w:rsidR="008B6061" w:rsidRPr="00E81E94" w:rsidRDefault="008B6061" w:rsidP="00E81E94">
            <w:pPr>
              <w:rPr>
                <w:sz w:val="22"/>
                <w:szCs w:val="22"/>
              </w:rPr>
            </w:pPr>
            <w:r w:rsidRPr="00E81E94">
              <w:rPr>
                <w:rFonts w:eastAsia="Courier New"/>
                <w:sz w:val="22"/>
                <w:szCs w:val="22"/>
              </w:rPr>
              <w:t>осуществляющего</w:t>
            </w:r>
          </w:p>
          <w:p w14:paraId="63C2CA87" w14:textId="77777777" w:rsidR="008B6061" w:rsidRPr="00E81E94" w:rsidRDefault="008B6061" w:rsidP="00E81E94">
            <w:pPr>
              <w:rPr>
                <w:sz w:val="22"/>
                <w:szCs w:val="22"/>
              </w:rPr>
            </w:pPr>
            <w:r w:rsidRPr="00E81E94">
              <w:rPr>
                <w:rFonts w:eastAsia="Courier New"/>
                <w:sz w:val="22"/>
                <w:szCs w:val="22"/>
              </w:rPr>
              <w:t>управление в сфере</w:t>
            </w:r>
          </w:p>
          <w:p w14:paraId="42E083EB" w14:textId="77777777" w:rsidR="008B6061" w:rsidRPr="00E81E94" w:rsidRDefault="008B6061" w:rsidP="00E81E94">
            <w:pPr>
              <w:rPr>
                <w:sz w:val="22"/>
                <w:szCs w:val="22"/>
              </w:rPr>
            </w:pPr>
            <w:r w:rsidRPr="00E81E94">
              <w:rPr>
                <w:rFonts w:eastAsia="Courier New"/>
                <w:sz w:val="22"/>
                <w:szCs w:val="22"/>
              </w:rPr>
              <w:t>образования</w:t>
            </w:r>
          </w:p>
          <w:p w14:paraId="3A31B745" w14:textId="77777777" w:rsidR="008B6061" w:rsidRPr="00E81E94" w:rsidRDefault="008B6061" w:rsidP="00E81E94">
            <w:pPr>
              <w:rPr>
                <w:sz w:val="22"/>
                <w:szCs w:val="22"/>
              </w:rPr>
            </w:pPr>
            <w:r w:rsidRPr="00E81E94">
              <w:rPr>
                <w:rFonts w:eastAsia="Courier New"/>
                <w:sz w:val="22"/>
                <w:szCs w:val="22"/>
              </w:rPr>
              <w:t>(далее - ОМСУ)</w:t>
            </w:r>
          </w:p>
        </w:tc>
        <w:tc>
          <w:tcPr>
            <w:tcW w:w="1418" w:type="dxa"/>
          </w:tcPr>
          <w:p w14:paraId="2050B74C" w14:textId="77777777" w:rsidR="008B6061" w:rsidRPr="00E81E94" w:rsidRDefault="008B6061" w:rsidP="00E81E94">
            <w:pPr>
              <w:rPr>
                <w:sz w:val="22"/>
                <w:szCs w:val="22"/>
              </w:rPr>
            </w:pPr>
            <w:r w:rsidRPr="00E81E94">
              <w:rPr>
                <w:rFonts w:eastAsia="Courier New"/>
                <w:sz w:val="22"/>
                <w:szCs w:val="22"/>
              </w:rPr>
              <w:t>ОМСУ</w:t>
            </w:r>
          </w:p>
        </w:tc>
      </w:tr>
      <w:tr w:rsidR="00F804F1" w:rsidRPr="00E81E94" w14:paraId="12E98BC0" w14:textId="77777777" w:rsidTr="0029024B">
        <w:trPr>
          <w:jc w:val="center"/>
        </w:trPr>
        <w:tc>
          <w:tcPr>
            <w:tcW w:w="559" w:type="dxa"/>
          </w:tcPr>
          <w:p w14:paraId="07FCAD6A" w14:textId="77777777" w:rsidR="00D65083" w:rsidRPr="00E81E94" w:rsidRDefault="00F804F1" w:rsidP="00E81E94">
            <w:pPr>
              <w:jc w:val="center"/>
              <w:rPr>
                <w:sz w:val="22"/>
                <w:szCs w:val="22"/>
              </w:rPr>
            </w:pPr>
            <w:r w:rsidRPr="00E81E94">
              <w:rPr>
                <w:sz w:val="22"/>
                <w:szCs w:val="22"/>
              </w:rPr>
              <w:t>2.</w:t>
            </w:r>
          </w:p>
        </w:tc>
        <w:tc>
          <w:tcPr>
            <w:tcW w:w="4006" w:type="dxa"/>
          </w:tcPr>
          <w:p w14:paraId="039575F5" w14:textId="77777777" w:rsidR="00D65083" w:rsidRPr="00E81E94" w:rsidRDefault="00D65083" w:rsidP="00E81E94">
            <w:pPr>
              <w:rPr>
                <w:sz w:val="22"/>
                <w:szCs w:val="22"/>
              </w:rPr>
            </w:pPr>
            <w:r w:rsidRPr="00E81E94">
              <w:rPr>
                <w:rFonts w:eastAsia="Courier New"/>
                <w:sz w:val="22"/>
                <w:szCs w:val="22"/>
              </w:rPr>
              <w:t>Определение графика ШЭ Олимпиады в соответствии со сроками, установленными Минобразованием Ростовской области, расписания и продолжительности проведения, перечня материально-технического оборудования по каждому предмету, сроков расшифровки олимпиадных заданий, критериев и методик оценивания выполненных олимпиадных работ, процедуры регистрации участников, показа выполненных работ, а также рассмотрения апелляций участников олимпиады</w:t>
            </w:r>
          </w:p>
        </w:tc>
        <w:tc>
          <w:tcPr>
            <w:tcW w:w="1701" w:type="dxa"/>
          </w:tcPr>
          <w:p w14:paraId="17DADF32" w14:textId="77777777" w:rsidR="00D65083" w:rsidRPr="00E81E94" w:rsidRDefault="00D65083" w:rsidP="00E81E94">
            <w:pPr>
              <w:jc w:val="center"/>
              <w:rPr>
                <w:sz w:val="22"/>
                <w:szCs w:val="22"/>
              </w:rPr>
            </w:pPr>
            <w:r w:rsidRPr="00E81E94">
              <w:rPr>
                <w:rFonts w:eastAsia="Courier New"/>
                <w:sz w:val="22"/>
                <w:szCs w:val="22"/>
              </w:rPr>
              <w:t>02.09.2024</w:t>
            </w:r>
          </w:p>
        </w:tc>
        <w:tc>
          <w:tcPr>
            <w:tcW w:w="2409" w:type="dxa"/>
          </w:tcPr>
          <w:p w14:paraId="42B13491" w14:textId="77777777" w:rsidR="00D65083" w:rsidRPr="00E81E94" w:rsidRDefault="00D65083" w:rsidP="00E81E94">
            <w:pPr>
              <w:rPr>
                <w:sz w:val="22"/>
                <w:szCs w:val="22"/>
              </w:rPr>
            </w:pPr>
            <w:r w:rsidRPr="00E81E94">
              <w:rPr>
                <w:rFonts w:eastAsia="Courier New"/>
                <w:sz w:val="22"/>
                <w:szCs w:val="22"/>
              </w:rPr>
              <w:t>Приказ ОМСУ</w:t>
            </w:r>
          </w:p>
        </w:tc>
        <w:tc>
          <w:tcPr>
            <w:tcW w:w="1418" w:type="dxa"/>
          </w:tcPr>
          <w:p w14:paraId="233A6962" w14:textId="77777777" w:rsidR="00D65083" w:rsidRPr="00E81E94" w:rsidRDefault="00D65083" w:rsidP="00E81E94">
            <w:pPr>
              <w:rPr>
                <w:sz w:val="22"/>
                <w:szCs w:val="22"/>
              </w:rPr>
            </w:pPr>
            <w:r w:rsidRPr="00E81E94">
              <w:rPr>
                <w:rFonts w:eastAsia="Courier New"/>
                <w:sz w:val="22"/>
                <w:szCs w:val="22"/>
              </w:rPr>
              <w:t>ОМСУ</w:t>
            </w:r>
          </w:p>
        </w:tc>
      </w:tr>
      <w:tr w:rsidR="00F804F1" w:rsidRPr="00E81E94" w14:paraId="748E59C4" w14:textId="77777777" w:rsidTr="0029024B">
        <w:trPr>
          <w:jc w:val="center"/>
        </w:trPr>
        <w:tc>
          <w:tcPr>
            <w:tcW w:w="559" w:type="dxa"/>
          </w:tcPr>
          <w:p w14:paraId="24A3129A" w14:textId="77777777" w:rsidR="00D65083" w:rsidRPr="00E81E94" w:rsidRDefault="00F804F1" w:rsidP="00E81E94">
            <w:pPr>
              <w:jc w:val="center"/>
              <w:rPr>
                <w:sz w:val="22"/>
                <w:szCs w:val="22"/>
              </w:rPr>
            </w:pPr>
            <w:r w:rsidRPr="00E81E94">
              <w:rPr>
                <w:sz w:val="22"/>
                <w:szCs w:val="22"/>
              </w:rPr>
              <w:t>3.</w:t>
            </w:r>
          </w:p>
        </w:tc>
        <w:tc>
          <w:tcPr>
            <w:tcW w:w="4006" w:type="dxa"/>
          </w:tcPr>
          <w:p w14:paraId="1F0D6D39" w14:textId="77777777" w:rsidR="00D65083" w:rsidRPr="00E81E94" w:rsidRDefault="00D65083" w:rsidP="00E81E94">
            <w:pPr>
              <w:rPr>
                <w:sz w:val="22"/>
                <w:szCs w:val="22"/>
              </w:rPr>
            </w:pPr>
            <w:r w:rsidRPr="00E81E94">
              <w:rPr>
                <w:rFonts w:eastAsia="Courier New"/>
                <w:sz w:val="22"/>
                <w:szCs w:val="22"/>
              </w:rPr>
              <w:t>Утверждение составов оргкомитета (не менее 5 человек), жюри (не менее 5 человек по каждому общеобразовательному предмету</w:t>
            </w:r>
            <w:r w:rsidR="00283D21" w:rsidRPr="00E81E94">
              <w:rPr>
                <w:rFonts w:eastAsia="Courier New"/>
                <w:sz w:val="22"/>
                <w:szCs w:val="22"/>
              </w:rPr>
              <w:t>) и апелляционных комиссий по 14</w:t>
            </w:r>
            <w:r w:rsidRPr="00E81E94">
              <w:rPr>
                <w:rFonts w:eastAsia="Courier New"/>
                <w:sz w:val="22"/>
                <w:szCs w:val="22"/>
              </w:rPr>
              <w:t xml:space="preserve"> общеобразовательным предметам (за исключением 6 предметов, которые проводятся на платформе «</w:t>
            </w:r>
            <w:proofErr w:type="spellStart"/>
            <w:r w:rsidRPr="00E81E94">
              <w:rPr>
                <w:rFonts w:eastAsia="Courier New"/>
                <w:sz w:val="22"/>
                <w:szCs w:val="22"/>
              </w:rPr>
              <w:t>Сириус.Курсы</w:t>
            </w:r>
            <w:proofErr w:type="spellEnd"/>
            <w:r w:rsidRPr="00E81E94">
              <w:rPr>
                <w:rFonts w:eastAsia="Courier New"/>
                <w:sz w:val="22"/>
                <w:szCs w:val="22"/>
              </w:rPr>
              <w:t>» (астрономия, биология, информатика, математика, физика, химия)</w:t>
            </w:r>
          </w:p>
        </w:tc>
        <w:tc>
          <w:tcPr>
            <w:tcW w:w="1701" w:type="dxa"/>
          </w:tcPr>
          <w:p w14:paraId="6123DDED" w14:textId="77777777" w:rsidR="00D65083" w:rsidRPr="00E81E94" w:rsidRDefault="00D65083" w:rsidP="00E81E94">
            <w:pPr>
              <w:jc w:val="center"/>
              <w:rPr>
                <w:sz w:val="22"/>
                <w:szCs w:val="22"/>
              </w:rPr>
            </w:pPr>
            <w:r w:rsidRPr="00E81E94">
              <w:rPr>
                <w:rFonts w:eastAsia="Courier New"/>
                <w:sz w:val="22"/>
                <w:szCs w:val="22"/>
              </w:rPr>
              <w:t>02.09.2024</w:t>
            </w:r>
          </w:p>
        </w:tc>
        <w:tc>
          <w:tcPr>
            <w:tcW w:w="2409" w:type="dxa"/>
          </w:tcPr>
          <w:p w14:paraId="3805AC1C" w14:textId="77777777" w:rsidR="00D65083" w:rsidRPr="00E81E94" w:rsidRDefault="00D65083" w:rsidP="00E81E94">
            <w:pPr>
              <w:rPr>
                <w:sz w:val="22"/>
                <w:szCs w:val="22"/>
              </w:rPr>
            </w:pPr>
            <w:r w:rsidRPr="00E81E94">
              <w:rPr>
                <w:rFonts w:eastAsia="Courier New"/>
                <w:sz w:val="22"/>
                <w:szCs w:val="22"/>
              </w:rPr>
              <w:t>Приказ ОМСУ</w:t>
            </w:r>
          </w:p>
        </w:tc>
        <w:tc>
          <w:tcPr>
            <w:tcW w:w="1418" w:type="dxa"/>
          </w:tcPr>
          <w:p w14:paraId="4CA86DEF" w14:textId="77777777" w:rsidR="00D65083" w:rsidRPr="00E81E94" w:rsidRDefault="00D65083" w:rsidP="00E81E94">
            <w:pPr>
              <w:rPr>
                <w:sz w:val="22"/>
                <w:szCs w:val="22"/>
              </w:rPr>
            </w:pPr>
            <w:r w:rsidRPr="00E81E94">
              <w:rPr>
                <w:rFonts w:eastAsia="Courier New"/>
                <w:sz w:val="22"/>
                <w:szCs w:val="22"/>
              </w:rPr>
              <w:t>ОМСУ</w:t>
            </w:r>
          </w:p>
        </w:tc>
      </w:tr>
      <w:tr w:rsidR="00F804F1" w:rsidRPr="00E81E94" w14:paraId="1F8E08C9" w14:textId="77777777" w:rsidTr="0029024B">
        <w:trPr>
          <w:jc w:val="center"/>
        </w:trPr>
        <w:tc>
          <w:tcPr>
            <w:tcW w:w="559" w:type="dxa"/>
          </w:tcPr>
          <w:p w14:paraId="14169C48" w14:textId="77777777" w:rsidR="00D65083" w:rsidRPr="00E81E94" w:rsidRDefault="006A2E86" w:rsidP="00E81E94">
            <w:pPr>
              <w:jc w:val="center"/>
              <w:rPr>
                <w:sz w:val="22"/>
                <w:szCs w:val="22"/>
              </w:rPr>
            </w:pPr>
            <w:r w:rsidRPr="00E81E94">
              <w:rPr>
                <w:sz w:val="22"/>
                <w:szCs w:val="22"/>
              </w:rPr>
              <w:t>4.</w:t>
            </w:r>
          </w:p>
        </w:tc>
        <w:tc>
          <w:tcPr>
            <w:tcW w:w="4006" w:type="dxa"/>
          </w:tcPr>
          <w:p w14:paraId="4276352C" w14:textId="77777777" w:rsidR="00D65083" w:rsidRPr="00E81E94" w:rsidRDefault="00D65083" w:rsidP="00E81E94">
            <w:pPr>
              <w:rPr>
                <w:sz w:val="22"/>
                <w:szCs w:val="22"/>
              </w:rPr>
            </w:pPr>
            <w:r w:rsidRPr="00E81E94">
              <w:rPr>
                <w:rFonts w:eastAsia="Courier New"/>
                <w:sz w:val="22"/>
                <w:szCs w:val="22"/>
              </w:rPr>
              <w:t>Информирование обучающихся, родителей (законных представителей) о возможности участия во всероссийской олимпиаде школьников</w:t>
            </w:r>
          </w:p>
        </w:tc>
        <w:tc>
          <w:tcPr>
            <w:tcW w:w="1701" w:type="dxa"/>
          </w:tcPr>
          <w:p w14:paraId="4BE2A99B" w14:textId="77777777" w:rsidR="00D65083" w:rsidRPr="00E81E94" w:rsidRDefault="00D65083" w:rsidP="00E81E94">
            <w:pPr>
              <w:jc w:val="center"/>
              <w:rPr>
                <w:sz w:val="22"/>
                <w:szCs w:val="22"/>
              </w:rPr>
            </w:pPr>
            <w:r w:rsidRPr="00E81E94">
              <w:rPr>
                <w:rFonts w:eastAsia="Courier New"/>
                <w:sz w:val="22"/>
                <w:szCs w:val="22"/>
              </w:rPr>
              <w:t>Не позднее 07.09.2024 (на родительских собраниях, классных часах, в мессенджерах, на сайтах)</w:t>
            </w:r>
          </w:p>
        </w:tc>
        <w:tc>
          <w:tcPr>
            <w:tcW w:w="2409" w:type="dxa"/>
          </w:tcPr>
          <w:p w14:paraId="51918A3B" w14:textId="77777777" w:rsidR="00D65083" w:rsidRPr="00E81E94" w:rsidRDefault="00D65083" w:rsidP="00E81E94">
            <w:pPr>
              <w:rPr>
                <w:sz w:val="22"/>
                <w:szCs w:val="22"/>
              </w:rPr>
            </w:pPr>
            <w:r w:rsidRPr="00E81E94">
              <w:rPr>
                <w:rFonts w:eastAsia="Courier New"/>
                <w:sz w:val="22"/>
                <w:szCs w:val="22"/>
              </w:rPr>
              <w:t>Информационная справка, размещение информации на официальных интернет-ресурсах, в социальных сетях, на информационных стендах</w:t>
            </w:r>
          </w:p>
        </w:tc>
        <w:tc>
          <w:tcPr>
            <w:tcW w:w="1418" w:type="dxa"/>
          </w:tcPr>
          <w:p w14:paraId="5770DAFD" w14:textId="77777777" w:rsidR="00D65083" w:rsidRPr="00E81E94" w:rsidRDefault="00D65083" w:rsidP="00E81E94">
            <w:pPr>
              <w:rPr>
                <w:sz w:val="22"/>
                <w:szCs w:val="22"/>
              </w:rPr>
            </w:pPr>
            <w:r w:rsidRPr="00E81E94">
              <w:rPr>
                <w:rFonts w:eastAsia="Courier New"/>
                <w:sz w:val="22"/>
                <w:szCs w:val="22"/>
              </w:rPr>
              <w:t>Руководители общеобразовательных организаций, ОМСУ</w:t>
            </w:r>
          </w:p>
        </w:tc>
      </w:tr>
      <w:tr w:rsidR="00F804F1" w:rsidRPr="00E81E94" w14:paraId="403F8302" w14:textId="77777777" w:rsidTr="0029024B">
        <w:trPr>
          <w:jc w:val="center"/>
        </w:trPr>
        <w:tc>
          <w:tcPr>
            <w:tcW w:w="559" w:type="dxa"/>
          </w:tcPr>
          <w:p w14:paraId="26F3B793" w14:textId="77777777" w:rsidR="007862CE" w:rsidRPr="00E81E94" w:rsidRDefault="006A2E86" w:rsidP="00E81E94">
            <w:pPr>
              <w:jc w:val="center"/>
              <w:rPr>
                <w:sz w:val="22"/>
                <w:szCs w:val="22"/>
              </w:rPr>
            </w:pPr>
            <w:r w:rsidRPr="00E81E94">
              <w:rPr>
                <w:sz w:val="22"/>
                <w:szCs w:val="22"/>
              </w:rPr>
              <w:t>5.</w:t>
            </w:r>
          </w:p>
        </w:tc>
        <w:tc>
          <w:tcPr>
            <w:tcW w:w="4006" w:type="dxa"/>
          </w:tcPr>
          <w:p w14:paraId="6ED650DA" w14:textId="77777777" w:rsidR="007862CE" w:rsidRPr="00E81E94" w:rsidRDefault="007862CE" w:rsidP="00E81E94">
            <w:pPr>
              <w:rPr>
                <w:sz w:val="22"/>
                <w:szCs w:val="22"/>
              </w:rPr>
            </w:pPr>
            <w:r w:rsidRPr="00E81E94">
              <w:rPr>
                <w:rFonts w:eastAsia="Courier New"/>
                <w:sz w:val="22"/>
                <w:szCs w:val="22"/>
              </w:rPr>
              <w:t xml:space="preserve">Ведение подраздела «Школьный этап всероссийской олимпиады школьников» раздела «Всероссийская олимпиада школьников» на </w:t>
            </w:r>
            <w:r w:rsidRPr="00E81E94">
              <w:rPr>
                <w:rFonts w:eastAsia="Courier New"/>
                <w:sz w:val="22"/>
                <w:szCs w:val="22"/>
              </w:rPr>
              <w:lastRenderedPageBreak/>
              <w:t>официальных интернет- ресурсах ОМСУ, общеобразовательных организаций</w:t>
            </w:r>
          </w:p>
        </w:tc>
        <w:tc>
          <w:tcPr>
            <w:tcW w:w="1701" w:type="dxa"/>
          </w:tcPr>
          <w:p w14:paraId="2EE89BDB" w14:textId="77777777" w:rsidR="007862CE" w:rsidRPr="00E81E94" w:rsidRDefault="007862CE" w:rsidP="00E81E94">
            <w:pPr>
              <w:jc w:val="center"/>
              <w:rPr>
                <w:sz w:val="22"/>
                <w:szCs w:val="22"/>
              </w:rPr>
            </w:pPr>
            <w:r w:rsidRPr="00E81E94">
              <w:rPr>
                <w:rFonts w:eastAsia="Courier New"/>
                <w:sz w:val="22"/>
                <w:szCs w:val="22"/>
              </w:rPr>
              <w:lastRenderedPageBreak/>
              <w:t xml:space="preserve">В соответствии с графиком ШЭ </w:t>
            </w:r>
            <w:proofErr w:type="spellStart"/>
            <w:r w:rsidRPr="00E81E94">
              <w:rPr>
                <w:rFonts w:eastAsia="Courier New"/>
                <w:sz w:val="22"/>
                <w:szCs w:val="22"/>
              </w:rPr>
              <w:t>ВсОШ</w:t>
            </w:r>
            <w:proofErr w:type="spellEnd"/>
          </w:p>
        </w:tc>
        <w:tc>
          <w:tcPr>
            <w:tcW w:w="2409" w:type="dxa"/>
          </w:tcPr>
          <w:p w14:paraId="2CAFE053" w14:textId="77777777" w:rsidR="007862CE" w:rsidRPr="00E81E94" w:rsidRDefault="007862CE" w:rsidP="00E81E94">
            <w:pPr>
              <w:rPr>
                <w:sz w:val="22"/>
                <w:szCs w:val="22"/>
              </w:rPr>
            </w:pPr>
            <w:r w:rsidRPr="00E81E94">
              <w:rPr>
                <w:rFonts w:eastAsia="Courier New"/>
                <w:sz w:val="22"/>
                <w:szCs w:val="22"/>
              </w:rPr>
              <w:t xml:space="preserve">Размещение актуальной информации о ходе подготовки и </w:t>
            </w:r>
            <w:r w:rsidRPr="00E81E94">
              <w:rPr>
                <w:rFonts w:eastAsia="Courier New"/>
                <w:sz w:val="22"/>
                <w:szCs w:val="22"/>
              </w:rPr>
              <w:lastRenderedPageBreak/>
              <w:t xml:space="preserve">проведения ШЭ </w:t>
            </w:r>
            <w:proofErr w:type="spellStart"/>
            <w:r w:rsidRPr="00E81E94">
              <w:rPr>
                <w:rFonts w:eastAsia="Courier New"/>
                <w:sz w:val="22"/>
                <w:szCs w:val="22"/>
              </w:rPr>
              <w:t>ВсОШ</w:t>
            </w:r>
            <w:proofErr w:type="spellEnd"/>
          </w:p>
        </w:tc>
        <w:tc>
          <w:tcPr>
            <w:tcW w:w="1418" w:type="dxa"/>
          </w:tcPr>
          <w:p w14:paraId="723D99BB" w14:textId="77777777" w:rsidR="007862CE" w:rsidRPr="00E81E94" w:rsidRDefault="007862CE" w:rsidP="00E81E94">
            <w:pPr>
              <w:rPr>
                <w:sz w:val="22"/>
                <w:szCs w:val="22"/>
              </w:rPr>
            </w:pPr>
            <w:r w:rsidRPr="00E81E94">
              <w:rPr>
                <w:rFonts w:eastAsia="Courier New"/>
                <w:sz w:val="22"/>
                <w:szCs w:val="22"/>
              </w:rPr>
              <w:lastRenderedPageBreak/>
              <w:t>ОМСУ, руководители общеобразо</w:t>
            </w:r>
            <w:r w:rsidRPr="00E81E94">
              <w:rPr>
                <w:rFonts w:eastAsia="Courier New"/>
                <w:sz w:val="22"/>
                <w:szCs w:val="22"/>
              </w:rPr>
              <w:lastRenderedPageBreak/>
              <w:t>ватель</w:t>
            </w:r>
            <w:r w:rsidRPr="00E81E94">
              <w:rPr>
                <w:rFonts w:eastAsia="Courier New"/>
                <w:sz w:val="22"/>
                <w:szCs w:val="22"/>
              </w:rPr>
              <w:softHyphen/>
              <w:t>ных организаций</w:t>
            </w:r>
          </w:p>
        </w:tc>
      </w:tr>
      <w:tr w:rsidR="00F804F1" w:rsidRPr="00E81E94" w14:paraId="03D799BB" w14:textId="77777777" w:rsidTr="0029024B">
        <w:trPr>
          <w:jc w:val="center"/>
        </w:trPr>
        <w:tc>
          <w:tcPr>
            <w:tcW w:w="559" w:type="dxa"/>
          </w:tcPr>
          <w:p w14:paraId="5F91C91A" w14:textId="77777777" w:rsidR="007862CE" w:rsidRPr="00E81E94" w:rsidRDefault="006A2E86" w:rsidP="00E81E94">
            <w:pPr>
              <w:jc w:val="center"/>
              <w:rPr>
                <w:sz w:val="22"/>
                <w:szCs w:val="22"/>
              </w:rPr>
            </w:pPr>
            <w:r w:rsidRPr="00E81E94">
              <w:rPr>
                <w:sz w:val="22"/>
                <w:szCs w:val="22"/>
              </w:rPr>
              <w:lastRenderedPageBreak/>
              <w:t>6.</w:t>
            </w:r>
          </w:p>
        </w:tc>
        <w:tc>
          <w:tcPr>
            <w:tcW w:w="4006" w:type="dxa"/>
          </w:tcPr>
          <w:p w14:paraId="76DCE16E" w14:textId="77777777" w:rsidR="007862CE" w:rsidRPr="00E81E94" w:rsidRDefault="007862CE" w:rsidP="00E81E94">
            <w:pPr>
              <w:rPr>
                <w:sz w:val="22"/>
                <w:szCs w:val="22"/>
              </w:rPr>
            </w:pPr>
            <w:r w:rsidRPr="00E81E94">
              <w:rPr>
                <w:rFonts w:eastAsia="Courier New"/>
                <w:sz w:val="22"/>
                <w:szCs w:val="22"/>
              </w:rPr>
              <w:t>Установление квоты победителей и призеров школьного этапа Олимпиады</w:t>
            </w:r>
          </w:p>
        </w:tc>
        <w:tc>
          <w:tcPr>
            <w:tcW w:w="1701" w:type="dxa"/>
          </w:tcPr>
          <w:p w14:paraId="12C123E3" w14:textId="77777777" w:rsidR="007862CE" w:rsidRPr="00E81E94" w:rsidRDefault="007862CE" w:rsidP="00E81E94">
            <w:pPr>
              <w:jc w:val="center"/>
              <w:rPr>
                <w:sz w:val="22"/>
                <w:szCs w:val="22"/>
              </w:rPr>
            </w:pPr>
            <w:r w:rsidRPr="00E81E94">
              <w:rPr>
                <w:rFonts w:eastAsia="Courier New"/>
                <w:sz w:val="22"/>
                <w:szCs w:val="22"/>
              </w:rPr>
              <w:t>02.09.2024</w:t>
            </w:r>
          </w:p>
        </w:tc>
        <w:tc>
          <w:tcPr>
            <w:tcW w:w="2409" w:type="dxa"/>
          </w:tcPr>
          <w:p w14:paraId="168A76BC" w14:textId="77777777" w:rsidR="007862CE" w:rsidRPr="00E81E94" w:rsidRDefault="007862CE" w:rsidP="00E81E94">
            <w:pPr>
              <w:rPr>
                <w:sz w:val="22"/>
                <w:szCs w:val="22"/>
              </w:rPr>
            </w:pPr>
            <w:r w:rsidRPr="00E81E94">
              <w:rPr>
                <w:rFonts w:eastAsia="Courier New"/>
                <w:sz w:val="22"/>
                <w:szCs w:val="22"/>
              </w:rPr>
              <w:t>Распорядительный акт ОМСУ</w:t>
            </w:r>
          </w:p>
        </w:tc>
        <w:tc>
          <w:tcPr>
            <w:tcW w:w="1418" w:type="dxa"/>
          </w:tcPr>
          <w:p w14:paraId="58F9D7C6" w14:textId="77777777" w:rsidR="007862CE" w:rsidRPr="00E81E94" w:rsidRDefault="007862CE" w:rsidP="00E81E94">
            <w:pPr>
              <w:rPr>
                <w:sz w:val="22"/>
                <w:szCs w:val="22"/>
              </w:rPr>
            </w:pPr>
            <w:r w:rsidRPr="00E81E94">
              <w:rPr>
                <w:rFonts w:eastAsia="Courier New"/>
                <w:sz w:val="22"/>
                <w:szCs w:val="22"/>
              </w:rPr>
              <w:t>ОМСУ</w:t>
            </w:r>
          </w:p>
        </w:tc>
      </w:tr>
      <w:tr w:rsidR="00F804F1" w:rsidRPr="00E81E94" w14:paraId="0D9798D2" w14:textId="77777777" w:rsidTr="0029024B">
        <w:trPr>
          <w:jc w:val="center"/>
        </w:trPr>
        <w:tc>
          <w:tcPr>
            <w:tcW w:w="559" w:type="dxa"/>
          </w:tcPr>
          <w:p w14:paraId="01314366" w14:textId="77777777" w:rsidR="007862CE" w:rsidRPr="00E81E94" w:rsidRDefault="006A2E86" w:rsidP="00E81E94">
            <w:pPr>
              <w:jc w:val="center"/>
              <w:rPr>
                <w:sz w:val="22"/>
                <w:szCs w:val="22"/>
              </w:rPr>
            </w:pPr>
            <w:r w:rsidRPr="00E81E94">
              <w:rPr>
                <w:sz w:val="22"/>
                <w:szCs w:val="22"/>
              </w:rPr>
              <w:t>7.</w:t>
            </w:r>
          </w:p>
        </w:tc>
        <w:tc>
          <w:tcPr>
            <w:tcW w:w="4006" w:type="dxa"/>
          </w:tcPr>
          <w:p w14:paraId="59F356D3" w14:textId="77777777" w:rsidR="007862CE" w:rsidRPr="00E81E94" w:rsidRDefault="007862CE" w:rsidP="00E81E94">
            <w:pPr>
              <w:rPr>
                <w:sz w:val="22"/>
                <w:szCs w:val="22"/>
              </w:rPr>
            </w:pPr>
            <w:r w:rsidRPr="00E81E94">
              <w:rPr>
                <w:rFonts w:eastAsia="Courier New"/>
                <w:sz w:val="22"/>
                <w:szCs w:val="22"/>
              </w:rPr>
              <w:t xml:space="preserve">Письменное информирование руководителей образовательных организаций, участников школьного этапа </w:t>
            </w:r>
            <w:proofErr w:type="spellStart"/>
            <w:r w:rsidRPr="00E81E94">
              <w:rPr>
                <w:rFonts w:eastAsia="Courier New"/>
                <w:sz w:val="22"/>
                <w:szCs w:val="22"/>
              </w:rPr>
              <w:t>ВсОШ</w:t>
            </w:r>
            <w:proofErr w:type="spellEnd"/>
            <w:r w:rsidRPr="00E81E94">
              <w:rPr>
                <w:rFonts w:eastAsia="Courier New"/>
                <w:sz w:val="22"/>
                <w:szCs w:val="22"/>
              </w:rPr>
              <w:t xml:space="preserve"> и их родителей (законных представителей) о сроках и местах проведения школьного этапа Олимпиады по каждому общеобразовательному предмету, а также о Порядке проведения </w:t>
            </w:r>
            <w:proofErr w:type="spellStart"/>
            <w:r w:rsidRPr="00E81E94">
              <w:rPr>
                <w:rFonts w:eastAsia="Courier New"/>
                <w:sz w:val="22"/>
                <w:szCs w:val="22"/>
              </w:rPr>
              <w:t>ВсОШ</w:t>
            </w:r>
            <w:proofErr w:type="spellEnd"/>
            <w:r w:rsidRPr="00E81E94">
              <w:rPr>
                <w:rFonts w:eastAsia="Courier New"/>
                <w:sz w:val="22"/>
                <w:szCs w:val="22"/>
              </w:rPr>
              <w:t xml:space="preserve"> и утвержденных нормативных правовых актах, регламентирующих организацию и проведение школьного этапа </w:t>
            </w:r>
            <w:proofErr w:type="spellStart"/>
            <w:r w:rsidRPr="00E81E94">
              <w:rPr>
                <w:rFonts w:eastAsia="Courier New"/>
                <w:sz w:val="22"/>
                <w:szCs w:val="22"/>
              </w:rPr>
              <w:t>ВсОШ</w:t>
            </w:r>
            <w:proofErr w:type="spellEnd"/>
            <w:r w:rsidRPr="00E81E94">
              <w:rPr>
                <w:rFonts w:eastAsia="Courier New"/>
                <w:sz w:val="22"/>
                <w:szCs w:val="22"/>
              </w:rPr>
              <w:t xml:space="preserve"> по каждому общеобразовательному предмету</w:t>
            </w:r>
          </w:p>
        </w:tc>
        <w:tc>
          <w:tcPr>
            <w:tcW w:w="1701" w:type="dxa"/>
          </w:tcPr>
          <w:p w14:paraId="6756D463" w14:textId="77777777" w:rsidR="007862CE" w:rsidRPr="00E81E94" w:rsidRDefault="007862CE" w:rsidP="00E81E94">
            <w:pPr>
              <w:jc w:val="center"/>
              <w:rPr>
                <w:sz w:val="22"/>
                <w:szCs w:val="22"/>
              </w:rPr>
            </w:pPr>
            <w:r w:rsidRPr="00E81E94">
              <w:rPr>
                <w:rFonts w:eastAsia="Courier New"/>
                <w:sz w:val="22"/>
                <w:szCs w:val="22"/>
              </w:rPr>
              <w:t>Не позднее 07.09.2024</w:t>
            </w:r>
          </w:p>
        </w:tc>
        <w:tc>
          <w:tcPr>
            <w:tcW w:w="2409" w:type="dxa"/>
          </w:tcPr>
          <w:p w14:paraId="091EC950" w14:textId="77777777" w:rsidR="007862CE" w:rsidRPr="00E81E94" w:rsidRDefault="007862CE" w:rsidP="00E81E94">
            <w:pPr>
              <w:rPr>
                <w:sz w:val="22"/>
                <w:szCs w:val="22"/>
              </w:rPr>
            </w:pPr>
            <w:r w:rsidRPr="00E81E94">
              <w:rPr>
                <w:rFonts w:eastAsia="Courier New"/>
                <w:sz w:val="22"/>
                <w:szCs w:val="22"/>
              </w:rPr>
              <w:t>Письмо ОМСУ, публикация информации на официальных интернет-ресурсах</w:t>
            </w:r>
          </w:p>
        </w:tc>
        <w:tc>
          <w:tcPr>
            <w:tcW w:w="1418" w:type="dxa"/>
          </w:tcPr>
          <w:p w14:paraId="7D1DB263" w14:textId="77777777" w:rsidR="007862CE" w:rsidRPr="00E81E94" w:rsidRDefault="007862CE" w:rsidP="00E81E94">
            <w:pPr>
              <w:rPr>
                <w:rFonts w:eastAsia="Courier New"/>
                <w:sz w:val="22"/>
                <w:szCs w:val="22"/>
              </w:rPr>
            </w:pPr>
            <w:r w:rsidRPr="00E81E94">
              <w:rPr>
                <w:rFonts w:eastAsia="Courier New"/>
                <w:sz w:val="22"/>
                <w:szCs w:val="22"/>
              </w:rPr>
              <w:t>ОМСУ,</w:t>
            </w:r>
          </w:p>
          <w:p w14:paraId="7751863C" w14:textId="77777777" w:rsidR="007862CE" w:rsidRPr="00E81E94" w:rsidRDefault="007862CE" w:rsidP="00E81E94">
            <w:pPr>
              <w:rPr>
                <w:sz w:val="22"/>
                <w:szCs w:val="22"/>
              </w:rPr>
            </w:pPr>
            <w:r w:rsidRPr="00E81E94">
              <w:rPr>
                <w:rFonts w:eastAsia="Courier New"/>
                <w:sz w:val="22"/>
                <w:szCs w:val="22"/>
              </w:rPr>
              <w:t>руководители общеобразователь</w:t>
            </w:r>
            <w:r w:rsidRPr="00E81E94">
              <w:rPr>
                <w:rFonts w:eastAsia="Courier New"/>
                <w:sz w:val="22"/>
                <w:szCs w:val="22"/>
              </w:rPr>
              <w:softHyphen/>
              <w:t>ных организаций</w:t>
            </w:r>
          </w:p>
        </w:tc>
      </w:tr>
      <w:tr w:rsidR="00F804F1" w:rsidRPr="00E81E94" w14:paraId="789FA1BD" w14:textId="77777777" w:rsidTr="0029024B">
        <w:trPr>
          <w:jc w:val="center"/>
        </w:trPr>
        <w:tc>
          <w:tcPr>
            <w:tcW w:w="559" w:type="dxa"/>
          </w:tcPr>
          <w:p w14:paraId="0BCE6EDC" w14:textId="77777777" w:rsidR="006A0C45" w:rsidRPr="00E81E94" w:rsidRDefault="006A2E86" w:rsidP="00E81E94">
            <w:pPr>
              <w:jc w:val="center"/>
              <w:rPr>
                <w:sz w:val="22"/>
                <w:szCs w:val="22"/>
              </w:rPr>
            </w:pPr>
            <w:r w:rsidRPr="00E81E94">
              <w:rPr>
                <w:sz w:val="22"/>
                <w:szCs w:val="22"/>
              </w:rPr>
              <w:t>8.</w:t>
            </w:r>
          </w:p>
        </w:tc>
        <w:tc>
          <w:tcPr>
            <w:tcW w:w="4006" w:type="dxa"/>
          </w:tcPr>
          <w:p w14:paraId="097F94BD" w14:textId="0F4EF3D0" w:rsidR="006A0C45" w:rsidRPr="00E81E94" w:rsidRDefault="006A0C45" w:rsidP="00E81E94">
            <w:pPr>
              <w:rPr>
                <w:sz w:val="22"/>
                <w:szCs w:val="22"/>
              </w:rPr>
            </w:pPr>
            <w:r w:rsidRPr="00E81E94">
              <w:rPr>
                <w:rFonts w:eastAsia="Courier New"/>
                <w:sz w:val="22"/>
                <w:szCs w:val="22"/>
              </w:rPr>
              <w:t>Утверждение организационно</w:t>
            </w:r>
            <w:r w:rsidR="0029024B">
              <w:rPr>
                <w:rFonts w:eastAsia="Courier New"/>
                <w:sz w:val="22"/>
                <w:szCs w:val="22"/>
              </w:rPr>
              <w:t>-</w:t>
            </w:r>
            <w:r w:rsidRPr="00E81E94">
              <w:rPr>
                <w:rFonts w:eastAsia="Courier New"/>
                <w:sz w:val="22"/>
                <w:szCs w:val="22"/>
              </w:rPr>
              <w:t xml:space="preserve">технологической модели проведения школьного этапа </w:t>
            </w:r>
            <w:proofErr w:type="spellStart"/>
            <w:r w:rsidRPr="00E81E94">
              <w:rPr>
                <w:rFonts w:eastAsia="Courier New"/>
                <w:sz w:val="22"/>
                <w:szCs w:val="22"/>
              </w:rPr>
              <w:t>ВсОШ</w:t>
            </w:r>
            <w:proofErr w:type="spellEnd"/>
            <w:r w:rsidRPr="00E81E94">
              <w:rPr>
                <w:rFonts w:eastAsia="Courier New"/>
                <w:sz w:val="22"/>
                <w:szCs w:val="22"/>
              </w:rPr>
              <w:t xml:space="preserve"> (далее - ОТМ ШЭ </w:t>
            </w:r>
            <w:proofErr w:type="spellStart"/>
            <w:r w:rsidRPr="00E81E94">
              <w:rPr>
                <w:rFonts w:eastAsia="Courier New"/>
                <w:sz w:val="22"/>
                <w:szCs w:val="22"/>
              </w:rPr>
              <w:t>ВсОШ</w:t>
            </w:r>
            <w:proofErr w:type="spellEnd"/>
            <w:r w:rsidRPr="00E81E94">
              <w:rPr>
                <w:rFonts w:eastAsia="Courier New"/>
                <w:sz w:val="22"/>
                <w:szCs w:val="22"/>
              </w:rPr>
              <w:t>), разработанной оргкомитетом школьного этапа</w:t>
            </w:r>
          </w:p>
        </w:tc>
        <w:tc>
          <w:tcPr>
            <w:tcW w:w="1701" w:type="dxa"/>
          </w:tcPr>
          <w:p w14:paraId="7E79CD94" w14:textId="77777777" w:rsidR="006A0C45" w:rsidRPr="00E81E94" w:rsidRDefault="006A0C45" w:rsidP="00E81E94">
            <w:pPr>
              <w:jc w:val="center"/>
              <w:rPr>
                <w:sz w:val="22"/>
                <w:szCs w:val="22"/>
              </w:rPr>
            </w:pPr>
            <w:r w:rsidRPr="00E81E94">
              <w:rPr>
                <w:rFonts w:eastAsia="Courier New"/>
                <w:sz w:val="22"/>
                <w:szCs w:val="22"/>
              </w:rPr>
              <w:t>До 07.09.2024</w:t>
            </w:r>
          </w:p>
        </w:tc>
        <w:tc>
          <w:tcPr>
            <w:tcW w:w="2409" w:type="dxa"/>
          </w:tcPr>
          <w:p w14:paraId="21D0AC71" w14:textId="77777777" w:rsidR="006A0C45" w:rsidRPr="00E81E94" w:rsidRDefault="006A0C45" w:rsidP="00E81E94">
            <w:pPr>
              <w:rPr>
                <w:sz w:val="22"/>
                <w:szCs w:val="22"/>
              </w:rPr>
            </w:pPr>
            <w:r w:rsidRPr="00E81E94">
              <w:rPr>
                <w:rFonts w:eastAsia="Courier New"/>
                <w:sz w:val="22"/>
                <w:szCs w:val="22"/>
              </w:rPr>
              <w:t>Утвержденная</w:t>
            </w:r>
          </w:p>
          <w:p w14:paraId="5D742053" w14:textId="77777777" w:rsidR="006A0C45" w:rsidRPr="00E81E94" w:rsidRDefault="006A0C45" w:rsidP="00E81E94">
            <w:pPr>
              <w:rPr>
                <w:sz w:val="22"/>
                <w:szCs w:val="22"/>
              </w:rPr>
            </w:pPr>
            <w:r w:rsidRPr="00E81E94">
              <w:rPr>
                <w:rFonts w:eastAsia="Courier New"/>
                <w:sz w:val="22"/>
                <w:szCs w:val="22"/>
              </w:rPr>
              <w:t>организационно</w:t>
            </w:r>
            <w:r w:rsidRPr="00E81E94">
              <w:rPr>
                <w:rFonts w:eastAsia="Courier New"/>
                <w:sz w:val="22"/>
                <w:szCs w:val="22"/>
              </w:rPr>
              <w:softHyphen/>
            </w:r>
          </w:p>
          <w:p w14:paraId="4B08EF9C" w14:textId="77777777" w:rsidR="006A0C45" w:rsidRPr="00E81E94" w:rsidRDefault="006A0C45" w:rsidP="00E81E94">
            <w:pPr>
              <w:rPr>
                <w:sz w:val="22"/>
                <w:szCs w:val="22"/>
              </w:rPr>
            </w:pPr>
            <w:r w:rsidRPr="00E81E94">
              <w:rPr>
                <w:rFonts w:eastAsia="Courier New"/>
                <w:sz w:val="22"/>
                <w:szCs w:val="22"/>
              </w:rPr>
              <w:t>технологическая</w:t>
            </w:r>
          </w:p>
          <w:p w14:paraId="30DD1D3F" w14:textId="77777777" w:rsidR="006A0C45" w:rsidRPr="00E81E94" w:rsidRDefault="006A0C45" w:rsidP="00E81E94">
            <w:pPr>
              <w:rPr>
                <w:sz w:val="22"/>
                <w:szCs w:val="22"/>
              </w:rPr>
            </w:pPr>
            <w:r w:rsidRPr="00E81E94">
              <w:rPr>
                <w:rFonts w:eastAsia="Courier New"/>
                <w:sz w:val="22"/>
                <w:szCs w:val="22"/>
              </w:rPr>
              <w:t>модель</w:t>
            </w:r>
          </w:p>
        </w:tc>
        <w:tc>
          <w:tcPr>
            <w:tcW w:w="1418" w:type="dxa"/>
          </w:tcPr>
          <w:p w14:paraId="2DB7D11B" w14:textId="77777777" w:rsidR="006A0C45" w:rsidRPr="00E81E94" w:rsidRDefault="006A0C45" w:rsidP="00E81E94">
            <w:pPr>
              <w:rPr>
                <w:rFonts w:eastAsia="Courier New"/>
                <w:sz w:val="22"/>
                <w:szCs w:val="22"/>
              </w:rPr>
            </w:pPr>
            <w:r w:rsidRPr="00E81E94">
              <w:rPr>
                <w:rFonts w:eastAsia="Courier New"/>
                <w:sz w:val="22"/>
                <w:szCs w:val="22"/>
              </w:rPr>
              <w:t>ОМСУ</w:t>
            </w:r>
            <w:r w:rsidR="00D91C69" w:rsidRPr="00E81E94">
              <w:rPr>
                <w:rFonts w:eastAsia="Courier New"/>
                <w:sz w:val="22"/>
                <w:szCs w:val="22"/>
              </w:rPr>
              <w:t>,</w:t>
            </w:r>
          </w:p>
          <w:p w14:paraId="7FDDBCC4" w14:textId="77777777" w:rsidR="00D91C69" w:rsidRPr="00E81E94" w:rsidRDefault="00D91C69" w:rsidP="00E81E94">
            <w:pPr>
              <w:rPr>
                <w:sz w:val="22"/>
                <w:szCs w:val="22"/>
              </w:rPr>
            </w:pPr>
            <w:r w:rsidRPr="00E81E94">
              <w:rPr>
                <w:rFonts w:eastAsia="Courier New"/>
                <w:sz w:val="22"/>
                <w:szCs w:val="22"/>
              </w:rPr>
              <w:t>руководители общеобразователь</w:t>
            </w:r>
            <w:r w:rsidRPr="00E81E94">
              <w:rPr>
                <w:rFonts w:eastAsia="Courier New"/>
                <w:sz w:val="22"/>
                <w:szCs w:val="22"/>
              </w:rPr>
              <w:softHyphen/>
              <w:t>ных организаций</w:t>
            </w:r>
          </w:p>
        </w:tc>
      </w:tr>
      <w:tr w:rsidR="00F804F1" w:rsidRPr="00E81E94" w14:paraId="7CA19EE8" w14:textId="77777777" w:rsidTr="0029024B">
        <w:trPr>
          <w:jc w:val="center"/>
        </w:trPr>
        <w:tc>
          <w:tcPr>
            <w:tcW w:w="559" w:type="dxa"/>
          </w:tcPr>
          <w:p w14:paraId="1F0CB74A" w14:textId="77777777" w:rsidR="009833BF" w:rsidRPr="00E81E94" w:rsidRDefault="006A2E86" w:rsidP="00E81E94">
            <w:pPr>
              <w:jc w:val="center"/>
              <w:rPr>
                <w:sz w:val="22"/>
                <w:szCs w:val="22"/>
              </w:rPr>
            </w:pPr>
            <w:r w:rsidRPr="00E81E94">
              <w:rPr>
                <w:sz w:val="22"/>
                <w:szCs w:val="22"/>
              </w:rPr>
              <w:t>9.</w:t>
            </w:r>
          </w:p>
        </w:tc>
        <w:tc>
          <w:tcPr>
            <w:tcW w:w="4006" w:type="dxa"/>
          </w:tcPr>
          <w:p w14:paraId="45E04D73" w14:textId="77777777" w:rsidR="009833BF" w:rsidRPr="00E81E94" w:rsidRDefault="009833BF" w:rsidP="00E81E94">
            <w:pPr>
              <w:rPr>
                <w:sz w:val="22"/>
                <w:szCs w:val="22"/>
              </w:rPr>
            </w:pPr>
            <w:r w:rsidRPr="00E81E94">
              <w:rPr>
                <w:rFonts w:eastAsia="Courier New"/>
                <w:sz w:val="22"/>
                <w:szCs w:val="22"/>
              </w:rPr>
              <w:t>Сбор заявлений от родителей (законных представителей) обучающихся, заявивших о своем участии в школьном этапе Олимпиады, об ознакомлении с Порядком и о согласии на публикацию результатов на официальном сайте организатора в сети Интернет с указанием сведений об участниках, а также обеспечение их хранения в течение 1 года с даты проведения школьного этапа Олимпиады</w:t>
            </w:r>
          </w:p>
        </w:tc>
        <w:tc>
          <w:tcPr>
            <w:tcW w:w="1701" w:type="dxa"/>
          </w:tcPr>
          <w:p w14:paraId="49081E20" w14:textId="77777777" w:rsidR="009833BF" w:rsidRPr="00E81E94" w:rsidRDefault="009833BF" w:rsidP="00E81E94">
            <w:pPr>
              <w:jc w:val="center"/>
              <w:rPr>
                <w:sz w:val="22"/>
                <w:szCs w:val="22"/>
              </w:rPr>
            </w:pPr>
            <w:r w:rsidRPr="00E81E94">
              <w:rPr>
                <w:rFonts w:eastAsia="Courier New"/>
                <w:sz w:val="22"/>
                <w:szCs w:val="22"/>
              </w:rPr>
              <w:t>Не позднее 14.09.2024</w:t>
            </w:r>
          </w:p>
        </w:tc>
        <w:tc>
          <w:tcPr>
            <w:tcW w:w="2409" w:type="dxa"/>
          </w:tcPr>
          <w:p w14:paraId="57789A4C" w14:textId="77777777" w:rsidR="009833BF" w:rsidRPr="00E81E94" w:rsidRDefault="009833BF" w:rsidP="00E81E94">
            <w:pPr>
              <w:rPr>
                <w:rFonts w:eastAsia="Courier New"/>
                <w:sz w:val="22"/>
                <w:szCs w:val="22"/>
              </w:rPr>
            </w:pPr>
            <w:r w:rsidRPr="00E81E94">
              <w:rPr>
                <w:rFonts w:eastAsia="Courier New"/>
                <w:sz w:val="22"/>
                <w:szCs w:val="22"/>
              </w:rPr>
              <w:t>ОМСУ,</w:t>
            </w:r>
          </w:p>
          <w:p w14:paraId="48C44C4C" w14:textId="77777777" w:rsidR="009833BF" w:rsidRPr="00E81E94" w:rsidRDefault="009833BF" w:rsidP="00E81E94">
            <w:pPr>
              <w:rPr>
                <w:sz w:val="22"/>
                <w:szCs w:val="22"/>
              </w:rPr>
            </w:pPr>
            <w:r w:rsidRPr="00E81E94">
              <w:rPr>
                <w:rFonts w:eastAsia="Courier New"/>
                <w:sz w:val="22"/>
                <w:szCs w:val="22"/>
              </w:rPr>
              <w:t>общеобразовательные организации</w:t>
            </w:r>
          </w:p>
        </w:tc>
        <w:tc>
          <w:tcPr>
            <w:tcW w:w="1418" w:type="dxa"/>
          </w:tcPr>
          <w:p w14:paraId="2DAFCEA9" w14:textId="77777777" w:rsidR="009833BF" w:rsidRPr="00E81E94" w:rsidRDefault="009833BF" w:rsidP="00E81E94">
            <w:pPr>
              <w:rPr>
                <w:rFonts w:eastAsia="Courier New"/>
                <w:sz w:val="22"/>
                <w:szCs w:val="22"/>
              </w:rPr>
            </w:pPr>
            <w:r w:rsidRPr="00E81E94">
              <w:rPr>
                <w:rFonts w:eastAsia="Courier New"/>
                <w:sz w:val="22"/>
                <w:szCs w:val="22"/>
              </w:rPr>
              <w:t>ОМСУ,</w:t>
            </w:r>
          </w:p>
          <w:p w14:paraId="4C97F512" w14:textId="77777777" w:rsidR="009833BF" w:rsidRPr="00E81E94" w:rsidRDefault="009833BF" w:rsidP="00E81E94">
            <w:pPr>
              <w:rPr>
                <w:sz w:val="22"/>
                <w:szCs w:val="22"/>
              </w:rPr>
            </w:pPr>
            <w:r w:rsidRPr="00E81E94">
              <w:rPr>
                <w:rFonts w:eastAsia="Courier New"/>
                <w:sz w:val="22"/>
                <w:szCs w:val="22"/>
              </w:rPr>
              <w:t>руководители общеобразователь</w:t>
            </w:r>
            <w:r w:rsidRPr="00E81E94">
              <w:rPr>
                <w:rFonts w:eastAsia="Courier New"/>
                <w:sz w:val="22"/>
                <w:szCs w:val="22"/>
              </w:rPr>
              <w:softHyphen/>
              <w:t>ных организаций</w:t>
            </w:r>
          </w:p>
        </w:tc>
      </w:tr>
      <w:tr w:rsidR="00A87CDF" w:rsidRPr="00E81E94" w14:paraId="5AD54ADC" w14:textId="77777777" w:rsidTr="0029024B">
        <w:trPr>
          <w:jc w:val="center"/>
        </w:trPr>
        <w:tc>
          <w:tcPr>
            <w:tcW w:w="559" w:type="dxa"/>
          </w:tcPr>
          <w:p w14:paraId="5F5A35A5" w14:textId="77777777" w:rsidR="00A87CDF" w:rsidRPr="00E81E94" w:rsidRDefault="0074119C" w:rsidP="00E81E94">
            <w:pPr>
              <w:jc w:val="center"/>
              <w:rPr>
                <w:sz w:val="22"/>
                <w:szCs w:val="22"/>
              </w:rPr>
            </w:pPr>
            <w:r w:rsidRPr="00E81E94">
              <w:rPr>
                <w:sz w:val="22"/>
                <w:szCs w:val="22"/>
              </w:rPr>
              <w:t>10.</w:t>
            </w:r>
          </w:p>
        </w:tc>
        <w:tc>
          <w:tcPr>
            <w:tcW w:w="4006" w:type="dxa"/>
          </w:tcPr>
          <w:p w14:paraId="22C8F574" w14:textId="77777777" w:rsidR="00A87CDF" w:rsidRPr="00E81E94" w:rsidRDefault="00A87CDF" w:rsidP="00E81E94">
            <w:pPr>
              <w:rPr>
                <w:sz w:val="22"/>
                <w:szCs w:val="22"/>
              </w:rPr>
            </w:pPr>
            <w:r w:rsidRPr="00E81E94">
              <w:rPr>
                <w:rFonts w:eastAsia="Courier New"/>
                <w:sz w:val="22"/>
                <w:szCs w:val="22"/>
              </w:rPr>
              <w:t xml:space="preserve">Разработка муниципальными </w:t>
            </w:r>
            <w:proofErr w:type="spellStart"/>
            <w:r w:rsidRPr="00E81E94">
              <w:rPr>
                <w:rFonts w:eastAsia="Courier New"/>
                <w:sz w:val="22"/>
                <w:szCs w:val="22"/>
              </w:rPr>
              <w:t>предметно</w:t>
            </w:r>
            <w:r w:rsidRPr="00E81E94">
              <w:rPr>
                <w:rFonts w:eastAsia="Courier New"/>
                <w:sz w:val="22"/>
                <w:szCs w:val="22"/>
              </w:rPr>
              <w:softHyphen/>
              <w:t>методическими</w:t>
            </w:r>
            <w:proofErr w:type="spellEnd"/>
            <w:r w:rsidRPr="00E81E94">
              <w:rPr>
                <w:rFonts w:eastAsia="Courier New"/>
                <w:sz w:val="22"/>
                <w:szCs w:val="22"/>
              </w:rPr>
              <w:t xml:space="preserve"> комиссиями заданий для проведения школьного этапа Олимпиады по 14 предметам и требований к организации и проведению школьного этапа Олимпиады по соответствующему общеобразовательному предмету с учетом Методических рекомендаций по проведению школьного и муниципального этапов </w:t>
            </w:r>
            <w:proofErr w:type="spellStart"/>
            <w:r w:rsidRPr="00E81E94">
              <w:rPr>
                <w:rFonts w:eastAsia="Courier New"/>
                <w:sz w:val="22"/>
                <w:szCs w:val="22"/>
              </w:rPr>
              <w:t>ВсОШ</w:t>
            </w:r>
            <w:proofErr w:type="spellEnd"/>
          </w:p>
        </w:tc>
        <w:tc>
          <w:tcPr>
            <w:tcW w:w="1701" w:type="dxa"/>
          </w:tcPr>
          <w:p w14:paraId="127D15F2" w14:textId="77777777" w:rsidR="00A87CDF" w:rsidRPr="00E81E94" w:rsidRDefault="00A87CDF" w:rsidP="00E81E94">
            <w:pPr>
              <w:jc w:val="center"/>
              <w:rPr>
                <w:sz w:val="22"/>
                <w:szCs w:val="22"/>
              </w:rPr>
            </w:pPr>
            <w:r w:rsidRPr="00E81E94">
              <w:rPr>
                <w:rFonts w:eastAsia="Courier New"/>
                <w:sz w:val="22"/>
                <w:szCs w:val="22"/>
              </w:rPr>
              <w:t xml:space="preserve">В соответствии с ОТМ ШЭ </w:t>
            </w:r>
            <w:proofErr w:type="spellStart"/>
            <w:r w:rsidRPr="00E81E94">
              <w:rPr>
                <w:rFonts w:eastAsia="Courier New"/>
                <w:sz w:val="22"/>
                <w:szCs w:val="22"/>
              </w:rPr>
              <w:t>ВсОШ</w:t>
            </w:r>
            <w:proofErr w:type="spellEnd"/>
          </w:p>
        </w:tc>
        <w:tc>
          <w:tcPr>
            <w:tcW w:w="2409" w:type="dxa"/>
          </w:tcPr>
          <w:p w14:paraId="63BF9E3B" w14:textId="77777777" w:rsidR="00A87CDF" w:rsidRPr="00E81E94" w:rsidRDefault="00A87CDF" w:rsidP="00E81E94">
            <w:pPr>
              <w:rPr>
                <w:sz w:val="22"/>
                <w:szCs w:val="22"/>
              </w:rPr>
            </w:pPr>
            <w:r w:rsidRPr="00E81E94">
              <w:rPr>
                <w:rFonts w:eastAsia="Courier New"/>
                <w:sz w:val="22"/>
                <w:szCs w:val="22"/>
              </w:rPr>
              <w:t xml:space="preserve">Тексты заданий, требования к организации и проведению ШЭ </w:t>
            </w:r>
            <w:proofErr w:type="spellStart"/>
            <w:r w:rsidRPr="00E81E94">
              <w:rPr>
                <w:rFonts w:eastAsia="Courier New"/>
                <w:sz w:val="22"/>
                <w:szCs w:val="22"/>
              </w:rPr>
              <w:t>ВсОШ</w:t>
            </w:r>
            <w:proofErr w:type="spellEnd"/>
          </w:p>
        </w:tc>
        <w:tc>
          <w:tcPr>
            <w:tcW w:w="1418" w:type="dxa"/>
          </w:tcPr>
          <w:p w14:paraId="49263BEA" w14:textId="77777777" w:rsidR="00A87CDF" w:rsidRPr="00E81E94" w:rsidRDefault="00A87CDF" w:rsidP="00E81E94">
            <w:pPr>
              <w:rPr>
                <w:sz w:val="22"/>
                <w:szCs w:val="22"/>
              </w:rPr>
            </w:pPr>
            <w:r w:rsidRPr="00E81E94">
              <w:rPr>
                <w:rFonts w:eastAsia="Courier New"/>
                <w:sz w:val="22"/>
                <w:szCs w:val="22"/>
              </w:rPr>
              <w:t>ОМСУ</w:t>
            </w:r>
          </w:p>
        </w:tc>
      </w:tr>
      <w:tr w:rsidR="00A87CDF" w:rsidRPr="00E81E94" w14:paraId="5532DF7D" w14:textId="77777777" w:rsidTr="0029024B">
        <w:trPr>
          <w:jc w:val="center"/>
        </w:trPr>
        <w:tc>
          <w:tcPr>
            <w:tcW w:w="559" w:type="dxa"/>
          </w:tcPr>
          <w:p w14:paraId="43A5C55F" w14:textId="77777777" w:rsidR="00A87CDF" w:rsidRPr="00E81E94" w:rsidRDefault="0074119C" w:rsidP="00E81E94">
            <w:pPr>
              <w:jc w:val="center"/>
              <w:rPr>
                <w:sz w:val="22"/>
                <w:szCs w:val="22"/>
              </w:rPr>
            </w:pPr>
            <w:r w:rsidRPr="00E81E94">
              <w:rPr>
                <w:sz w:val="22"/>
                <w:szCs w:val="22"/>
              </w:rPr>
              <w:t>11.</w:t>
            </w:r>
          </w:p>
        </w:tc>
        <w:tc>
          <w:tcPr>
            <w:tcW w:w="4006" w:type="dxa"/>
          </w:tcPr>
          <w:p w14:paraId="4991931F" w14:textId="77777777" w:rsidR="00A87CDF" w:rsidRPr="00E81E94" w:rsidRDefault="00A87CDF" w:rsidP="00E81E94">
            <w:pPr>
              <w:rPr>
                <w:sz w:val="22"/>
                <w:szCs w:val="22"/>
              </w:rPr>
            </w:pPr>
            <w:r w:rsidRPr="00E81E94">
              <w:rPr>
                <w:rFonts w:eastAsia="Courier New"/>
                <w:sz w:val="22"/>
                <w:szCs w:val="22"/>
              </w:rPr>
              <w:t xml:space="preserve">Обеспечение выполнения требований Образовательного Фонда «Талант и успех» к организации и проведению школьного этапа </w:t>
            </w:r>
            <w:proofErr w:type="spellStart"/>
            <w:r w:rsidRPr="00E81E94">
              <w:rPr>
                <w:rFonts w:eastAsia="Courier New"/>
                <w:sz w:val="22"/>
                <w:szCs w:val="22"/>
              </w:rPr>
              <w:t>ВсОШ</w:t>
            </w:r>
            <w:proofErr w:type="spellEnd"/>
            <w:r w:rsidRPr="00E81E94">
              <w:rPr>
                <w:rFonts w:eastAsia="Courier New"/>
                <w:sz w:val="22"/>
                <w:szCs w:val="22"/>
              </w:rPr>
              <w:t xml:space="preserve"> по 6 предметам на платформе «</w:t>
            </w:r>
            <w:proofErr w:type="spellStart"/>
            <w:r w:rsidRPr="00E81E94">
              <w:rPr>
                <w:rFonts w:eastAsia="Courier New"/>
                <w:sz w:val="22"/>
                <w:szCs w:val="22"/>
              </w:rPr>
              <w:t>Сириус.Курсы</w:t>
            </w:r>
            <w:proofErr w:type="spellEnd"/>
            <w:r w:rsidRPr="00E81E94">
              <w:rPr>
                <w:rFonts w:eastAsia="Courier New"/>
                <w:sz w:val="22"/>
                <w:szCs w:val="22"/>
              </w:rPr>
              <w:t>»</w:t>
            </w:r>
          </w:p>
        </w:tc>
        <w:tc>
          <w:tcPr>
            <w:tcW w:w="1701" w:type="dxa"/>
          </w:tcPr>
          <w:p w14:paraId="70C5DC48" w14:textId="77777777" w:rsidR="00A87CDF" w:rsidRPr="00E81E94" w:rsidRDefault="00A87CDF" w:rsidP="00E81E94">
            <w:pPr>
              <w:jc w:val="center"/>
              <w:rPr>
                <w:sz w:val="22"/>
                <w:szCs w:val="22"/>
              </w:rPr>
            </w:pPr>
            <w:r w:rsidRPr="00E81E94">
              <w:rPr>
                <w:rFonts w:eastAsia="Courier New"/>
                <w:sz w:val="22"/>
                <w:szCs w:val="22"/>
              </w:rPr>
              <w:t>В соответствии с графиком публикации материалов Образовательным Фондом «Талант и успех»</w:t>
            </w:r>
          </w:p>
        </w:tc>
        <w:tc>
          <w:tcPr>
            <w:tcW w:w="2409" w:type="dxa"/>
          </w:tcPr>
          <w:p w14:paraId="71A0B60E" w14:textId="77777777" w:rsidR="00A87CDF" w:rsidRPr="00E81E94" w:rsidRDefault="00A87CDF" w:rsidP="00E81E94">
            <w:pPr>
              <w:rPr>
                <w:rFonts w:eastAsia="Courier New"/>
                <w:sz w:val="22"/>
                <w:szCs w:val="22"/>
              </w:rPr>
            </w:pPr>
          </w:p>
        </w:tc>
        <w:tc>
          <w:tcPr>
            <w:tcW w:w="1418" w:type="dxa"/>
          </w:tcPr>
          <w:p w14:paraId="3D7539B0" w14:textId="77777777" w:rsidR="00A87CDF" w:rsidRPr="00E81E94" w:rsidRDefault="00A87CDF" w:rsidP="00E81E94">
            <w:pPr>
              <w:rPr>
                <w:rFonts w:eastAsia="Courier New"/>
                <w:sz w:val="22"/>
                <w:szCs w:val="22"/>
              </w:rPr>
            </w:pPr>
          </w:p>
        </w:tc>
      </w:tr>
      <w:tr w:rsidR="00A87CDF" w:rsidRPr="00E81E94" w14:paraId="6CA7EA2B" w14:textId="77777777" w:rsidTr="0029024B">
        <w:trPr>
          <w:jc w:val="center"/>
        </w:trPr>
        <w:tc>
          <w:tcPr>
            <w:tcW w:w="559" w:type="dxa"/>
          </w:tcPr>
          <w:p w14:paraId="1BB4B45A" w14:textId="77777777" w:rsidR="00A87CDF" w:rsidRPr="00E81E94" w:rsidRDefault="0074119C" w:rsidP="00E81E94">
            <w:pPr>
              <w:jc w:val="center"/>
              <w:rPr>
                <w:sz w:val="22"/>
                <w:szCs w:val="22"/>
              </w:rPr>
            </w:pPr>
            <w:r w:rsidRPr="00E81E94">
              <w:rPr>
                <w:sz w:val="22"/>
                <w:szCs w:val="22"/>
              </w:rPr>
              <w:t>12.</w:t>
            </w:r>
          </w:p>
        </w:tc>
        <w:tc>
          <w:tcPr>
            <w:tcW w:w="4006" w:type="dxa"/>
          </w:tcPr>
          <w:p w14:paraId="7E77906C" w14:textId="77777777" w:rsidR="00A87CDF" w:rsidRPr="00E81E94" w:rsidRDefault="00A87CDF" w:rsidP="00E81E94">
            <w:pPr>
              <w:rPr>
                <w:sz w:val="22"/>
                <w:szCs w:val="22"/>
              </w:rPr>
            </w:pPr>
            <w:r w:rsidRPr="00E81E94">
              <w:rPr>
                <w:rFonts w:eastAsia="Courier New"/>
                <w:sz w:val="22"/>
                <w:szCs w:val="22"/>
              </w:rPr>
              <w:t xml:space="preserve">Обеспечение проведения школьного </w:t>
            </w:r>
            <w:r w:rsidRPr="00E81E94">
              <w:rPr>
                <w:rFonts w:eastAsia="Courier New"/>
                <w:sz w:val="22"/>
                <w:szCs w:val="22"/>
              </w:rPr>
              <w:lastRenderedPageBreak/>
              <w:t>этапа Олимпиады</w:t>
            </w:r>
          </w:p>
        </w:tc>
        <w:tc>
          <w:tcPr>
            <w:tcW w:w="1701" w:type="dxa"/>
          </w:tcPr>
          <w:p w14:paraId="4BEC741F" w14:textId="77777777" w:rsidR="00A87CDF" w:rsidRPr="00E81E94" w:rsidRDefault="00A87CDF" w:rsidP="00E81E94">
            <w:pPr>
              <w:jc w:val="center"/>
              <w:rPr>
                <w:sz w:val="22"/>
                <w:szCs w:val="22"/>
              </w:rPr>
            </w:pPr>
            <w:r w:rsidRPr="00E81E94">
              <w:rPr>
                <w:rFonts w:eastAsia="Courier New"/>
                <w:sz w:val="22"/>
                <w:szCs w:val="22"/>
              </w:rPr>
              <w:lastRenderedPageBreak/>
              <w:t xml:space="preserve">По графику </w:t>
            </w:r>
            <w:r w:rsidRPr="00E81E94">
              <w:rPr>
                <w:rFonts w:eastAsia="Courier New"/>
                <w:sz w:val="22"/>
                <w:szCs w:val="22"/>
              </w:rPr>
              <w:lastRenderedPageBreak/>
              <w:t xml:space="preserve">ШЭ </w:t>
            </w:r>
            <w:proofErr w:type="spellStart"/>
            <w:r w:rsidRPr="00E81E94">
              <w:rPr>
                <w:rFonts w:eastAsia="Courier New"/>
                <w:sz w:val="22"/>
                <w:szCs w:val="22"/>
              </w:rPr>
              <w:t>ВсОШ</w:t>
            </w:r>
            <w:proofErr w:type="spellEnd"/>
          </w:p>
        </w:tc>
        <w:tc>
          <w:tcPr>
            <w:tcW w:w="2409" w:type="dxa"/>
          </w:tcPr>
          <w:p w14:paraId="492FB0E3" w14:textId="77777777" w:rsidR="00A87CDF" w:rsidRPr="00E81E94" w:rsidRDefault="00A87CDF" w:rsidP="00E81E94">
            <w:pPr>
              <w:rPr>
                <w:sz w:val="22"/>
                <w:szCs w:val="22"/>
              </w:rPr>
            </w:pPr>
            <w:r w:rsidRPr="00E81E94">
              <w:rPr>
                <w:rFonts w:eastAsia="Courier New"/>
                <w:sz w:val="22"/>
                <w:szCs w:val="22"/>
              </w:rPr>
              <w:lastRenderedPageBreak/>
              <w:t>Приказ ОМСУ</w:t>
            </w:r>
          </w:p>
        </w:tc>
        <w:tc>
          <w:tcPr>
            <w:tcW w:w="1418" w:type="dxa"/>
          </w:tcPr>
          <w:p w14:paraId="45A1D652" w14:textId="77777777" w:rsidR="00A87CDF" w:rsidRPr="00E81E94" w:rsidRDefault="00A87CDF" w:rsidP="00E81E94">
            <w:pPr>
              <w:rPr>
                <w:sz w:val="22"/>
                <w:szCs w:val="22"/>
              </w:rPr>
            </w:pPr>
            <w:r w:rsidRPr="00E81E94">
              <w:rPr>
                <w:rFonts w:eastAsia="Courier New"/>
                <w:sz w:val="22"/>
                <w:szCs w:val="22"/>
              </w:rPr>
              <w:t>ОМСУ</w:t>
            </w:r>
          </w:p>
        </w:tc>
      </w:tr>
      <w:tr w:rsidR="00A87CDF" w:rsidRPr="00E81E94" w14:paraId="5314E6E8" w14:textId="77777777" w:rsidTr="0029024B">
        <w:trPr>
          <w:jc w:val="center"/>
        </w:trPr>
        <w:tc>
          <w:tcPr>
            <w:tcW w:w="559" w:type="dxa"/>
          </w:tcPr>
          <w:p w14:paraId="00CF606C" w14:textId="77777777" w:rsidR="00A87CDF" w:rsidRPr="00E81E94" w:rsidRDefault="0074119C" w:rsidP="00E81E94">
            <w:pPr>
              <w:jc w:val="center"/>
              <w:rPr>
                <w:sz w:val="22"/>
                <w:szCs w:val="22"/>
              </w:rPr>
            </w:pPr>
            <w:r w:rsidRPr="00E81E94">
              <w:rPr>
                <w:sz w:val="22"/>
                <w:szCs w:val="22"/>
              </w:rPr>
              <w:t>13.</w:t>
            </w:r>
          </w:p>
        </w:tc>
        <w:tc>
          <w:tcPr>
            <w:tcW w:w="4006" w:type="dxa"/>
          </w:tcPr>
          <w:p w14:paraId="2EB2B8D2" w14:textId="77777777" w:rsidR="00A87CDF" w:rsidRPr="00E81E94" w:rsidRDefault="00A87CDF" w:rsidP="00E81E94">
            <w:pPr>
              <w:rPr>
                <w:sz w:val="22"/>
                <w:szCs w:val="22"/>
              </w:rPr>
            </w:pPr>
            <w:r w:rsidRPr="00E81E94">
              <w:rPr>
                <w:rFonts w:eastAsia="Courier New"/>
                <w:sz w:val="22"/>
                <w:szCs w:val="22"/>
              </w:rPr>
              <w:t>Предоставление обучающимся логинов и паролей для участия в олимпиаде по 6 предметам на платформе «</w:t>
            </w:r>
            <w:proofErr w:type="spellStart"/>
            <w:r w:rsidRPr="00E81E94">
              <w:rPr>
                <w:rFonts w:eastAsia="Courier New"/>
                <w:sz w:val="22"/>
                <w:szCs w:val="22"/>
              </w:rPr>
              <w:t>Сириус.Курсы</w:t>
            </w:r>
            <w:proofErr w:type="spellEnd"/>
            <w:r w:rsidRPr="00E81E94">
              <w:rPr>
                <w:rFonts w:eastAsia="Courier New"/>
                <w:sz w:val="22"/>
                <w:szCs w:val="22"/>
              </w:rPr>
              <w:t>»</w:t>
            </w:r>
          </w:p>
        </w:tc>
        <w:tc>
          <w:tcPr>
            <w:tcW w:w="1701" w:type="dxa"/>
          </w:tcPr>
          <w:p w14:paraId="196922DD" w14:textId="77777777" w:rsidR="00A87CDF" w:rsidRPr="00E81E94" w:rsidRDefault="00A87CDF" w:rsidP="00E81E94">
            <w:pPr>
              <w:jc w:val="center"/>
              <w:rPr>
                <w:sz w:val="22"/>
                <w:szCs w:val="22"/>
              </w:rPr>
            </w:pPr>
            <w:r w:rsidRPr="00E81E94">
              <w:rPr>
                <w:rFonts w:eastAsia="Courier New"/>
                <w:sz w:val="22"/>
                <w:szCs w:val="22"/>
              </w:rPr>
              <w:t xml:space="preserve">По графику ШЭ </w:t>
            </w:r>
            <w:proofErr w:type="spellStart"/>
            <w:r w:rsidRPr="00E81E94">
              <w:rPr>
                <w:rFonts w:eastAsia="Courier New"/>
                <w:sz w:val="22"/>
                <w:szCs w:val="22"/>
              </w:rPr>
              <w:t>ВсОШ</w:t>
            </w:r>
            <w:proofErr w:type="spellEnd"/>
          </w:p>
        </w:tc>
        <w:tc>
          <w:tcPr>
            <w:tcW w:w="2409" w:type="dxa"/>
          </w:tcPr>
          <w:p w14:paraId="3A2B1A8A" w14:textId="504A58F5" w:rsidR="00A87CDF" w:rsidRPr="00E81E94" w:rsidRDefault="00A87CDF" w:rsidP="0029024B">
            <w:pPr>
              <w:rPr>
                <w:sz w:val="22"/>
                <w:szCs w:val="22"/>
              </w:rPr>
            </w:pPr>
            <w:r w:rsidRPr="00E81E94">
              <w:rPr>
                <w:rFonts w:eastAsia="Courier New"/>
                <w:sz w:val="22"/>
                <w:szCs w:val="22"/>
              </w:rPr>
              <w:t>Списки</w:t>
            </w:r>
            <w:r w:rsidR="0029024B">
              <w:rPr>
                <w:rFonts w:eastAsia="Courier New"/>
                <w:sz w:val="22"/>
                <w:szCs w:val="22"/>
              </w:rPr>
              <w:t xml:space="preserve"> </w:t>
            </w:r>
            <w:r w:rsidRPr="00E81E94">
              <w:rPr>
                <w:rFonts w:eastAsia="Courier New"/>
                <w:sz w:val="22"/>
                <w:szCs w:val="22"/>
              </w:rPr>
              <w:t>обучающихся</w:t>
            </w:r>
          </w:p>
        </w:tc>
        <w:tc>
          <w:tcPr>
            <w:tcW w:w="1418" w:type="dxa"/>
          </w:tcPr>
          <w:p w14:paraId="22A5F0D5" w14:textId="77777777" w:rsidR="00A87CDF" w:rsidRPr="00E81E94" w:rsidRDefault="00A87CDF" w:rsidP="00E81E94">
            <w:pPr>
              <w:rPr>
                <w:sz w:val="22"/>
                <w:szCs w:val="22"/>
              </w:rPr>
            </w:pPr>
            <w:r w:rsidRPr="00E81E94">
              <w:rPr>
                <w:rFonts w:eastAsia="Courier New"/>
                <w:sz w:val="22"/>
                <w:szCs w:val="22"/>
              </w:rPr>
              <w:t>Общеобразовательные организации</w:t>
            </w:r>
          </w:p>
        </w:tc>
      </w:tr>
      <w:tr w:rsidR="008F63E7" w:rsidRPr="00E81E94" w14:paraId="01B91D4B" w14:textId="77777777" w:rsidTr="0029024B">
        <w:trPr>
          <w:jc w:val="center"/>
        </w:trPr>
        <w:tc>
          <w:tcPr>
            <w:tcW w:w="559" w:type="dxa"/>
          </w:tcPr>
          <w:p w14:paraId="63EB2FB7" w14:textId="77777777" w:rsidR="008F63E7" w:rsidRPr="00E81E94" w:rsidRDefault="0074119C" w:rsidP="00E81E94">
            <w:pPr>
              <w:jc w:val="center"/>
              <w:rPr>
                <w:sz w:val="22"/>
                <w:szCs w:val="22"/>
              </w:rPr>
            </w:pPr>
            <w:r w:rsidRPr="00E81E94">
              <w:rPr>
                <w:sz w:val="22"/>
                <w:szCs w:val="22"/>
              </w:rPr>
              <w:t>14.</w:t>
            </w:r>
          </w:p>
        </w:tc>
        <w:tc>
          <w:tcPr>
            <w:tcW w:w="4006" w:type="dxa"/>
          </w:tcPr>
          <w:p w14:paraId="50926CBA" w14:textId="77777777" w:rsidR="008F63E7" w:rsidRPr="00E81E94" w:rsidRDefault="008F63E7" w:rsidP="00E81E94">
            <w:pPr>
              <w:rPr>
                <w:sz w:val="22"/>
                <w:szCs w:val="22"/>
              </w:rPr>
            </w:pPr>
            <w:r w:rsidRPr="00E81E94">
              <w:rPr>
                <w:rFonts w:eastAsia="Courier New"/>
                <w:sz w:val="22"/>
                <w:szCs w:val="22"/>
              </w:rPr>
              <w:t>Обеспечение конфиденциальности при получении и передаче олимпиадных заданий</w:t>
            </w:r>
          </w:p>
        </w:tc>
        <w:tc>
          <w:tcPr>
            <w:tcW w:w="1701" w:type="dxa"/>
          </w:tcPr>
          <w:p w14:paraId="1C61EEF8" w14:textId="77777777" w:rsidR="008F63E7" w:rsidRPr="00E81E94" w:rsidRDefault="008F63E7" w:rsidP="00E81E94">
            <w:pPr>
              <w:jc w:val="center"/>
              <w:rPr>
                <w:sz w:val="22"/>
                <w:szCs w:val="22"/>
              </w:rPr>
            </w:pPr>
            <w:r w:rsidRPr="00E81E94">
              <w:rPr>
                <w:rFonts w:eastAsia="Courier New"/>
                <w:sz w:val="22"/>
                <w:szCs w:val="22"/>
              </w:rPr>
              <w:t xml:space="preserve">В течение ШЭ </w:t>
            </w:r>
            <w:proofErr w:type="spellStart"/>
            <w:r w:rsidRPr="00E81E94">
              <w:rPr>
                <w:rFonts w:eastAsia="Courier New"/>
                <w:sz w:val="22"/>
                <w:szCs w:val="22"/>
              </w:rPr>
              <w:t>ВсОШ</w:t>
            </w:r>
            <w:proofErr w:type="spellEnd"/>
          </w:p>
        </w:tc>
        <w:tc>
          <w:tcPr>
            <w:tcW w:w="2409" w:type="dxa"/>
          </w:tcPr>
          <w:p w14:paraId="741959EF" w14:textId="77777777" w:rsidR="008F63E7" w:rsidRPr="00E81E94" w:rsidRDefault="008F63E7" w:rsidP="00E81E94">
            <w:pPr>
              <w:rPr>
                <w:sz w:val="22"/>
                <w:szCs w:val="22"/>
              </w:rPr>
            </w:pPr>
            <w:r w:rsidRPr="00E81E94">
              <w:rPr>
                <w:rFonts w:eastAsia="Courier New"/>
                <w:sz w:val="22"/>
                <w:szCs w:val="22"/>
              </w:rPr>
              <w:t>Приказ ОМСУ</w:t>
            </w:r>
          </w:p>
        </w:tc>
        <w:tc>
          <w:tcPr>
            <w:tcW w:w="1418" w:type="dxa"/>
          </w:tcPr>
          <w:p w14:paraId="0B9C2EB9" w14:textId="77777777" w:rsidR="008F63E7" w:rsidRPr="00E81E94" w:rsidRDefault="00F804F1" w:rsidP="00E81E94">
            <w:pPr>
              <w:rPr>
                <w:sz w:val="22"/>
                <w:szCs w:val="22"/>
              </w:rPr>
            </w:pPr>
            <w:r w:rsidRPr="00E81E94">
              <w:rPr>
                <w:rFonts w:eastAsia="Courier New"/>
                <w:sz w:val="22"/>
                <w:szCs w:val="22"/>
              </w:rPr>
              <w:t>Общеобразовательные организации</w:t>
            </w:r>
          </w:p>
        </w:tc>
      </w:tr>
      <w:tr w:rsidR="008F63E7" w:rsidRPr="00E81E94" w14:paraId="54CDAA94" w14:textId="77777777" w:rsidTr="0029024B">
        <w:trPr>
          <w:jc w:val="center"/>
        </w:trPr>
        <w:tc>
          <w:tcPr>
            <w:tcW w:w="559" w:type="dxa"/>
          </w:tcPr>
          <w:p w14:paraId="35A56E8F" w14:textId="77777777" w:rsidR="008F63E7" w:rsidRPr="00E81E94" w:rsidRDefault="0074119C" w:rsidP="00E81E94">
            <w:pPr>
              <w:jc w:val="center"/>
              <w:rPr>
                <w:sz w:val="22"/>
                <w:szCs w:val="22"/>
              </w:rPr>
            </w:pPr>
            <w:r w:rsidRPr="00E81E94">
              <w:rPr>
                <w:sz w:val="22"/>
                <w:szCs w:val="22"/>
              </w:rPr>
              <w:t>15.</w:t>
            </w:r>
          </w:p>
        </w:tc>
        <w:tc>
          <w:tcPr>
            <w:tcW w:w="4006" w:type="dxa"/>
          </w:tcPr>
          <w:p w14:paraId="268F3327" w14:textId="77777777" w:rsidR="008F63E7" w:rsidRPr="00E81E94" w:rsidRDefault="008F63E7" w:rsidP="00E81E94">
            <w:pPr>
              <w:rPr>
                <w:sz w:val="22"/>
                <w:szCs w:val="22"/>
              </w:rPr>
            </w:pPr>
            <w:r w:rsidRPr="00E81E94">
              <w:rPr>
                <w:rFonts w:eastAsia="Courier New"/>
                <w:sz w:val="22"/>
                <w:szCs w:val="22"/>
              </w:rPr>
              <w:t>Обеспечение проведения жюри по каждому общеобразовательному предмету анализа олимпиадных заданий и их решений, показа выполненных олимпиадных работ (по запросу участника), процедуры апелляции (по заявлению)</w:t>
            </w:r>
          </w:p>
        </w:tc>
        <w:tc>
          <w:tcPr>
            <w:tcW w:w="1701" w:type="dxa"/>
          </w:tcPr>
          <w:p w14:paraId="5EAA296C" w14:textId="77777777" w:rsidR="008F63E7" w:rsidRPr="00E81E94" w:rsidRDefault="008F63E7" w:rsidP="00E81E94">
            <w:pPr>
              <w:jc w:val="center"/>
              <w:rPr>
                <w:sz w:val="22"/>
                <w:szCs w:val="22"/>
              </w:rPr>
            </w:pPr>
            <w:r w:rsidRPr="00E81E94">
              <w:rPr>
                <w:rFonts w:eastAsia="Courier New"/>
                <w:sz w:val="22"/>
                <w:szCs w:val="22"/>
              </w:rPr>
              <w:t>В течение ШЭ Олимпиады, согласно графику</w:t>
            </w:r>
          </w:p>
        </w:tc>
        <w:tc>
          <w:tcPr>
            <w:tcW w:w="2409" w:type="dxa"/>
          </w:tcPr>
          <w:p w14:paraId="4103EE4C" w14:textId="77777777" w:rsidR="008F63E7" w:rsidRPr="00E81E94" w:rsidRDefault="008F63E7" w:rsidP="00E81E94">
            <w:pPr>
              <w:rPr>
                <w:sz w:val="22"/>
                <w:szCs w:val="22"/>
              </w:rPr>
            </w:pPr>
            <w:r w:rsidRPr="00E81E94">
              <w:rPr>
                <w:rFonts w:eastAsia="Courier New"/>
                <w:sz w:val="22"/>
                <w:szCs w:val="22"/>
              </w:rPr>
              <w:t>Протоколы</w:t>
            </w:r>
          </w:p>
        </w:tc>
        <w:tc>
          <w:tcPr>
            <w:tcW w:w="1418" w:type="dxa"/>
          </w:tcPr>
          <w:p w14:paraId="4ED9C030" w14:textId="77777777" w:rsidR="008F63E7" w:rsidRPr="00E81E94" w:rsidRDefault="008F63E7" w:rsidP="00E81E94">
            <w:pPr>
              <w:rPr>
                <w:rFonts w:eastAsia="Courier New"/>
                <w:sz w:val="22"/>
                <w:szCs w:val="22"/>
              </w:rPr>
            </w:pPr>
            <w:r w:rsidRPr="00E81E94">
              <w:rPr>
                <w:rFonts w:eastAsia="Courier New"/>
                <w:sz w:val="22"/>
                <w:szCs w:val="22"/>
              </w:rPr>
              <w:t>ОМСУ</w:t>
            </w:r>
            <w:r w:rsidR="00F804F1" w:rsidRPr="00E81E94">
              <w:rPr>
                <w:rFonts w:eastAsia="Courier New"/>
                <w:sz w:val="22"/>
                <w:szCs w:val="22"/>
              </w:rPr>
              <w:t>,</w:t>
            </w:r>
          </w:p>
          <w:p w14:paraId="12AEBE78" w14:textId="77777777" w:rsidR="00F804F1" w:rsidRPr="00E81E94" w:rsidRDefault="00F804F1" w:rsidP="00E81E94">
            <w:pPr>
              <w:rPr>
                <w:sz w:val="22"/>
                <w:szCs w:val="22"/>
              </w:rPr>
            </w:pPr>
            <w:r w:rsidRPr="00E81E94">
              <w:rPr>
                <w:rFonts w:eastAsia="Courier New"/>
                <w:sz w:val="22"/>
                <w:szCs w:val="22"/>
              </w:rPr>
              <w:t>Общеобразовательные организации</w:t>
            </w:r>
          </w:p>
        </w:tc>
      </w:tr>
      <w:tr w:rsidR="008F63E7" w:rsidRPr="00E81E94" w14:paraId="239EDB58" w14:textId="77777777" w:rsidTr="0029024B">
        <w:trPr>
          <w:jc w:val="center"/>
        </w:trPr>
        <w:tc>
          <w:tcPr>
            <w:tcW w:w="559" w:type="dxa"/>
          </w:tcPr>
          <w:p w14:paraId="7115D750" w14:textId="77777777" w:rsidR="008F63E7" w:rsidRPr="00E81E94" w:rsidRDefault="0074119C" w:rsidP="00E81E94">
            <w:pPr>
              <w:jc w:val="center"/>
              <w:rPr>
                <w:sz w:val="22"/>
                <w:szCs w:val="22"/>
              </w:rPr>
            </w:pPr>
            <w:r w:rsidRPr="00E81E94">
              <w:rPr>
                <w:sz w:val="22"/>
                <w:szCs w:val="22"/>
              </w:rPr>
              <w:t>16.</w:t>
            </w:r>
          </w:p>
        </w:tc>
        <w:tc>
          <w:tcPr>
            <w:tcW w:w="4006" w:type="dxa"/>
          </w:tcPr>
          <w:p w14:paraId="6DF21950" w14:textId="77777777" w:rsidR="008F63E7" w:rsidRPr="00E81E94" w:rsidRDefault="008F63E7" w:rsidP="00E81E94">
            <w:pPr>
              <w:rPr>
                <w:sz w:val="22"/>
                <w:szCs w:val="22"/>
              </w:rPr>
            </w:pPr>
            <w:r w:rsidRPr="00E81E94">
              <w:rPr>
                <w:rFonts w:eastAsia="Courier New"/>
                <w:sz w:val="22"/>
                <w:szCs w:val="22"/>
              </w:rPr>
              <w:t>Пересмотр индивидуальных результатов в случае выявления в протоколах жюри технических ошибок, допущенных при подсчете баллов за выполнение заданий, и утверждения итоговых результатов школьного этапа Олимпиады с учетом внесенных изменений</w:t>
            </w:r>
          </w:p>
        </w:tc>
        <w:tc>
          <w:tcPr>
            <w:tcW w:w="1701" w:type="dxa"/>
          </w:tcPr>
          <w:p w14:paraId="7BC1F8A3" w14:textId="77777777" w:rsidR="008F63E7" w:rsidRPr="00E81E94" w:rsidRDefault="008F63E7" w:rsidP="00E81E94">
            <w:pPr>
              <w:jc w:val="center"/>
              <w:rPr>
                <w:sz w:val="22"/>
                <w:szCs w:val="22"/>
              </w:rPr>
            </w:pPr>
            <w:r w:rsidRPr="00E81E94">
              <w:rPr>
                <w:rFonts w:eastAsia="Courier New"/>
                <w:sz w:val="22"/>
                <w:szCs w:val="22"/>
              </w:rPr>
              <w:t xml:space="preserve">По графику ШЭ </w:t>
            </w:r>
            <w:proofErr w:type="spellStart"/>
            <w:r w:rsidRPr="00E81E94">
              <w:rPr>
                <w:rFonts w:eastAsia="Courier New"/>
                <w:sz w:val="22"/>
                <w:szCs w:val="22"/>
              </w:rPr>
              <w:t>ВсОШ</w:t>
            </w:r>
            <w:proofErr w:type="spellEnd"/>
          </w:p>
        </w:tc>
        <w:tc>
          <w:tcPr>
            <w:tcW w:w="2409" w:type="dxa"/>
          </w:tcPr>
          <w:p w14:paraId="5B6C78AE" w14:textId="77777777" w:rsidR="008F63E7" w:rsidRPr="00E81E94" w:rsidRDefault="008F63E7" w:rsidP="00E81E94">
            <w:pPr>
              <w:rPr>
                <w:sz w:val="22"/>
                <w:szCs w:val="22"/>
              </w:rPr>
            </w:pPr>
            <w:r w:rsidRPr="00E81E94">
              <w:rPr>
                <w:rFonts w:eastAsia="Courier New"/>
                <w:sz w:val="22"/>
                <w:szCs w:val="22"/>
              </w:rPr>
              <w:t>ОМСУ</w:t>
            </w:r>
          </w:p>
        </w:tc>
        <w:tc>
          <w:tcPr>
            <w:tcW w:w="1418" w:type="dxa"/>
          </w:tcPr>
          <w:p w14:paraId="6B5E819A" w14:textId="77777777" w:rsidR="008F63E7" w:rsidRPr="00E81E94" w:rsidRDefault="008F63E7" w:rsidP="00E81E94">
            <w:pPr>
              <w:rPr>
                <w:sz w:val="22"/>
                <w:szCs w:val="22"/>
              </w:rPr>
            </w:pPr>
            <w:r w:rsidRPr="00E81E94">
              <w:rPr>
                <w:rFonts w:eastAsia="Courier New"/>
                <w:sz w:val="22"/>
                <w:szCs w:val="22"/>
              </w:rPr>
              <w:t>ОМСУ</w:t>
            </w:r>
            <w:r w:rsidR="00F804F1" w:rsidRPr="00E81E94">
              <w:rPr>
                <w:rFonts w:eastAsia="Courier New"/>
                <w:sz w:val="22"/>
                <w:szCs w:val="22"/>
              </w:rPr>
              <w:t xml:space="preserve">, </w:t>
            </w:r>
            <w:r w:rsidR="00AF7B60" w:rsidRPr="00E81E94">
              <w:rPr>
                <w:rFonts w:eastAsia="Courier New"/>
                <w:sz w:val="22"/>
                <w:szCs w:val="22"/>
              </w:rPr>
              <w:t>о</w:t>
            </w:r>
            <w:r w:rsidR="00F804F1" w:rsidRPr="00E81E94">
              <w:rPr>
                <w:rFonts w:eastAsia="Courier New"/>
                <w:sz w:val="22"/>
                <w:szCs w:val="22"/>
              </w:rPr>
              <w:t>бщеобразовательные организации</w:t>
            </w:r>
          </w:p>
        </w:tc>
      </w:tr>
      <w:tr w:rsidR="008F63E7" w:rsidRPr="00E81E94" w14:paraId="60B851C5" w14:textId="77777777" w:rsidTr="0029024B">
        <w:trPr>
          <w:jc w:val="center"/>
        </w:trPr>
        <w:tc>
          <w:tcPr>
            <w:tcW w:w="559" w:type="dxa"/>
          </w:tcPr>
          <w:p w14:paraId="2051961D" w14:textId="77777777" w:rsidR="008F63E7" w:rsidRPr="00E81E94" w:rsidRDefault="0074119C" w:rsidP="00E81E94">
            <w:pPr>
              <w:jc w:val="center"/>
              <w:rPr>
                <w:sz w:val="22"/>
                <w:szCs w:val="22"/>
              </w:rPr>
            </w:pPr>
            <w:r w:rsidRPr="00E81E94">
              <w:rPr>
                <w:sz w:val="22"/>
                <w:szCs w:val="22"/>
              </w:rPr>
              <w:t>17.</w:t>
            </w:r>
          </w:p>
        </w:tc>
        <w:tc>
          <w:tcPr>
            <w:tcW w:w="4006" w:type="dxa"/>
          </w:tcPr>
          <w:p w14:paraId="74F89386" w14:textId="77777777" w:rsidR="008F63E7" w:rsidRPr="00E81E94" w:rsidRDefault="008F63E7" w:rsidP="00E81E94">
            <w:pPr>
              <w:rPr>
                <w:sz w:val="22"/>
                <w:szCs w:val="22"/>
              </w:rPr>
            </w:pPr>
            <w:r w:rsidRPr="00E81E94">
              <w:rPr>
                <w:rFonts w:eastAsia="Courier New"/>
                <w:sz w:val="22"/>
                <w:szCs w:val="22"/>
              </w:rPr>
              <w:t>Утверждение итоговых результатов школьного этапа Олимпиады по каждому общеобразовательному предмету на основании протоколов жюри и публикация их на официальном сайте ОМСУ в сети Интернет с указанием сведений об участниках по соответствующему общеобразовательному предмету</w:t>
            </w:r>
          </w:p>
        </w:tc>
        <w:tc>
          <w:tcPr>
            <w:tcW w:w="1701" w:type="dxa"/>
          </w:tcPr>
          <w:p w14:paraId="7F407655" w14:textId="77777777" w:rsidR="008F63E7" w:rsidRPr="00E81E94" w:rsidRDefault="008F63E7" w:rsidP="00E81E94">
            <w:pPr>
              <w:jc w:val="center"/>
              <w:rPr>
                <w:sz w:val="22"/>
                <w:szCs w:val="22"/>
              </w:rPr>
            </w:pPr>
            <w:r w:rsidRPr="00E81E94">
              <w:rPr>
                <w:rFonts w:eastAsia="Courier New"/>
                <w:sz w:val="22"/>
                <w:szCs w:val="22"/>
              </w:rPr>
              <w:t>Не позднее 11.11.2024</w:t>
            </w:r>
          </w:p>
        </w:tc>
        <w:tc>
          <w:tcPr>
            <w:tcW w:w="2409" w:type="dxa"/>
          </w:tcPr>
          <w:p w14:paraId="6708A86B" w14:textId="77777777" w:rsidR="008F63E7" w:rsidRPr="00E81E94" w:rsidRDefault="008F63E7" w:rsidP="00E81E94">
            <w:pPr>
              <w:rPr>
                <w:sz w:val="22"/>
                <w:szCs w:val="22"/>
              </w:rPr>
            </w:pPr>
            <w:r w:rsidRPr="00E81E94">
              <w:rPr>
                <w:rFonts w:eastAsia="Courier New"/>
                <w:sz w:val="22"/>
                <w:szCs w:val="22"/>
              </w:rPr>
              <w:t>Приказ ОМСУ</w:t>
            </w:r>
          </w:p>
        </w:tc>
        <w:tc>
          <w:tcPr>
            <w:tcW w:w="1418" w:type="dxa"/>
          </w:tcPr>
          <w:p w14:paraId="5231EF5B" w14:textId="77777777" w:rsidR="008F63E7" w:rsidRPr="00E81E94" w:rsidRDefault="008F63E7" w:rsidP="00E81E94">
            <w:pPr>
              <w:rPr>
                <w:sz w:val="22"/>
                <w:szCs w:val="22"/>
              </w:rPr>
            </w:pPr>
            <w:r w:rsidRPr="00E81E94">
              <w:rPr>
                <w:rFonts w:eastAsia="Courier New"/>
                <w:sz w:val="22"/>
                <w:szCs w:val="22"/>
              </w:rPr>
              <w:t>ОМСУ</w:t>
            </w:r>
          </w:p>
        </w:tc>
      </w:tr>
    </w:tbl>
    <w:p w14:paraId="595F550A" w14:textId="77777777" w:rsidR="0029024B" w:rsidRDefault="0029024B">
      <w:pPr>
        <w:rPr>
          <w:sz w:val="24"/>
          <w:szCs w:val="24"/>
        </w:rPr>
      </w:pPr>
      <w:r>
        <w:br w:type="page"/>
      </w:r>
    </w:p>
    <w:p w14:paraId="16B230C5" w14:textId="77777777" w:rsidR="00FA2C41" w:rsidRPr="009E6E93" w:rsidRDefault="00FA2C41" w:rsidP="00FA2C41">
      <w:pPr>
        <w:pStyle w:val="af2"/>
        <w:rPr>
          <w:color w:val="auto"/>
        </w:rPr>
      </w:pPr>
      <w:r>
        <w:rPr>
          <w:color w:val="auto"/>
        </w:rPr>
        <w:lastRenderedPageBreak/>
        <w:t>Приложение №3</w:t>
      </w:r>
    </w:p>
    <w:p w14:paraId="4D05B7BA" w14:textId="77777777" w:rsidR="00FA2C41" w:rsidRPr="009E6E93" w:rsidRDefault="00FA2C41" w:rsidP="00FA2C41">
      <w:pPr>
        <w:pStyle w:val="af2"/>
        <w:rPr>
          <w:color w:val="auto"/>
        </w:rPr>
      </w:pPr>
      <w:r w:rsidRPr="009E6E93">
        <w:rPr>
          <w:color w:val="auto"/>
        </w:rPr>
        <w:t>к приказу Отдела образования</w:t>
      </w:r>
    </w:p>
    <w:p w14:paraId="6F664351" w14:textId="5D0546B6" w:rsidR="00FA2C41" w:rsidRPr="009E6E93" w:rsidRDefault="00FA2C41" w:rsidP="00FA2C41">
      <w:pPr>
        <w:pStyle w:val="af2"/>
        <w:rPr>
          <w:color w:val="auto"/>
        </w:rPr>
      </w:pPr>
      <w:r w:rsidRPr="009E6E93">
        <w:rPr>
          <w:color w:val="auto"/>
        </w:rPr>
        <w:t xml:space="preserve">от </w:t>
      </w:r>
      <w:r w:rsidR="0041726D">
        <w:rPr>
          <w:color w:val="auto"/>
        </w:rPr>
        <w:t>30.08</w:t>
      </w:r>
      <w:r w:rsidRPr="009E6E93">
        <w:rPr>
          <w:color w:val="auto"/>
        </w:rPr>
        <w:t>.20</w:t>
      </w:r>
      <w:r>
        <w:rPr>
          <w:color w:val="auto"/>
        </w:rPr>
        <w:t>23</w:t>
      </w:r>
      <w:r w:rsidRPr="009E6E93">
        <w:rPr>
          <w:color w:val="auto"/>
        </w:rPr>
        <w:t>г. №</w:t>
      </w:r>
      <w:r w:rsidR="0029024B">
        <w:rPr>
          <w:color w:val="auto"/>
        </w:rPr>
        <w:t xml:space="preserve"> </w:t>
      </w:r>
      <w:r w:rsidR="0041726D">
        <w:rPr>
          <w:color w:val="auto"/>
        </w:rPr>
        <w:t>438</w:t>
      </w:r>
    </w:p>
    <w:p w14:paraId="41317815" w14:textId="77777777" w:rsidR="00FA2C41" w:rsidRPr="009E6E93" w:rsidRDefault="00FA2C41" w:rsidP="0029024B">
      <w:pPr>
        <w:pStyle w:val="af2"/>
        <w:jc w:val="center"/>
      </w:pPr>
    </w:p>
    <w:p w14:paraId="21D888A2" w14:textId="2E769D51" w:rsidR="002F45CE" w:rsidRDefault="00081861" w:rsidP="0029024B">
      <w:pPr>
        <w:pStyle w:val="ad"/>
        <w:ind w:firstLine="0"/>
        <w:jc w:val="center"/>
        <w:rPr>
          <w:b/>
          <w:sz w:val="24"/>
          <w:szCs w:val="24"/>
        </w:rPr>
      </w:pPr>
      <w:r w:rsidRPr="002F45CE">
        <w:rPr>
          <w:b/>
          <w:sz w:val="24"/>
          <w:szCs w:val="24"/>
        </w:rPr>
        <w:t>Состав оргкомитета</w:t>
      </w:r>
    </w:p>
    <w:p w14:paraId="0AFE81E0" w14:textId="77777777" w:rsidR="00FA2C41" w:rsidRPr="002F45CE" w:rsidRDefault="00FA2C41" w:rsidP="0029024B">
      <w:pPr>
        <w:pStyle w:val="ad"/>
        <w:ind w:firstLine="0"/>
        <w:jc w:val="center"/>
        <w:rPr>
          <w:b/>
          <w:sz w:val="24"/>
          <w:szCs w:val="24"/>
        </w:rPr>
      </w:pPr>
      <w:r w:rsidRPr="002F45CE">
        <w:rPr>
          <w:b/>
          <w:sz w:val="24"/>
          <w:szCs w:val="24"/>
        </w:rPr>
        <w:t>школьного этапа всероссийской олимпиады школьников 202</w:t>
      </w:r>
      <w:r w:rsidR="00081861" w:rsidRPr="002F45CE">
        <w:rPr>
          <w:b/>
          <w:sz w:val="24"/>
          <w:szCs w:val="24"/>
        </w:rPr>
        <w:t>4</w:t>
      </w:r>
      <w:r w:rsidRPr="002F45CE">
        <w:rPr>
          <w:b/>
          <w:sz w:val="24"/>
          <w:szCs w:val="24"/>
        </w:rPr>
        <w:t>-202</w:t>
      </w:r>
      <w:r w:rsidR="00081861" w:rsidRPr="002F45CE">
        <w:rPr>
          <w:b/>
          <w:sz w:val="24"/>
          <w:szCs w:val="24"/>
        </w:rPr>
        <w:t>5</w:t>
      </w:r>
      <w:r w:rsidRPr="002F45CE">
        <w:rPr>
          <w:b/>
          <w:sz w:val="24"/>
          <w:szCs w:val="24"/>
        </w:rPr>
        <w:t xml:space="preserve"> учебного года</w:t>
      </w:r>
    </w:p>
    <w:p w14:paraId="60C92BBD" w14:textId="77777777" w:rsidR="00FA2C41" w:rsidRPr="002F45CE" w:rsidRDefault="00FA2C41" w:rsidP="0029024B">
      <w:pPr>
        <w:pStyle w:val="ad"/>
        <w:ind w:firstLine="0"/>
        <w:jc w:val="center"/>
        <w:rPr>
          <w:b/>
          <w:sz w:val="24"/>
          <w:szCs w:val="24"/>
        </w:rPr>
      </w:pPr>
    </w:p>
    <w:p w14:paraId="209FE8CC" w14:textId="77777777" w:rsidR="00986D5A" w:rsidRPr="0029024B" w:rsidRDefault="00986D5A" w:rsidP="0029024B">
      <w:pPr>
        <w:pStyle w:val="ad"/>
        <w:tabs>
          <w:tab w:val="left" w:pos="993"/>
        </w:tabs>
        <w:jc w:val="both"/>
        <w:rPr>
          <w:sz w:val="24"/>
          <w:szCs w:val="24"/>
        </w:rPr>
      </w:pPr>
      <w:r w:rsidRPr="0029024B">
        <w:rPr>
          <w:sz w:val="24"/>
          <w:szCs w:val="24"/>
        </w:rPr>
        <w:t xml:space="preserve">Председатель оргкомитета: </w:t>
      </w:r>
      <w:r w:rsidR="00FA2C41" w:rsidRPr="0029024B">
        <w:rPr>
          <w:sz w:val="24"/>
          <w:szCs w:val="24"/>
        </w:rPr>
        <w:t xml:space="preserve">Дмитриева </w:t>
      </w:r>
      <w:proofErr w:type="gramStart"/>
      <w:r w:rsidR="00FA2C41" w:rsidRPr="0029024B">
        <w:rPr>
          <w:sz w:val="24"/>
          <w:szCs w:val="24"/>
        </w:rPr>
        <w:t>О.В.</w:t>
      </w:r>
      <w:proofErr w:type="gramEnd"/>
      <w:r w:rsidR="0041726D" w:rsidRPr="0029024B">
        <w:rPr>
          <w:sz w:val="24"/>
          <w:szCs w:val="24"/>
        </w:rPr>
        <w:t xml:space="preserve">, </w:t>
      </w:r>
      <w:r w:rsidR="00FA2C41" w:rsidRPr="0029024B">
        <w:rPr>
          <w:sz w:val="24"/>
          <w:szCs w:val="24"/>
        </w:rPr>
        <w:t>заместитель заведующего Отделом образования Администрации Веселовского района;</w:t>
      </w:r>
    </w:p>
    <w:p w14:paraId="31B2AC9B" w14:textId="77777777" w:rsidR="00986D5A" w:rsidRPr="0029024B" w:rsidRDefault="00986D5A" w:rsidP="0029024B">
      <w:pPr>
        <w:pStyle w:val="ad"/>
        <w:tabs>
          <w:tab w:val="left" w:pos="993"/>
        </w:tabs>
        <w:jc w:val="both"/>
        <w:rPr>
          <w:sz w:val="24"/>
          <w:szCs w:val="24"/>
        </w:rPr>
      </w:pPr>
      <w:r w:rsidRPr="0029024B">
        <w:rPr>
          <w:sz w:val="24"/>
          <w:szCs w:val="24"/>
        </w:rPr>
        <w:t>Члены оргкомитета:</w:t>
      </w:r>
    </w:p>
    <w:p w14:paraId="2E948FA0" w14:textId="77777777" w:rsidR="00FA2C41" w:rsidRPr="0029024B" w:rsidRDefault="00FA2C41" w:rsidP="0029024B">
      <w:pPr>
        <w:pStyle w:val="ad"/>
        <w:numPr>
          <w:ilvl w:val="0"/>
          <w:numId w:val="34"/>
        </w:numPr>
        <w:tabs>
          <w:tab w:val="left" w:pos="993"/>
        </w:tabs>
        <w:ind w:left="0" w:firstLine="709"/>
        <w:jc w:val="both"/>
        <w:rPr>
          <w:sz w:val="24"/>
          <w:szCs w:val="24"/>
        </w:rPr>
      </w:pPr>
      <w:proofErr w:type="spellStart"/>
      <w:r w:rsidRPr="0029024B">
        <w:rPr>
          <w:sz w:val="24"/>
          <w:szCs w:val="24"/>
        </w:rPr>
        <w:t>Лямкина</w:t>
      </w:r>
      <w:proofErr w:type="spellEnd"/>
      <w:r w:rsidRPr="0029024B">
        <w:rPr>
          <w:sz w:val="24"/>
          <w:szCs w:val="24"/>
        </w:rPr>
        <w:t xml:space="preserve"> Г.А.</w:t>
      </w:r>
      <w:r w:rsidR="00986D5A" w:rsidRPr="0029024B">
        <w:rPr>
          <w:sz w:val="24"/>
          <w:szCs w:val="24"/>
        </w:rPr>
        <w:t xml:space="preserve">, </w:t>
      </w:r>
      <w:r w:rsidRPr="0029024B">
        <w:rPr>
          <w:sz w:val="24"/>
          <w:szCs w:val="24"/>
        </w:rPr>
        <w:t>директор МБУ ДО Веселовского ЦТ;</w:t>
      </w:r>
    </w:p>
    <w:p w14:paraId="1456B463" w14:textId="77777777" w:rsidR="00986D5A" w:rsidRPr="0029024B" w:rsidRDefault="00986D5A" w:rsidP="0029024B">
      <w:pPr>
        <w:pStyle w:val="ad"/>
        <w:numPr>
          <w:ilvl w:val="0"/>
          <w:numId w:val="34"/>
        </w:numPr>
        <w:tabs>
          <w:tab w:val="left" w:pos="993"/>
        </w:tabs>
        <w:ind w:left="0" w:firstLine="709"/>
        <w:jc w:val="both"/>
        <w:rPr>
          <w:sz w:val="24"/>
          <w:szCs w:val="24"/>
        </w:rPr>
      </w:pPr>
      <w:r w:rsidRPr="0029024B">
        <w:rPr>
          <w:sz w:val="24"/>
          <w:szCs w:val="24"/>
        </w:rPr>
        <w:t>Евдоки</w:t>
      </w:r>
      <w:r w:rsidR="002F45CE" w:rsidRPr="0029024B">
        <w:rPr>
          <w:sz w:val="24"/>
          <w:szCs w:val="24"/>
        </w:rPr>
        <w:t xml:space="preserve">мова </w:t>
      </w:r>
      <w:proofErr w:type="gramStart"/>
      <w:r w:rsidR="002F45CE" w:rsidRPr="0029024B">
        <w:rPr>
          <w:sz w:val="24"/>
          <w:szCs w:val="24"/>
        </w:rPr>
        <w:t>Г.Ф.</w:t>
      </w:r>
      <w:proofErr w:type="gramEnd"/>
      <w:r w:rsidR="002F45CE" w:rsidRPr="0029024B">
        <w:rPr>
          <w:sz w:val="24"/>
          <w:szCs w:val="24"/>
        </w:rPr>
        <w:t>, директор МБОУ Веселовской СОШ №1;</w:t>
      </w:r>
    </w:p>
    <w:p w14:paraId="5D52E379" w14:textId="77777777" w:rsidR="002F45CE" w:rsidRPr="0029024B" w:rsidRDefault="002F45CE" w:rsidP="0029024B">
      <w:pPr>
        <w:pStyle w:val="ad"/>
        <w:numPr>
          <w:ilvl w:val="0"/>
          <w:numId w:val="34"/>
        </w:numPr>
        <w:tabs>
          <w:tab w:val="left" w:pos="993"/>
        </w:tabs>
        <w:ind w:left="0" w:firstLine="709"/>
        <w:jc w:val="both"/>
        <w:rPr>
          <w:sz w:val="24"/>
          <w:szCs w:val="24"/>
        </w:rPr>
      </w:pPr>
      <w:r w:rsidRPr="0029024B">
        <w:rPr>
          <w:sz w:val="24"/>
          <w:szCs w:val="24"/>
        </w:rPr>
        <w:t xml:space="preserve">Байрамова </w:t>
      </w:r>
      <w:proofErr w:type="gramStart"/>
      <w:r w:rsidRPr="0029024B">
        <w:rPr>
          <w:sz w:val="24"/>
          <w:szCs w:val="24"/>
        </w:rPr>
        <w:t>Н.Н.</w:t>
      </w:r>
      <w:proofErr w:type="gramEnd"/>
      <w:r w:rsidRPr="0029024B">
        <w:rPr>
          <w:sz w:val="24"/>
          <w:szCs w:val="24"/>
        </w:rPr>
        <w:t>, директор МБОУ Веселовской СОШ №2;</w:t>
      </w:r>
    </w:p>
    <w:p w14:paraId="4FED8AEC" w14:textId="77777777" w:rsidR="00FA2C41" w:rsidRPr="0029024B" w:rsidRDefault="002F45CE" w:rsidP="0029024B">
      <w:pPr>
        <w:pStyle w:val="ad"/>
        <w:numPr>
          <w:ilvl w:val="0"/>
          <w:numId w:val="34"/>
        </w:numPr>
        <w:tabs>
          <w:tab w:val="left" w:pos="993"/>
        </w:tabs>
        <w:ind w:left="0" w:firstLine="709"/>
        <w:jc w:val="both"/>
        <w:rPr>
          <w:sz w:val="24"/>
          <w:szCs w:val="24"/>
        </w:rPr>
      </w:pPr>
      <w:proofErr w:type="spellStart"/>
      <w:r w:rsidRPr="0029024B">
        <w:rPr>
          <w:sz w:val="24"/>
          <w:szCs w:val="24"/>
        </w:rPr>
        <w:t>Кряченко</w:t>
      </w:r>
      <w:proofErr w:type="spellEnd"/>
      <w:r w:rsidRPr="0029024B">
        <w:rPr>
          <w:sz w:val="24"/>
          <w:szCs w:val="24"/>
        </w:rPr>
        <w:t xml:space="preserve"> В.С., </w:t>
      </w:r>
      <w:r w:rsidR="00FA2C41" w:rsidRPr="0029024B">
        <w:rPr>
          <w:sz w:val="24"/>
          <w:szCs w:val="24"/>
        </w:rPr>
        <w:t>заместитель директо</w:t>
      </w:r>
      <w:r w:rsidRPr="0029024B">
        <w:rPr>
          <w:sz w:val="24"/>
          <w:szCs w:val="24"/>
        </w:rPr>
        <w:t>ра во ВР МБУ ДО Веселовского ЦТ.</w:t>
      </w:r>
    </w:p>
    <w:p w14:paraId="66F76423" w14:textId="77777777" w:rsidR="00FA2C41" w:rsidRPr="009E6E93" w:rsidRDefault="00FA2C41" w:rsidP="0029024B">
      <w:pPr>
        <w:pStyle w:val="ad"/>
        <w:jc w:val="right"/>
        <w:rPr>
          <w:sz w:val="24"/>
          <w:szCs w:val="24"/>
        </w:rPr>
      </w:pPr>
    </w:p>
    <w:p w14:paraId="3BC97BD7" w14:textId="6655852D" w:rsidR="00FA2C41" w:rsidRDefault="00FA2C41" w:rsidP="00D86B97">
      <w:pPr>
        <w:pStyle w:val="af2"/>
        <w:rPr>
          <w:color w:val="auto"/>
        </w:rPr>
      </w:pPr>
    </w:p>
    <w:p w14:paraId="79E3032F" w14:textId="14FE1B3C" w:rsidR="0029024B" w:rsidRDefault="0029024B" w:rsidP="00D86B97">
      <w:pPr>
        <w:pStyle w:val="af2"/>
        <w:rPr>
          <w:color w:val="auto"/>
        </w:rPr>
      </w:pPr>
    </w:p>
    <w:p w14:paraId="73679BB2" w14:textId="77777777" w:rsidR="0029024B" w:rsidRDefault="0029024B" w:rsidP="00D86B97">
      <w:pPr>
        <w:pStyle w:val="af2"/>
        <w:rPr>
          <w:color w:val="auto"/>
        </w:rPr>
      </w:pPr>
    </w:p>
    <w:p w14:paraId="3BA0BAE0" w14:textId="77777777" w:rsidR="00D47AC0" w:rsidRPr="009E6E93" w:rsidRDefault="00D47AC0" w:rsidP="00D47AC0">
      <w:pPr>
        <w:pStyle w:val="af2"/>
        <w:rPr>
          <w:color w:val="auto"/>
        </w:rPr>
      </w:pPr>
      <w:r>
        <w:rPr>
          <w:color w:val="auto"/>
        </w:rPr>
        <w:t>Приложение №4</w:t>
      </w:r>
    </w:p>
    <w:p w14:paraId="202E0010" w14:textId="77777777" w:rsidR="00D47AC0" w:rsidRPr="009E6E93" w:rsidRDefault="00D47AC0" w:rsidP="00D47AC0">
      <w:pPr>
        <w:pStyle w:val="af2"/>
        <w:rPr>
          <w:color w:val="auto"/>
        </w:rPr>
      </w:pPr>
      <w:r w:rsidRPr="009E6E93">
        <w:rPr>
          <w:color w:val="auto"/>
        </w:rPr>
        <w:t>к приказу Отдела образования</w:t>
      </w:r>
    </w:p>
    <w:p w14:paraId="1FC533BD" w14:textId="44995995" w:rsidR="00D47AC0" w:rsidRPr="009E6E93" w:rsidRDefault="00D47AC0" w:rsidP="00D47AC0">
      <w:pPr>
        <w:pStyle w:val="af2"/>
        <w:rPr>
          <w:color w:val="auto"/>
        </w:rPr>
      </w:pPr>
      <w:r w:rsidRPr="009E6E93">
        <w:rPr>
          <w:color w:val="auto"/>
        </w:rPr>
        <w:t xml:space="preserve">от </w:t>
      </w:r>
      <w:r>
        <w:rPr>
          <w:color w:val="auto"/>
        </w:rPr>
        <w:t>30.08</w:t>
      </w:r>
      <w:r w:rsidRPr="009E6E93">
        <w:rPr>
          <w:color w:val="auto"/>
        </w:rPr>
        <w:t>.20</w:t>
      </w:r>
      <w:r>
        <w:rPr>
          <w:color w:val="auto"/>
        </w:rPr>
        <w:t>23</w:t>
      </w:r>
      <w:r w:rsidRPr="009E6E93">
        <w:rPr>
          <w:color w:val="auto"/>
        </w:rPr>
        <w:t>г. №</w:t>
      </w:r>
      <w:r w:rsidR="0029024B">
        <w:rPr>
          <w:color w:val="auto"/>
        </w:rPr>
        <w:t xml:space="preserve"> </w:t>
      </w:r>
      <w:r>
        <w:rPr>
          <w:color w:val="auto"/>
        </w:rPr>
        <w:t>438</w:t>
      </w:r>
    </w:p>
    <w:p w14:paraId="6B5EAFE6" w14:textId="77777777" w:rsidR="00FA2C41" w:rsidRPr="009E6E93" w:rsidRDefault="00FA2C41" w:rsidP="00D86B97">
      <w:pPr>
        <w:pStyle w:val="af2"/>
        <w:rPr>
          <w:color w:val="auto"/>
        </w:rPr>
      </w:pPr>
    </w:p>
    <w:p w14:paraId="2A8F0D62" w14:textId="77777777" w:rsidR="008019D9" w:rsidRPr="0029024B" w:rsidRDefault="008019D9" w:rsidP="0029024B">
      <w:pPr>
        <w:pStyle w:val="af2"/>
        <w:jc w:val="center"/>
        <w:rPr>
          <w:b/>
          <w:color w:val="auto"/>
        </w:rPr>
      </w:pPr>
    </w:p>
    <w:p w14:paraId="4D0121C5" w14:textId="4A0E94CD" w:rsidR="00ED08C0" w:rsidRPr="0029024B" w:rsidRDefault="008019D9" w:rsidP="0029024B">
      <w:pPr>
        <w:pStyle w:val="af2"/>
        <w:jc w:val="center"/>
        <w:rPr>
          <w:b/>
          <w:color w:val="auto"/>
        </w:rPr>
      </w:pPr>
      <w:r w:rsidRPr="0029024B">
        <w:rPr>
          <w:b/>
          <w:color w:val="auto"/>
        </w:rPr>
        <w:t>Места проведения школьного этапа</w:t>
      </w:r>
    </w:p>
    <w:p w14:paraId="3F79731C" w14:textId="2C6F56FD" w:rsidR="0018569E" w:rsidRPr="0029024B" w:rsidRDefault="008019D9" w:rsidP="0029024B">
      <w:pPr>
        <w:pStyle w:val="af2"/>
        <w:jc w:val="center"/>
        <w:rPr>
          <w:b/>
          <w:color w:val="auto"/>
        </w:rPr>
      </w:pPr>
      <w:r w:rsidRPr="0029024B">
        <w:rPr>
          <w:b/>
          <w:color w:val="auto"/>
        </w:rPr>
        <w:t>всероссийской олимпиады школьников</w:t>
      </w:r>
      <w:r w:rsidR="003206F9" w:rsidRPr="0029024B">
        <w:rPr>
          <w:b/>
          <w:color w:val="auto"/>
        </w:rPr>
        <w:t xml:space="preserve"> </w:t>
      </w:r>
      <w:r w:rsidR="00645323" w:rsidRPr="0029024B">
        <w:rPr>
          <w:b/>
          <w:color w:val="auto"/>
        </w:rPr>
        <w:t>202</w:t>
      </w:r>
      <w:r w:rsidR="0019522D" w:rsidRPr="0029024B">
        <w:rPr>
          <w:b/>
          <w:color w:val="auto"/>
        </w:rPr>
        <w:t>4</w:t>
      </w:r>
      <w:r w:rsidR="00645323" w:rsidRPr="0029024B">
        <w:rPr>
          <w:b/>
          <w:color w:val="auto"/>
        </w:rPr>
        <w:t>-202</w:t>
      </w:r>
      <w:r w:rsidR="0019522D" w:rsidRPr="0029024B">
        <w:rPr>
          <w:b/>
          <w:color w:val="auto"/>
        </w:rPr>
        <w:t>5</w:t>
      </w:r>
      <w:r w:rsidR="003206F9" w:rsidRPr="0029024B">
        <w:rPr>
          <w:b/>
          <w:color w:val="auto"/>
        </w:rPr>
        <w:t xml:space="preserve"> учебного года</w:t>
      </w:r>
    </w:p>
    <w:p w14:paraId="3141CC45" w14:textId="77777777" w:rsidR="0018569E" w:rsidRPr="0029024B" w:rsidRDefault="0018569E" w:rsidP="0029024B">
      <w:pPr>
        <w:pStyle w:val="af2"/>
        <w:jc w:val="center"/>
        <w:rPr>
          <w:sz w:val="16"/>
          <w:szCs w:val="16"/>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4381"/>
        <w:gridCol w:w="4643"/>
      </w:tblGrid>
      <w:tr w:rsidR="008019D9" w:rsidRPr="0029024B" w14:paraId="284C11F0" w14:textId="77777777" w:rsidTr="0029024B">
        <w:trPr>
          <w:jc w:val="center"/>
        </w:trPr>
        <w:tc>
          <w:tcPr>
            <w:tcW w:w="547" w:type="dxa"/>
          </w:tcPr>
          <w:p w14:paraId="44463767" w14:textId="77777777" w:rsidR="008019D9" w:rsidRPr="0029024B" w:rsidRDefault="008019D9" w:rsidP="0029024B">
            <w:pPr>
              <w:pStyle w:val="ad"/>
              <w:ind w:firstLine="0"/>
              <w:jc w:val="center"/>
              <w:rPr>
                <w:sz w:val="24"/>
                <w:szCs w:val="24"/>
              </w:rPr>
            </w:pPr>
            <w:r w:rsidRPr="0029024B">
              <w:rPr>
                <w:sz w:val="24"/>
                <w:szCs w:val="24"/>
              </w:rPr>
              <w:t>№ п/п</w:t>
            </w:r>
          </w:p>
        </w:tc>
        <w:tc>
          <w:tcPr>
            <w:tcW w:w="4381" w:type="dxa"/>
          </w:tcPr>
          <w:p w14:paraId="54C83712" w14:textId="77777777" w:rsidR="008019D9" w:rsidRPr="0029024B" w:rsidRDefault="008019D9" w:rsidP="008019D9">
            <w:pPr>
              <w:pStyle w:val="ad"/>
              <w:ind w:firstLine="0"/>
              <w:jc w:val="center"/>
              <w:rPr>
                <w:sz w:val="24"/>
                <w:szCs w:val="24"/>
              </w:rPr>
            </w:pPr>
            <w:r w:rsidRPr="0029024B">
              <w:rPr>
                <w:sz w:val="24"/>
                <w:szCs w:val="24"/>
              </w:rPr>
              <w:t>Предмет</w:t>
            </w:r>
          </w:p>
        </w:tc>
        <w:tc>
          <w:tcPr>
            <w:tcW w:w="4643" w:type="dxa"/>
          </w:tcPr>
          <w:p w14:paraId="1FF58069" w14:textId="77777777" w:rsidR="008019D9" w:rsidRPr="0029024B" w:rsidRDefault="00264389" w:rsidP="008019D9">
            <w:pPr>
              <w:pStyle w:val="ad"/>
              <w:ind w:firstLine="0"/>
              <w:jc w:val="center"/>
              <w:rPr>
                <w:sz w:val="24"/>
                <w:szCs w:val="24"/>
              </w:rPr>
            </w:pPr>
            <w:r w:rsidRPr="0029024B">
              <w:rPr>
                <w:sz w:val="24"/>
                <w:szCs w:val="24"/>
              </w:rPr>
              <w:t>Место проведения</w:t>
            </w:r>
          </w:p>
        </w:tc>
      </w:tr>
      <w:tr w:rsidR="00964677" w:rsidRPr="0029024B" w14:paraId="1CDA4509" w14:textId="77777777" w:rsidTr="0029024B">
        <w:trPr>
          <w:trHeight w:val="186"/>
          <w:jc w:val="center"/>
        </w:trPr>
        <w:tc>
          <w:tcPr>
            <w:tcW w:w="547" w:type="dxa"/>
          </w:tcPr>
          <w:p w14:paraId="0958FD35" w14:textId="77777777" w:rsidR="00964677" w:rsidRPr="0029024B" w:rsidRDefault="00964677" w:rsidP="0029024B">
            <w:pPr>
              <w:pStyle w:val="ad"/>
              <w:ind w:firstLine="0"/>
              <w:jc w:val="center"/>
              <w:rPr>
                <w:sz w:val="24"/>
                <w:szCs w:val="24"/>
              </w:rPr>
            </w:pPr>
            <w:r w:rsidRPr="0029024B">
              <w:rPr>
                <w:sz w:val="24"/>
                <w:szCs w:val="24"/>
              </w:rPr>
              <w:t>1</w:t>
            </w:r>
          </w:p>
        </w:tc>
        <w:tc>
          <w:tcPr>
            <w:tcW w:w="4381" w:type="dxa"/>
          </w:tcPr>
          <w:p w14:paraId="35F685A3"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Английский язык</w:t>
            </w:r>
          </w:p>
        </w:tc>
        <w:tc>
          <w:tcPr>
            <w:tcW w:w="4643" w:type="dxa"/>
            <w:vMerge w:val="restart"/>
          </w:tcPr>
          <w:p w14:paraId="4D719E92" w14:textId="37CD9B1A" w:rsidR="00964677" w:rsidRPr="0029024B" w:rsidRDefault="00964677" w:rsidP="0029024B">
            <w:pPr>
              <w:pStyle w:val="ad"/>
              <w:ind w:firstLine="0"/>
              <w:rPr>
                <w:sz w:val="24"/>
                <w:szCs w:val="24"/>
              </w:rPr>
            </w:pPr>
            <w:r w:rsidRPr="0029024B">
              <w:rPr>
                <w:sz w:val="24"/>
                <w:szCs w:val="24"/>
              </w:rPr>
              <w:t>МБОУ Багаевская СОШ,</w:t>
            </w:r>
          </w:p>
          <w:p w14:paraId="1ADD3782" w14:textId="77777777" w:rsidR="00964677" w:rsidRPr="0029024B" w:rsidRDefault="00964677" w:rsidP="0029024B">
            <w:pPr>
              <w:pStyle w:val="ad"/>
              <w:ind w:firstLine="0"/>
              <w:rPr>
                <w:sz w:val="24"/>
                <w:szCs w:val="24"/>
              </w:rPr>
            </w:pPr>
            <w:r w:rsidRPr="0029024B">
              <w:rPr>
                <w:sz w:val="24"/>
                <w:szCs w:val="24"/>
              </w:rPr>
              <w:t>МБОУ Верхнесоленовская СОШ,</w:t>
            </w:r>
          </w:p>
          <w:p w14:paraId="33A7425B" w14:textId="77777777" w:rsidR="00964677" w:rsidRPr="0029024B" w:rsidRDefault="00964677" w:rsidP="0029024B">
            <w:pPr>
              <w:pStyle w:val="ad"/>
              <w:ind w:firstLine="0"/>
              <w:rPr>
                <w:sz w:val="24"/>
                <w:szCs w:val="24"/>
              </w:rPr>
            </w:pPr>
            <w:r w:rsidRPr="0029024B">
              <w:rPr>
                <w:sz w:val="24"/>
                <w:szCs w:val="24"/>
              </w:rPr>
              <w:t>МБОУ Веселовская СОШ №1,</w:t>
            </w:r>
          </w:p>
          <w:p w14:paraId="32A96584" w14:textId="65C4183F" w:rsidR="00964677" w:rsidRPr="0029024B" w:rsidRDefault="00964677" w:rsidP="0029024B">
            <w:pPr>
              <w:pStyle w:val="ad"/>
              <w:ind w:firstLine="0"/>
              <w:rPr>
                <w:sz w:val="24"/>
                <w:szCs w:val="24"/>
              </w:rPr>
            </w:pPr>
            <w:r w:rsidRPr="0029024B">
              <w:rPr>
                <w:sz w:val="24"/>
                <w:szCs w:val="24"/>
              </w:rPr>
              <w:t>МБОУ В</w:t>
            </w:r>
            <w:r w:rsidR="0075053C" w:rsidRPr="0029024B">
              <w:rPr>
                <w:sz w:val="24"/>
                <w:szCs w:val="24"/>
              </w:rPr>
              <w:t xml:space="preserve">еселовская </w:t>
            </w:r>
            <w:r w:rsidRPr="0029024B">
              <w:rPr>
                <w:sz w:val="24"/>
                <w:szCs w:val="24"/>
              </w:rPr>
              <w:t>СОШ №2,</w:t>
            </w:r>
          </w:p>
          <w:p w14:paraId="27A8453B" w14:textId="77777777" w:rsidR="00964677" w:rsidRPr="0029024B" w:rsidRDefault="00964677" w:rsidP="0029024B">
            <w:pPr>
              <w:pStyle w:val="ad"/>
              <w:ind w:firstLine="0"/>
              <w:rPr>
                <w:sz w:val="24"/>
                <w:szCs w:val="24"/>
              </w:rPr>
            </w:pPr>
            <w:r w:rsidRPr="0029024B">
              <w:rPr>
                <w:sz w:val="24"/>
                <w:szCs w:val="24"/>
              </w:rPr>
              <w:t>МБОУ КИРОВСКАЯ СОШ,</w:t>
            </w:r>
          </w:p>
          <w:p w14:paraId="7D74BED3" w14:textId="77777777" w:rsidR="00964677" w:rsidRPr="0029024B" w:rsidRDefault="00964677" w:rsidP="0029024B">
            <w:pPr>
              <w:pStyle w:val="ad"/>
              <w:ind w:firstLine="0"/>
              <w:rPr>
                <w:sz w:val="24"/>
                <w:szCs w:val="24"/>
              </w:rPr>
            </w:pPr>
            <w:r w:rsidRPr="0029024B">
              <w:rPr>
                <w:sz w:val="24"/>
                <w:szCs w:val="24"/>
              </w:rPr>
              <w:t>МБОУ КРАСНОЗНАМЕНСКАЯ ООШ, МБОУ Красноманычская ООШ,</w:t>
            </w:r>
          </w:p>
          <w:p w14:paraId="02C98F0E" w14:textId="2EE326FE" w:rsidR="00964677" w:rsidRPr="0029024B" w:rsidRDefault="00964677" w:rsidP="0029024B">
            <w:pPr>
              <w:pStyle w:val="ad"/>
              <w:ind w:firstLine="0"/>
              <w:rPr>
                <w:sz w:val="24"/>
                <w:szCs w:val="24"/>
              </w:rPr>
            </w:pPr>
            <w:r w:rsidRPr="0029024B">
              <w:rPr>
                <w:sz w:val="24"/>
                <w:szCs w:val="24"/>
              </w:rPr>
              <w:t>МБОУ Краснооктябрьская СОШ,</w:t>
            </w:r>
          </w:p>
          <w:p w14:paraId="0981BCDE" w14:textId="77777777" w:rsidR="00964677" w:rsidRPr="0029024B" w:rsidRDefault="00964677" w:rsidP="0029024B">
            <w:pPr>
              <w:pStyle w:val="ad"/>
              <w:ind w:firstLine="0"/>
              <w:rPr>
                <w:sz w:val="24"/>
                <w:szCs w:val="24"/>
              </w:rPr>
            </w:pPr>
            <w:r w:rsidRPr="0029024B">
              <w:rPr>
                <w:sz w:val="24"/>
                <w:szCs w:val="24"/>
              </w:rPr>
              <w:t>МБОУ Ленинская СОШ,</w:t>
            </w:r>
          </w:p>
          <w:p w14:paraId="51374DA4" w14:textId="5B5BACA6" w:rsidR="00964677" w:rsidRPr="0029024B" w:rsidRDefault="00964677" w:rsidP="0029024B">
            <w:pPr>
              <w:pStyle w:val="ad"/>
              <w:ind w:firstLine="0"/>
              <w:rPr>
                <w:sz w:val="24"/>
                <w:szCs w:val="24"/>
              </w:rPr>
            </w:pPr>
            <w:r w:rsidRPr="0029024B">
              <w:rPr>
                <w:sz w:val="24"/>
                <w:szCs w:val="24"/>
              </w:rPr>
              <w:t>МБОУ Малозападенская СОШ,</w:t>
            </w:r>
          </w:p>
          <w:p w14:paraId="51AA77DE" w14:textId="66FB35FE" w:rsidR="00964677" w:rsidRPr="0029024B" w:rsidRDefault="00964677" w:rsidP="0029024B">
            <w:pPr>
              <w:pStyle w:val="ad"/>
              <w:ind w:firstLine="0"/>
              <w:rPr>
                <w:sz w:val="24"/>
                <w:szCs w:val="24"/>
              </w:rPr>
            </w:pPr>
            <w:r w:rsidRPr="0029024B">
              <w:rPr>
                <w:sz w:val="24"/>
                <w:szCs w:val="24"/>
              </w:rPr>
              <w:t>МБОУ Маныч-Балабинская ООШ,</w:t>
            </w:r>
          </w:p>
          <w:p w14:paraId="13C54E67" w14:textId="4E533B5F" w:rsidR="00964677" w:rsidRPr="0029024B" w:rsidRDefault="00964677" w:rsidP="0029024B">
            <w:pPr>
              <w:pStyle w:val="ad"/>
              <w:ind w:firstLine="0"/>
              <w:rPr>
                <w:sz w:val="24"/>
                <w:szCs w:val="24"/>
              </w:rPr>
            </w:pPr>
            <w:r w:rsidRPr="0029024B">
              <w:rPr>
                <w:sz w:val="24"/>
                <w:szCs w:val="24"/>
              </w:rPr>
              <w:t>МБОУ Новинская ООШ,</w:t>
            </w:r>
          </w:p>
          <w:p w14:paraId="135D753A" w14:textId="6A198D24" w:rsidR="00964677" w:rsidRPr="0029024B" w:rsidRDefault="00964677" w:rsidP="0029024B">
            <w:pPr>
              <w:pStyle w:val="ad"/>
              <w:ind w:firstLine="0"/>
              <w:rPr>
                <w:sz w:val="24"/>
                <w:szCs w:val="24"/>
              </w:rPr>
            </w:pPr>
            <w:r w:rsidRPr="0029024B">
              <w:rPr>
                <w:sz w:val="24"/>
                <w:szCs w:val="24"/>
              </w:rPr>
              <w:t>МБОУ Позднеевская СОШ,</w:t>
            </w:r>
          </w:p>
          <w:p w14:paraId="0366E134" w14:textId="77777777" w:rsidR="00964677" w:rsidRPr="0029024B" w:rsidRDefault="00964677" w:rsidP="0029024B">
            <w:pPr>
              <w:pStyle w:val="ad"/>
              <w:ind w:firstLine="0"/>
              <w:rPr>
                <w:sz w:val="24"/>
                <w:szCs w:val="24"/>
              </w:rPr>
            </w:pPr>
            <w:r w:rsidRPr="0029024B">
              <w:rPr>
                <w:sz w:val="24"/>
                <w:szCs w:val="24"/>
              </w:rPr>
              <w:t>МБОУ Садковская ООШ.</w:t>
            </w:r>
          </w:p>
        </w:tc>
      </w:tr>
      <w:tr w:rsidR="00964677" w:rsidRPr="0029024B" w14:paraId="3E33DEC8" w14:textId="77777777" w:rsidTr="0029024B">
        <w:trPr>
          <w:trHeight w:val="274"/>
          <w:jc w:val="center"/>
        </w:trPr>
        <w:tc>
          <w:tcPr>
            <w:tcW w:w="547" w:type="dxa"/>
          </w:tcPr>
          <w:p w14:paraId="7C972622" w14:textId="77777777" w:rsidR="00964677" w:rsidRPr="0029024B" w:rsidRDefault="00964677" w:rsidP="0029024B">
            <w:pPr>
              <w:pStyle w:val="ad"/>
              <w:ind w:firstLine="0"/>
              <w:jc w:val="center"/>
              <w:rPr>
                <w:sz w:val="24"/>
                <w:szCs w:val="24"/>
              </w:rPr>
            </w:pPr>
            <w:r w:rsidRPr="0029024B">
              <w:rPr>
                <w:sz w:val="24"/>
                <w:szCs w:val="24"/>
              </w:rPr>
              <w:t>2</w:t>
            </w:r>
          </w:p>
        </w:tc>
        <w:tc>
          <w:tcPr>
            <w:tcW w:w="4381" w:type="dxa"/>
          </w:tcPr>
          <w:p w14:paraId="4D9EEB93"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Астрономия</w:t>
            </w:r>
          </w:p>
        </w:tc>
        <w:tc>
          <w:tcPr>
            <w:tcW w:w="4643" w:type="dxa"/>
            <w:vMerge/>
          </w:tcPr>
          <w:p w14:paraId="64C03EBE" w14:textId="77777777" w:rsidR="00964677" w:rsidRPr="0029024B" w:rsidRDefault="00964677" w:rsidP="00964677">
            <w:pPr>
              <w:rPr>
                <w:sz w:val="24"/>
                <w:szCs w:val="24"/>
              </w:rPr>
            </w:pPr>
          </w:p>
        </w:tc>
      </w:tr>
      <w:tr w:rsidR="00964677" w:rsidRPr="0029024B" w14:paraId="12ABBC47" w14:textId="77777777" w:rsidTr="0029024B">
        <w:trPr>
          <w:trHeight w:val="277"/>
          <w:jc w:val="center"/>
        </w:trPr>
        <w:tc>
          <w:tcPr>
            <w:tcW w:w="547" w:type="dxa"/>
          </w:tcPr>
          <w:p w14:paraId="66F67DBD" w14:textId="77777777" w:rsidR="00964677" w:rsidRPr="0029024B" w:rsidRDefault="00964677" w:rsidP="0029024B">
            <w:pPr>
              <w:pStyle w:val="ad"/>
              <w:ind w:firstLine="0"/>
              <w:jc w:val="center"/>
              <w:rPr>
                <w:sz w:val="24"/>
                <w:szCs w:val="24"/>
              </w:rPr>
            </w:pPr>
            <w:r w:rsidRPr="0029024B">
              <w:rPr>
                <w:sz w:val="24"/>
                <w:szCs w:val="24"/>
              </w:rPr>
              <w:t>3</w:t>
            </w:r>
          </w:p>
        </w:tc>
        <w:tc>
          <w:tcPr>
            <w:tcW w:w="4381" w:type="dxa"/>
          </w:tcPr>
          <w:p w14:paraId="1942A8C2"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Биология</w:t>
            </w:r>
          </w:p>
        </w:tc>
        <w:tc>
          <w:tcPr>
            <w:tcW w:w="4643" w:type="dxa"/>
            <w:vMerge/>
          </w:tcPr>
          <w:p w14:paraId="2D50DFF0" w14:textId="77777777" w:rsidR="00964677" w:rsidRPr="0029024B" w:rsidRDefault="00964677" w:rsidP="00964677">
            <w:pPr>
              <w:rPr>
                <w:sz w:val="24"/>
                <w:szCs w:val="24"/>
              </w:rPr>
            </w:pPr>
          </w:p>
        </w:tc>
      </w:tr>
      <w:tr w:rsidR="00964677" w:rsidRPr="0029024B" w14:paraId="78208970" w14:textId="77777777" w:rsidTr="0029024B">
        <w:trPr>
          <w:trHeight w:val="282"/>
          <w:jc w:val="center"/>
        </w:trPr>
        <w:tc>
          <w:tcPr>
            <w:tcW w:w="547" w:type="dxa"/>
          </w:tcPr>
          <w:p w14:paraId="6162AB36" w14:textId="77777777" w:rsidR="00964677" w:rsidRPr="0029024B" w:rsidRDefault="00964677" w:rsidP="0029024B">
            <w:pPr>
              <w:pStyle w:val="ad"/>
              <w:ind w:firstLine="0"/>
              <w:jc w:val="center"/>
              <w:rPr>
                <w:sz w:val="24"/>
                <w:szCs w:val="24"/>
              </w:rPr>
            </w:pPr>
            <w:r w:rsidRPr="0029024B">
              <w:rPr>
                <w:sz w:val="24"/>
                <w:szCs w:val="24"/>
              </w:rPr>
              <w:t>4</w:t>
            </w:r>
          </w:p>
        </w:tc>
        <w:tc>
          <w:tcPr>
            <w:tcW w:w="4381" w:type="dxa"/>
          </w:tcPr>
          <w:p w14:paraId="214F1208"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География</w:t>
            </w:r>
          </w:p>
        </w:tc>
        <w:tc>
          <w:tcPr>
            <w:tcW w:w="4643" w:type="dxa"/>
            <w:vMerge/>
          </w:tcPr>
          <w:p w14:paraId="71738775" w14:textId="77777777" w:rsidR="00964677" w:rsidRPr="0029024B" w:rsidRDefault="00964677" w:rsidP="00964677">
            <w:pPr>
              <w:rPr>
                <w:sz w:val="24"/>
                <w:szCs w:val="24"/>
              </w:rPr>
            </w:pPr>
          </w:p>
        </w:tc>
      </w:tr>
      <w:tr w:rsidR="00964677" w:rsidRPr="0029024B" w14:paraId="0046815D" w14:textId="77777777" w:rsidTr="0029024B">
        <w:trPr>
          <w:trHeight w:val="271"/>
          <w:jc w:val="center"/>
        </w:trPr>
        <w:tc>
          <w:tcPr>
            <w:tcW w:w="547" w:type="dxa"/>
          </w:tcPr>
          <w:p w14:paraId="13458A4C" w14:textId="77777777" w:rsidR="00964677" w:rsidRPr="0029024B" w:rsidRDefault="00964677" w:rsidP="0029024B">
            <w:pPr>
              <w:pStyle w:val="ad"/>
              <w:ind w:firstLine="0"/>
              <w:jc w:val="center"/>
              <w:rPr>
                <w:sz w:val="24"/>
                <w:szCs w:val="24"/>
              </w:rPr>
            </w:pPr>
            <w:r w:rsidRPr="0029024B">
              <w:rPr>
                <w:sz w:val="24"/>
                <w:szCs w:val="24"/>
              </w:rPr>
              <w:t>5</w:t>
            </w:r>
          </w:p>
        </w:tc>
        <w:tc>
          <w:tcPr>
            <w:tcW w:w="4381" w:type="dxa"/>
          </w:tcPr>
          <w:p w14:paraId="6DD73BC8"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Информатика</w:t>
            </w:r>
          </w:p>
        </w:tc>
        <w:tc>
          <w:tcPr>
            <w:tcW w:w="4643" w:type="dxa"/>
            <w:vMerge/>
          </w:tcPr>
          <w:p w14:paraId="751D4E01" w14:textId="77777777" w:rsidR="00964677" w:rsidRPr="0029024B" w:rsidRDefault="00964677" w:rsidP="00964677">
            <w:pPr>
              <w:rPr>
                <w:sz w:val="24"/>
                <w:szCs w:val="24"/>
              </w:rPr>
            </w:pPr>
          </w:p>
        </w:tc>
      </w:tr>
      <w:tr w:rsidR="00964677" w:rsidRPr="0029024B" w14:paraId="56486723" w14:textId="77777777" w:rsidTr="0029024B">
        <w:trPr>
          <w:trHeight w:val="276"/>
          <w:jc w:val="center"/>
        </w:trPr>
        <w:tc>
          <w:tcPr>
            <w:tcW w:w="547" w:type="dxa"/>
          </w:tcPr>
          <w:p w14:paraId="2BDD9026" w14:textId="77777777" w:rsidR="00964677" w:rsidRPr="0029024B" w:rsidRDefault="00964677" w:rsidP="0029024B">
            <w:pPr>
              <w:pStyle w:val="ad"/>
              <w:ind w:firstLine="0"/>
              <w:jc w:val="center"/>
              <w:rPr>
                <w:sz w:val="24"/>
                <w:szCs w:val="24"/>
              </w:rPr>
            </w:pPr>
            <w:r w:rsidRPr="0029024B">
              <w:rPr>
                <w:sz w:val="24"/>
                <w:szCs w:val="24"/>
              </w:rPr>
              <w:t>6</w:t>
            </w:r>
          </w:p>
        </w:tc>
        <w:tc>
          <w:tcPr>
            <w:tcW w:w="4381" w:type="dxa"/>
          </w:tcPr>
          <w:p w14:paraId="6DEFC098"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История</w:t>
            </w:r>
          </w:p>
        </w:tc>
        <w:tc>
          <w:tcPr>
            <w:tcW w:w="4643" w:type="dxa"/>
            <w:vMerge/>
          </w:tcPr>
          <w:p w14:paraId="21BC77B0" w14:textId="77777777" w:rsidR="00964677" w:rsidRPr="0029024B" w:rsidRDefault="00964677" w:rsidP="00964677">
            <w:pPr>
              <w:rPr>
                <w:sz w:val="24"/>
                <w:szCs w:val="24"/>
              </w:rPr>
            </w:pPr>
          </w:p>
        </w:tc>
      </w:tr>
      <w:tr w:rsidR="00964677" w:rsidRPr="0029024B" w14:paraId="267E9902" w14:textId="77777777" w:rsidTr="0029024B">
        <w:trPr>
          <w:trHeight w:val="279"/>
          <w:jc w:val="center"/>
        </w:trPr>
        <w:tc>
          <w:tcPr>
            <w:tcW w:w="547" w:type="dxa"/>
          </w:tcPr>
          <w:p w14:paraId="32A99F81" w14:textId="77777777" w:rsidR="00964677" w:rsidRPr="0029024B" w:rsidRDefault="00964677" w:rsidP="0029024B">
            <w:pPr>
              <w:pStyle w:val="ad"/>
              <w:ind w:firstLine="0"/>
              <w:jc w:val="center"/>
              <w:rPr>
                <w:sz w:val="24"/>
                <w:szCs w:val="24"/>
              </w:rPr>
            </w:pPr>
            <w:r w:rsidRPr="0029024B">
              <w:rPr>
                <w:sz w:val="24"/>
                <w:szCs w:val="24"/>
              </w:rPr>
              <w:t>7</w:t>
            </w:r>
          </w:p>
        </w:tc>
        <w:tc>
          <w:tcPr>
            <w:tcW w:w="4381" w:type="dxa"/>
          </w:tcPr>
          <w:p w14:paraId="3058E005"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Литература</w:t>
            </w:r>
          </w:p>
        </w:tc>
        <w:tc>
          <w:tcPr>
            <w:tcW w:w="4643" w:type="dxa"/>
            <w:vMerge/>
          </w:tcPr>
          <w:p w14:paraId="5C96F695" w14:textId="77777777" w:rsidR="00964677" w:rsidRPr="0029024B" w:rsidRDefault="00964677" w:rsidP="00964677">
            <w:pPr>
              <w:rPr>
                <w:sz w:val="24"/>
                <w:szCs w:val="24"/>
              </w:rPr>
            </w:pPr>
          </w:p>
        </w:tc>
      </w:tr>
      <w:tr w:rsidR="00964677" w:rsidRPr="0029024B" w14:paraId="3447BE5F" w14:textId="77777777" w:rsidTr="0029024B">
        <w:trPr>
          <w:jc w:val="center"/>
        </w:trPr>
        <w:tc>
          <w:tcPr>
            <w:tcW w:w="547" w:type="dxa"/>
          </w:tcPr>
          <w:p w14:paraId="61C0A443" w14:textId="77777777" w:rsidR="00964677" w:rsidRPr="0029024B" w:rsidRDefault="00964677" w:rsidP="0029024B">
            <w:pPr>
              <w:pStyle w:val="ad"/>
              <w:ind w:firstLine="0"/>
              <w:jc w:val="center"/>
              <w:rPr>
                <w:sz w:val="24"/>
                <w:szCs w:val="24"/>
              </w:rPr>
            </w:pPr>
            <w:r w:rsidRPr="0029024B">
              <w:rPr>
                <w:sz w:val="24"/>
                <w:szCs w:val="24"/>
              </w:rPr>
              <w:t>8</w:t>
            </w:r>
          </w:p>
        </w:tc>
        <w:tc>
          <w:tcPr>
            <w:tcW w:w="4381" w:type="dxa"/>
          </w:tcPr>
          <w:p w14:paraId="366A8392"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Математика</w:t>
            </w:r>
          </w:p>
        </w:tc>
        <w:tc>
          <w:tcPr>
            <w:tcW w:w="4643" w:type="dxa"/>
            <w:vMerge/>
          </w:tcPr>
          <w:p w14:paraId="2F463ABA" w14:textId="77777777" w:rsidR="00964677" w:rsidRPr="0029024B" w:rsidRDefault="00964677" w:rsidP="00964677">
            <w:pPr>
              <w:pStyle w:val="ad"/>
              <w:ind w:firstLine="0"/>
              <w:rPr>
                <w:sz w:val="24"/>
                <w:szCs w:val="24"/>
              </w:rPr>
            </w:pPr>
          </w:p>
        </w:tc>
      </w:tr>
      <w:tr w:rsidR="00964677" w:rsidRPr="0029024B" w14:paraId="2A163C38" w14:textId="77777777" w:rsidTr="0029024B">
        <w:trPr>
          <w:trHeight w:val="259"/>
          <w:jc w:val="center"/>
        </w:trPr>
        <w:tc>
          <w:tcPr>
            <w:tcW w:w="547" w:type="dxa"/>
          </w:tcPr>
          <w:p w14:paraId="3F5F2352" w14:textId="77777777" w:rsidR="00964677" w:rsidRPr="0029024B" w:rsidRDefault="00964677" w:rsidP="0029024B">
            <w:pPr>
              <w:pStyle w:val="ad"/>
              <w:ind w:firstLine="0"/>
              <w:jc w:val="center"/>
              <w:rPr>
                <w:sz w:val="24"/>
                <w:szCs w:val="24"/>
              </w:rPr>
            </w:pPr>
            <w:r w:rsidRPr="0029024B">
              <w:rPr>
                <w:sz w:val="24"/>
                <w:szCs w:val="24"/>
              </w:rPr>
              <w:t>9</w:t>
            </w:r>
          </w:p>
        </w:tc>
        <w:tc>
          <w:tcPr>
            <w:tcW w:w="4381" w:type="dxa"/>
          </w:tcPr>
          <w:p w14:paraId="3FDACE57"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Искусство МХК</w:t>
            </w:r>
          </w:p>
        </w:tc>
        <w:tc>
          <w:tcPr>
            <w:tcW w:w="4643" w:type="dxa"/>
            <w:vMerge/>
          </w:tcPr>
          <w:p w14:paraId="482AB95F" w14:textId="77777777" w:rsidR="00964677" w:rsidRPr="0029024B" w:rsidRDefault="00964677" w:rsidP="00964677">
            <w:pPr>
              <w:rPr>
                <w:sz w:val="24"/>
                <w:szCs w:val="24"/>
              </w:rPr>
            </w:pPr>
          </w:p>
        </w:tc>
      </w:tr>
      <w:tr w:rsidR="00964677" w:rsidRPr="0029024B" w14:paraId="422F18A3" w14:textId="77777777" w:rsidTr="0029024B">
        <w:trPr>
          <w:trHeight w:val="256"/>
          <w:jc w:val="center"/>
        </w:trPr>
        <w:tc>
          <w:tcPr>
            <w:tcW w:w="547" w:type="dxa"/>
          </w:tcPr>
          <w:p w14:paraId="3210E77E" w14:textId="77777777" w:rsidR="00964677" w:rsidRPr="0029024B" w:rsidRDefault="005D113A" w:rsidP="0029024B">
            <w:pPr>
              <w:pStyle w:val="ad"/>
              <w:ind w:firstLine="0"/>
              <w:jc w:val="center"/>
              <w:rPr>
                <w:sz w:val="24"/>
                <w:szCs w:val="24"/>
              </w:rPr>
            </w:pPr>
            <w:r w:rsidRPr="0029024B">
              <w:rPr>
                <w:sz w:val="24"/>
                <w:szCs w:val="24"/>
              </w:rPr>
              <w:t>10</w:t>
            </w:r>
          </w:p>
        </w:tc>
        <w:tc>
          <w:tcPr>
            <w:tcW w:w="4381" w:type="dxa"/>
          </w:tcPr>
          <w:p w14:paraId="4D8D9AA0"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Немецкий язык</w:t>
            </w:r>
          </w:p>
        </w:tc>
        <w:tc>
          <w:tcPr>
            <w:tcW w:w="4643" w:type="dxa"/>
            <w:vMerge/>
          </w:tcPr>
          <w:p w14:paraId="4C71BB66" w14:textId="77777777" w:rsidR="00964677" w:rsidRPr="0029024B" w:rsidRDefault="00964677" w:rsidP="00964677">
            <w:pPr>
              <w:rPr>
                <w:sz w:val="24"/>
                <w:szCs w:val="24"/>
              </w:rPr>
            </w:pPr>
          </w:p>
        </w:tc>
      </w:tr>
      <w:tr w:rsidR="00964677" w:rsidRPr="0029024B" w14:paraId="14A0C4DE" w14:textId="77777777" w:rsidTr="0029024B">
        <w:trPr>
          <w:trHeight w:val="273"/>
          <w:jc w:val="center"/>
        </w:trPr>
        <w:tc>
          <w:tcPr>
            <w:tcW w:w="547" w:type="dxa"/>
          </w:tcPr>
          <w:p w14:paraId="23D1043A" w14:textId="77777777" w:rsidR="00964677" w:rsidRPr="0029024B" w:rsidRDefault="005D113A" w:rsidP="0029024B">
            <w:pPr>
              <w:pStyle w:val="ad"/>
              <w:ind w:firstLine="0"/>
              <w:jc w:val="center"/>
              <w:rPr>
                <w:sz w:val="24"/>
                <w:szCs w:val="24"/>
              </w:rPr>
            </w:pPr>
            <w:r w:rsidRPr="0029024B">
              <w:rPr>
                <w:sz w:val="24"/>
                <w:szCs w:val="24"/>
              </w:rPr>
              <w:t>11</w:t>
            </w:r>
          </w:p>
        </w:tc>
        <w:tc>
          <w:tcPr>
            <w:tcW w:w="4381" w:type="dxa"/>
          </w:tcPr>
          <w:p w14:paraId="249BE4D6"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Обществознание</w:t>
            </w:r>
          </w:p>
        </w:tc>
        <w:tc>
          <w:tcPr>
            <w:tcW w:w="4643" w:type="dxa"/>
            <w:vMerge/>
          </w:tcPr>
          <w:p w14:paraId="0BA6AF53" w14:textId="77777777" w:rsidR="00964677" w:rsidRPr="0029024B" w:rsidRDefault="00964677" w:rsidP="00964677">
            <w:pPr>
              <w:rPr>
                <w:sz w:val="24"/>
                <w:szCs w:val="24"/>
              </w:rPr>
            </w:pPr>
          </w:p>
        </w:tc>
      </w:tr>
      <w:tr w:rsidR="00964677" w:rsidRPr="0029024B" w14:paraId="4906E732" w14:textId="77777777" w:rsidTr="0029024B">
        <w:trPr>
          <w:trHeight w:val="254"/>
          <w:jc w:val="center"/>
        </w:trPr>
        <w:tc>
          <w:tcPr>
            <w:tcW w:w="547" w:type="dxa"/>
          </w:tcPr>
          <w:p w14:paraId="76AD3796" w14:textId="77777777" w:rsidR="00964677" w:rsidRPr="0029024B" w:rsidRDefault="005D113A" w:rsidP="0029024B">
            <w:pPr>
              <w:pStyle w:val="ad"/>
              <w:ind w:firstLine="0"/>
              <w:jc w:val="center"/>
              <w:rPr>
                <w:sz w:val="24"/>
                <w:szCs w:val="24"/>
              </w:rPr>
            </w:pPr>
            <w:r w:rsidRPr="0029024B">
              <w:rPr>
                <w:sz w:val="24"/>
                <w:szCs w:val="24"/>
              </w:rPr>
              <w:t>12</w:t>
            </w:r>
          </w:p>
        </w:tc>
        <w:tc>
          <w:tcPr>
            <w:tcW w:w="4381" w:type="dxa"/>
          </w:tcPr>
          <w:p w14:paraId="6E3A6582" w14:textId="77777777" w:rsidR="00964677" w:rsidRPr="0029024B" w:rsidRDefault="00964677" w:rsidP="0019522D">
            <w:pPr>
              <w:pStyle w:val="af1"/>
              <w:rPr>
                <w:rFonts w:ascii="Times New Roman" w:hAnsi="Times New Roman"/>
                <w:sz w:val="24"/>
                <w:szCs w:val="24"/>
              </w:rPr>
            </w:pPr>
            <w:r w:rsidRPr="0029024B">
              <w:rPr>
                <w:rFonts w:ascii="Times New Roman" w:hAnsi="Times New Roman"/>
                <w:sz w:val="24"/>
                <w:szCs w:val="24"/>
              </w:rPr>
              <w:t>О</w:t>
            </w:r>
            <w:r w:rsidR="0019522D" w:rsidRPr="0029024B">
              <w:rPr>
                <w:rFonts w:ascii="Times New Roman" w:hAnsi="Times New Roman"/>
                <w:sz w:val="24"/>
                <w:szCs w:val="24"/>
              </w:rPr>
              <w:t>БЗР</w:t>
            </w:r>
          </w:p>
        </w:tc>
        <w:tc>
          <w:tcPr>
            <w:tcW w:w="4643" w:type="dxa"/>
            <w:vMerge/>
          </w:tcPr>
          <w:p w14:paraId="51551B58" w14:textId="77777777" w:rsidR="00964677" w:rsidRPr="0029024B" w:rsidRDefault="00964677" w:rsidP="00964677">
            <w:pPr>
              <w:rPr>
                <w:sz w:val="24"/>
                <w:szCs w:val="24"/>
              </w:rPr>
            </w:pPr>
          </w:p>
        </w:tc>
      </w:tr>
      <w:tr w:rsidR="00964677" w:rsidRPr="0029024B" w14:paraId="62281F8A" w14:textId="77777777" w:rsidTr="0029024B">
        <w:trPr>
          <w:trHeight w:val="258"/>
          <w:jc w:val="center"/>
        </w:trPr>
        <w:tc>
          <w:tcPr>
            <w:tcW w:w="547" w:type="dxa"/>
          </w:tcPr>
          <w:p w14:paraId="28E0360B" w14:textId="77777777" w:rsidR="00964677" w:rsidRPr="0029024B" w:rsidRDefault="005D113A" w:rsidP="0029024B">
            <w:pPr>
              <w:pStyle w:val="ad"/>
              <w:ind w:firstLine="0"/>
              <w:jc w:val="center"/>
              <w:rPr>
                <w:sz w:val="24"/>
                <w:szCs w:val="24"/>
              </w:rPr>
            </w:pPr>
            <w:r w:rsidRPr="0029024B">
              <w:rPr>
                <w:sz w:val="24"/>
                <w:szCs w:val="24"/>
              </w:rPr>
              <w:t>13</w:t>
            </w:r>
          </w:p>
        </w:tc>
        <w:tc>
          <w:tcPr>
            <w:tcW w:w="4381" w:type="dxa"/>
          </w:tcPr>
          <w:p w14:paraId="3C860569"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Право</w:t>
            </w:r>
          </w:p>
        </w:tc>
        <w:tc>
          <w:tcPr>
            <w:tcW w:w="4643" w:type="dxa"/>
            <w:vMerge/>
          </w:tcPr>
          <w:p w14:paraId="7C8A5692" w14:textId="77777777" w:rsidR="00964677" w:rsidRPr="0029024B" w:rsidRDefault="00964677" w:rsidP="00964677">
            <w:pPr>
              <w:rPr>
                <w:sz w:val="24"/>
                <w:szCs w:val="24"/>
              </w:rPr>
            </w:pPr>
          </w:p>
        </w:tc>
      </w:tr>
      <w:tr w:rsidR="00964677" w:rsidRPr="0029024B" w14:paraId="5C376FFE" w14:textId="77777777" w:rsidTr="0029024B">
        <w:trPr>
          <w:trHeight w:val="247"/>
          <w:jc w:val="center"/>
        </w:trPr>
        <w:tc>
          <w:tcPr>
            <w:tcW w:w="547" w:type="dxa"/>
          </w:tcPr>
          <w:p w14:paraId="384EDEC1" w14:textId="77777777" w:rsidR="00964677" w:rsidRPr="0029024B" w:rsidRDefault="005D113A" w:rsidP="0029024B">
            <w:pPr>
              <w:pStyle w:val="ad"/>
              <w:ind w:firstLine="0"/>
              <w:jc w:val="center"/>
              <w:rPr>
                <w:sz w:val="24"/>
                <w:szCs w:val="24"/>
              </w:rPr>
            </w:pPr>
            <w:r w:rsidRPr="0029024B">
              <w:rPr>
                <w:sz w:val="24"/>
                <w:szCs w:val="24"/>
              </w:rPr>
              <w:t>14</w:t>
            </w:r>
          </w:p>
        </w:tc>
        <w:tc>
          <w:tcPr>
            <w:tcW w:w="4381" w:type="dxa"/>
          </w:tcPr>
          <w:p w14:paraId="44C461FD"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Русский язык</w:t>
            </w:r>
          </w:p>
        </w:tc>
        <w:tc>
          <w:tcPr>
            <w:tcW w:w="4643" w:type="dxa"/>
            <w:vMerge/>
          </w:tcPr>
          <w:p w14:paraId="3CEFF283" w14:textId="77777777" w:rsidR="00964677" w:rsidRPr="0029024B" w:rsidRDefault="00964677" w:rsidP="00964677">
            <w:pPr>
              <w:pStyle w:val="ad"/>
              <w:ind w:firstLine="0"/>
              <w:rPr>
                <w:sz w:val="24"/>
                <w:szCs w:val="24"/>
              </w:rPr>
            </w:pPr>
          </w:p>
        </w:tc>
      </w:tr>
      <w:tr w:rsidR="00964677" w:rsidRPr="0029024B" w14:paraId="0EB3FE89" w14:textId="77777777" w:rsidTr="0029024B">
        <w:trPr>
          <w:jc w:val="center"/>
        </w:trPr>
        <w:tc>
          <w:tcPr>
            <w:tcW w:w="547" w:type="dxa"/>
          </w:tcPr>
          <w:p w14:paraId="55D04C66" w14:textId="77777777" w:rsidR="00964677" w:rsidRPr="0029024B" w:rsidRDefault="005D113A" w:rsidP="0029024B">
            <w:pPr>
              <w:pStyle w:val="ad"/>
              <w:ind w:firstLine="0"/>
              <w:jc w:val="center"/>
              <w:rPr>
                <w:sz w:val="24"/>
                <w:szCs w:val="24"/>
              </w:rPr>
            </w:pPr>
            <w:r w:rsidRPr="0029024B">
              <w:rPr>
                <w:sz w:val="24"/>
                <w:szCs w:val="24"/>
              </w:rPr>
              <w:t>15</w:t>
            </w:r>
          </w:p>
        </w:tc>
        <w:tc>
          <w:tcPr>
            <w:tcW w:w="4381" w:type="dxa"/>
          </w:tcPr>
          <w:p w14:paraId="330FB8D3" w14:textId="77777777" w:rsidR="00964677" w:rsidRPr="0029024B" w:rsidRDefault="00F11699" w:rsidP="00F11699">
            <w:pPr>
              <w:pStyle w:val="af1"/>
              <w:rPr>
                <w:rFonts w:ascii="Times New Roman" w:hAnsi="Times New Roman"/>
                <w:sz w:val="24"/>
                <w:szCs w:val="24"/>
              </w:rPr>
            </w:pPr>
            <w:r w:rsidRPr="0029024B">
              <w:rPr>
                <w:rFonts w:ascii="Times New Roman" w:hAnsi="Times New Roman"/>
                <w:sz w:val="24"/>
                <w:szCs w:val="24"/>
              </w:rPr>
              <w:t>Труд (т</w:t>
            </w:r>
            <w:r w:rsidR="00964677" w:rsidRPr="0029024B">
              <w:rPr>
                <w:rFonts w:ascii="Times New Roman" w:hAnsi="Times New Roman"/>
                <w:sz w:val="24"/>
                <w:szCs w:val="24"/>
              </w:rPr>
              <w:t>ехнология</w:t>
            </w:r>
            <w:r w:rsidRPr="0029024B">
              <w:rPr>
                <w:rFonts w:ascii="Times New Roman" w:hAnsi="Times New Roman"/>
                <w:sz w:val="24"/>
                <w:szCs w:val="24"/>
              </w:rPr>
              <w:t>)</w:t>
            </w:r>
            <w:r w:rsidR="00964677" w:rsidRPr="0029024B">
              <w:rPr>
                <w:rFonts w:ascii="Times New Roman" w:hAnsi="Times New Roman"/>
                <w:sz w:val="24"/>
                <w:szCs w:val="24"/>
              </w:rPr>
              <w:t xml:space="preserve"> </w:t>
            </w:r>
            <w:r w:rsidR="0019522D" w:rsidRPr="0029024B">
              <w:rPr>
                <w:rFonts w:ascii="Times New Roman" w:hAnsi="Times New Roman"/>
                <w:sz w:val="24"/>
                <w:szCs w:val="24"/>
              </w:rPr>
              <w:t>(девушки, юноши)</w:t>
            </w:r>
          </w:p>
        </w:tc>
        <w:tc>
          <w:tcPr>
            <w:tcW w:w="4643" w:type="dxa"/>
            <w:vMerge/>
          </w:tcPr>
          <w:p w14:paraId="7D325356" w14:textId="77777777" w:rsidR="00964677" w:rsidRPr="0029024B" w:rsidRDefault="00964677" w:rsidP="00964677">
            <w:pPr>
              <w:pStyle w:val="ad"/>
              <w:ind w:firstLine="0"/>
              <w:rPr>
                <w:sz w:val="24"/>
                <w:szCs w:val="24"/>
              </w:rPr>
            </w:pPr>
          </w:p>
        </w:tc>
      </w:tr>
      <w:tr w:rsidR="00964677" w:rsidRPr="0029024B" w14:paraId="2ADEF019" w14:textId="77777777" w:rsidTr="0029024B">
        <w:trPr>
          <w:trHeight w:val="246"/>
          <w:jc w:val="center"/>
        </w:trPr>
        <w:tc>
          <w:tcPr>
            <w:tcW w:w="547" w:type="dxa"/>
          </w:tcPr>
          <w:p w14:paraId="2A387DA6" w14:textId="77777777" w:rsidR="00964677" w:rsidRPr="0029024B" w:rsidRDefault="005D113A" w:rsidP="0029024B">
            <w:pPr>
              <w:pStyle w:val="ad"/>
              <w:ind w:firstLine="0"/>
              <w:jc w:val="center"/>
              <w:rPr>
                <w:sz w:val="24"/>
                <w:szCs w:val="24"/>
              </w:rPr>
            </w:pPr>
            <w:r w:rsidRPr="0029024B">
              <w:rPr>
                <w:sz w:val="24"/>
                <w:szCs w:val="24"/>
              </w:rPr>
              <w:t>1</w:t>
            </w:r>
            <w:r w:rsidR="0075053C" w:rsidRPr="0029024B">
              <w:rPr>
                <w:sz w:val="24"/>
                <w:szCs w:val="24"/>
              </w:rPr>
              <w:t>6</w:t>
            </w:r>
          </w:p>
        </w:tc>
        <w:tc>
          <w:tcPr>
            <w:tcW w:w="4381" w:type="dxa"/>
          </w:tcPr>
          <w:p w14:paraId="543925C4"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Физика</w:t>
            </w:r>
          </w:p>
        </w:tc>
        <w:tc>
          <w:tcPr>
            <w:tcW w:w="4643" w:type="dxa"/>
            <w:vMerge/>
          </w:tcPr>
          <w:p w14:paraId="2F6AAF97" w14:textId="77777777" w:rsidR="00964677" w:rsidRPr="0029024B" w:rsidRDefault="00964677" w:rsidP="00964677">
            <w:pPr>
              <w:pStyle w:val="ad"/>
              <w:ind w:firstLine="0"/>
              <w:rPr>
                <w:sz w:val="24"/>
                <w:szCs w:val="24"/>
              </w:rPr>
            </w:pPr>
          </w:p>
        </w:tc>
      </w:tr>
      <w:tr w:rsidR="00964677" w:rsidRPr="0029024B" w14:paraId="6404CC43" w14:textId="77777777" w:rsidTr="0029024B">
        <w:trPr>
          <w:trHeight w:val="249"/>
          <w:jc w:val="center"/>
        </w:trPr>
        <w:tc>
          <w:tcPr>
            <w:tcW w:w="547" w:type="dxa"/>
          </w:tcPr>
          <w:p w14:paraId="45ADCA6B" w14:textId="77777777" w:rsidR="00964677" w:rsidRPr="0029024B" w:rsidRDefault="005D113A" w:rsidP="0029024B">
            <w:pPr>
              <w:pStyle w:val="ad"/>
              <w:ind w:firstLine="0"/>
              <w:jc w:val="center"/>
              <w:rPr>
                <w:sz w:val="24"/>
                <w:szCs w:val="24"/>
              </w:rPr>
            </w:pPr>
            <w:r w:rsidRPr="0029024B">
              <w:rPr>
                <w:sz w:val="24"/>
                <w:szCs w:val="24"/>
              </w:rPr>
              <w:t>1</w:t>
            </w:r>
            <w:r w:rsidR="0075053C" w:rsidRPr="0029024B">
              <w:rPr>
                <w:sz w:val="24"/>
                <w:szCs w:val="24"/>
              </w:rPr>
              <w:t>7</w:t>
            </w:r>
          </w:p>
        </w:tc>
        <w:tc>
          <w:tcPr>
            <w:tcW w:w="4381" w:type="dxa"/>
          </w:tcPr>
          <w:p w14:paraId="373B54D2" w14:textId="77777777" w:rsidR="00964677" w:rsidRPr="0029024B" w:rsidRDefault="00964677" w:rsidP="0019522D">
            <w:pPr>
              <w:pStyle w:val="af1"/>
              <w:rPr>
                <w:rFonts w:ascii="Times New Roman" w:hAnsi="Times New Roman"/>
                <w:sz w:val="24"/>
                <w:szCs w:val="24"/>
              </w:rPr>
            </w:pPr>
            <w:r w:rsidRPr="0029024B">
              <w:rPr>
                <w:rFonts w:ascii="Times New Roman" w:hAnsi="Times New Roman"/>
                <w:sz w:val="24"/>
                <w:szCs w:val="24"/>
              </w:rPr>
              <w:t xml:space="preserve">Физическая культура </w:t>
            </w:r>
            <w:r w:rsidR="0019522D" w:rsidRPr="0029024B">
              <w:rPr>
                <w:rFonts w:ascii="Times New Roman" w:hAnsi="Times New Roman"/>
                <w:sz w:val="24"/>
                <w:szCs w:val="24"/>
              </w:rPr>
              <w:t>(девушки, юноши)</w:t>
            </w:r>
          </w:p>
        </w:tc>
        <w:tc>
          <w:tcPr>
            <w:tcW w:w="4643" w:type="dxa"/>
            <w:vMerge/>
          </w:tcPr>
          <w:p w14:paraId="7A31CFFB" w14:textId="77777777" w:rsidR="00964677" w:rsidRPr="0029024B" w:rsidRDefault="00964677" w:rsidP="00964677">
            <w:pPr>
              <w:rPr>
                <w:sz w:val="24"/>
                <w:szCs w:val="24"/>
              </w:rPr>
            </w:pPr>
          </w:p>
        </w:tc>
      </w:tr>
      <w:tr w:rsidR="00964677" w:rsidRPr="0029024B" w14:paraId="516BFF3A" w14:textId="77777777" w:rsidTr="0029024B">
        <w:trPr>
          <w:trHeight w:val="240"/>
          <w:jc w:val="center"/>
        </w:trPr>
        <w:tc>
          <w:tcPr>
            <w:tcW w:w="547" w:type="dxa"/>
          </w:tcPr>
          <w:p w14:paraId="271D1EC0" w14:textId="77777777" w:rsidR="00964677" w:rsidRPr="0029024B" w:rsidRDefault="00752EC6" w:rsidP="0029024B">
            <w:pPr>
              <w:pStyle w:val="ad"/>
              <w:ind w:firstLine="0"/>
              <w:jc w:val="center"/>
              <w:rPr>
                <w:sz w:val="24"/>
                <w:szCs w:val="24"/>
              </w:rPr>
            </w:pPr>
            <w:r w:rsidRPr="0029024B">
              <w:rPr>
                <w:sz w:val="24"/>
                <w:szCs w:val="24"/>
              </w:rPr>
              <w:t>1</w:t>
            </w:r>
            <w:r w:rsidR="0075053C" w:rsidRPr="0029024B">
              <w:rPr>
                <w:sz w:val="24"/>
                <w:szCs w:val="24"/>
              </w:rPr>
              <w:t>8</w:t>
            </w:r>
          </w:p>
        </w:tc>
        <w:tc>
          <w:tcPr>
            <w:tcW w:w="4381" w:type="dxa"/>
          </w:tcPr>
          <w:p w14:paraId="2331819F"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Химия</w:t>
            </w:r>
          </w:p>
        </w:tc>
        <w:tc>
          <w:tcPr>
            <w:tcW w:w="4643" w:type="dxa"/>
            <w:vMerge/>
          </w:tcPr>
          <w:p w14:paraId="3D466A62" w14:textId="77777777" w:rsidR="00964677" w:rsidRPr="0029024B" w:rsidRDefault="00964677" w:rsidP="00964677">
            <w:pPr>
              <w:rPr>
                <w:sz w:val="24"/>
                <w:szCs w:val="24"/>
              </w:rPr>
            </w:pPr>
          </w:p>
        </w:tc>
      </w:tr>
      <w:tr w:rsidR="00964677" w:rsidRPr="0029024B" w14:paraId="185AFBCF" w14:textId="77777777" w:rsidTr="0029024B">
        <w:trPr>
          <w:trHeight w:val="240"/>
          <w:jc w:val="center"/>
        </w:trPr>
        <w:tc>
          <w:tcPr>
            <w:tcW w:w="547" w:type="dxa"/>
          </w:tcPr>
          <w:p w14:paraId="372B34CE" w14:textId="77777777" w:rsidR="00964677" w:rsidRPr="0029024B" w:rsidRDefault="0075053C" w:rsidP="0029024B">
            <w:pPr>
              <w:pStyle w:val="ad"/>
              <w:ind w:firstLine="0"/>
              <w:jc w:val="center"/>
              <w:rPr>
                <w:sz w:val="24"/>
                <w:szCs w:val="24"/>
              </w:rPr>
            </w:pPr>
            <w:r w:rsidRPr="0029024B">
              <w:rPr>
                <w:sz w:val="24"/>
                <w:szCs w:val="24"/>
              </w:rPr>
              <w:t>19</w:t>
            </w:r>
          </w:p>
        </w:tc>
        <w:tc>
          <w:tcPr>
            <w:tcW w:w="4381" w:type="dxa"/>
          </w:tcPr>
          <w:p w14:paraId="0F95896C"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Экология</w:t>
            </w:r>
          </w:p>
        </w:tc>
        <w:tc>
          <w:tcPr>
            <w:tcW w:w="4643" w:type="dxa"/>
            <w:vMerge/>
          </w:tcPr>
          <w:p w14:paraId="76C5ABC1" w14:textId="77777777" w:rsidR="00964677" w:rsidRPr="0029024B" w:rsidRDefault="00964677" w:rsidP="00964677">
            <w:pPr>
              <w:rPr>
                <w:sz w:val="24"/>
                <w:szCs w:val="24"/>
              </w:rPr>
            </w:pPr>
          </w:p>
        </w:tc>
      </w:tr>
      <w:tr w:rsidR="00964677" w:rsidRPr="0029024B" w14:paraId="72CDBD2F" w14:textId="77777777" w:rsidTr="0029024B">
        <w:trPr>
          <w:trHeight w:val="240"/>
          <w:jc w:val="center"/>
        </w:trPr>
        <w:tc>
          <w:tcPr>
            <w:tcW w:w="547" w:type="dxa"/>
          </w:tcPr>
          <w:p w14:paraId="757AEEDD" w14:textId="77777777" w:rsidR="00964677" w:rsidRPr="0029024B" w:rsidRDefault="00964677" w:rsidP="0029024B">
            <w:pPr>
              <w:pStyle w:val="ad"/>
              <w:ind w:firstLine="0"/>
              <w:jc w:val="center"/>
              <w:rPr>
                <w:sz w:val="24"/>
                <w:szCs w:val="24"/>
              </w:rPr>
            </w:pPr>
            <w:r w:rsidRPr="0029024B">
              <w:rPr>
                <w:sz w:val="24"/>
                <w:szCs w:val="24"/>
              </w:rPr>
              <w:t>2</w:t>
            </w:r>
            <w:r w:rsidR="0075053C" w:rsidRPr="0029024B">
              <w:rPr>
                <w:sz w:val="24"/>
                <w:szCs w:val="24"/>
              </w:rPr>
              <w:t>0</w:t>
            </w:r>
          </w:p>
        </w:tc>
        <w:tc>
          <w:tcPr>
            <w:tcW w:w="4381" w:type="dxa"/>
          </w:tcPr>
          <w:p w14:paraId="082A9D1C" w14:textId="77777777" w:rsidR="00964677" w:rsidRPr="0029024B" w:rsidRDefault="00964677" w:rsidP="00964677">
            <w:pPr>
              <w:pStyle w:val="af1"/>
              <w:rPr>
                <w:rFonts w:ascii="Times New Roman" w:hAnsi="Times New Roman"/>
                <w:sz w:val="24"/>
                <w:szCs w:val="24"/>
              </w:rPr>
            </w:pPr>
            <w:r w:rsidRPr="0029024B">
              <w:rPr>
                <w:rFonts w:ascii="Times New Roman" w:hAnsi="Times New Roman"/>
                <w:sz w:val="24"/>
                <w:szCs w:val="24"/>
              </w:rPr>
              <w:t>Экономика</w:t>
            </w:r>
          </w:p>
        </w:tc>
        <w:tc>
          <w:tcPr>
            <w:tcW w:w="4643" w:type="dxa"/>
            <w:vMerge/>
          </w:tcPr>
          <w:p w14:paraId="65D9E25B" w14:textId="77777777" w:rsidR="00964677" w:rsidRPr="0029024B" w:rsidRDefault="00964677" w:rsidP="00964677">
            <w:pPr>
              <w:rPr>
                <w:sz w:val="24"/>
                <w:szCs w:val="24"/>
              </w:rPr>
            </w:pPr>
          </w:p>
        </w:tc>
      </w:tr>
    </w:tbl>
    <w:p w14:paraId="59DFA524" w14:textId="77777777" w:rsidR="0033216D" w:rsidRDefault="0033216D" w:rsidP="00D86B97">
      <w:pPr>
        <w:pStyle w:val="af2"/>
        <w:sectPr w:rsidR="0033216D" w:rsidSect="004D31B2">
          <w:pgSz w:w="11906" w:h="16838"/>
          <w:pgMar w:top="1134" w:right="850" w:bottom="1134" w:left="1701" w:header="708" w:footer="708" w:gutter="0"/>
          <w:cols w:space="708"/>
          <w:docGrid w:linePitch="360"/>
        </w:sectPr>
      </w:pPr>
    </w:p>
    <w:p w14:paraId="73CF33A9" w14:textId="77777777" w:rsidR="001A62FE" w:rsidRPr="00493DFF" w:rsidRDefault="001A62FE" w:rsidP="00D86B97">
      <w:pPr>
        <w:pStyle w:val="af2"/>
        <w:rPr>
          <w:color w:val="auto"/>
        </w:rPr>
      </w:pPr>
      <w:r w:rsidRPr="00493DFF">
        <w:rPr>
          <w:color w:val="auto"/>
        </w:rPr>
        <w:lastRenderedPageBreak/>
        <w:t>Приложение №</w:t>
      </w:r>
      <w:r w:rsidR="00624CDA">
        <w:rPr>
          <w:color w:val="auto"/>
        </w:rPr>
        <w:t xml:space="preserve"> </w:t>
      </w:r>
      <w:r w:rsidR="003B0DD4">
        <w:rPr>
          <w:color w:val="auto"/>
        </w:rPr>
        <w:t>5</w:t>
      </w:r>
    </w:p>
    <w:p w14:paraId="6EFDD593" w14:textId="77777777" w:rsidR="001A62FE" w:rsidRPr="00493DFF" w:rsidRDefault="001A62FE" w:rsidP="00D86B97">
      <w:pPr>
        <w:pStyle w:val="af2"/>
        <w:rPr>
          <w:color w:val="auto"/>
        </w:rPr>
      </w:pPr>
      <w:r w:rsidRPr="00493DFF">
        <w:rPr>
          <w:color w:val="auto"/>
        </w:rPr>
        <w:t>к приказу Отдела образования</w:t>
      </w:r>
    </w:p>
    <w:p w14:paraId="1AF759EC" w14:textId="68CCDFC4" w:rsidR="001A62FE" w:rsidRPr="00011225" w:rsidRDefault="001A62FE" w:rsidP="00D86B97">
      <w:pPr>
        <w:pStyle w:val="af2"/>
        <w:rPr>
          <w:color w:val="auto"/>
        </w:rPr>
      </w:pPr>
      <w:r w:rsidRPr="00493DFF">
        <w:rPr>
          <w:color w:val="auto"/>
        </w:rPr>
        <w:t xml:space="preserve">от </w:t>
      </w:r>
      <w:r w:rsidR="00A01ABD">
        <w:rPr>
          <w:color w:val="auto"/>
        </w:rPr>
        <w:t>30.08</w:t>
      </w:r>
      <w:r w:rsidRPr="00493DFF">
        <w:rPr>
          <w:color w:val="auto"/>
        </w:rPr>
        <w:t>.20</w:t>
      </w:r>
      <w:r w:rsidR="006056C8">
        <w:rPr>
          <w:color w:val="auto"/>
        </w:rPr>
        <w:t>2</w:t>
      </w:r>
      <w:r w:rsidR="00A01ABD">
        <w:rPr>
          <w:color w:val="auto"/>
        </w:rPr>
        <w:t>4</w:t>
      </w:r>
      <w:r w:rsidRPr="00493DFF">
        <w:rPr>
          <w:color w:val="auto"/>
        </w:rPr>
        <w:t>г. №</w:t>
      </w:r>
      <w:r w:rsidR="0029024B">
        <w:rPr>
          <w:color w:val="auto"/>
        </w:rPr>
        <w:t xml:space="preserve"> </w:t>
      </w:r>
      <w:r w:rsidR="00851CC5">
        <w:rPr>
          <w:color w:val="auto"/>
        </w:rPr>
        <w:t>438</w:t>
      </w:r>
    </w:p>
    <w:p w14:paraId="1E416D68" w14:textId="77777777" w:rsidR="001A62FE" w:rsidRDefault="001A62FE" w:rsidP="0018569E">
      <w:pPr>
        <w:pStyle w:val="ad"/>
        <w:jc w:val="right"/>
        <w:rPr>
          <w:b/>
          <w:sz w:val="24"/>
          <w:szCs w:val="24"/>
        </w:rPr>
      </w:pPr>
    </w:p>
    <w:p w14:paraId="4F0EEAE0" w14:textId="77777777" w:rsidR="002A5AF9" w:rsidRPr="0029024B" w:rsidRDefault="002A5AF9" w:rsidP="0029024B">
      <w:pPr>
        <w:pStyle w:val="ad"/>
        <w:ind w:firstLine="0"/>
        <w:jc w:val="center"/>
        <w:rPr>
          <w:b/>
          <w:sz w:val="24"/>
          <w:szCs w:val="24"/>
        </w:rPr>
      </w:pPr>
      <w:r w:rsidRPr="0029024B">
        <w:rPr>
          <w:b/>
          <w:sz w:val="24"/>
          <w:szCs w:val="24"/>
        </w:rPr>
        <w:t>Организационно-технологическая модель проведения школьного этапа</w:t>
      </w:r>
    </w:p>
    <w:p w14:paraId="0A5560C8" w14:textId="77777777" w:rsidR="002A5AF9" w:rsidRPr="0029024B" w:rsidRDefault="00A01ABD" w:rsidP="0029024B">
      <w:pPr>
        <w:pStyle w:val="ad"/>
        <w:ind w:firstLine="0"/>
        <w:jc w:val="center"/>
        <w:rPr>
          <w:b/>
          <w:sz w:val="24"/>
          <w:szCs w:val="24"/>
        </w:rPr>
      </w:pPr>
      <w:r w:rsidRPr="0029024B">
        <w:rPr>
          <w:b/>
          <w:sz w:val="24"/>
          <w:szCs w:val="24"/>
        </w:rPr>
        <w:t>в</w:t>
      </w:r>
      <w:r w:rsidR="002A5AF9" w:rsidRPr="0029024B">
        <w:rPr>
          <w:b/>
          <w:sz w:val="24"/>
          <w:szCs w:val="24"/>
        </w:rPr>
        <w:t>сероссийской олимпиады школьников в 202</w:t>
      </w:r>
      <w:r w:rsidRPr="0029024B">
        <w:rPr>
          <w:b/>
          <w:sz w:val="24"/>
          <w:szCs w:val="24"/>
        </w:rPr>
        <w:t>4</w:t>
      </w:r>
      <w:r w:rsidR="002A5AF9" w:rsidRPr="0029024B">
        <w:rPr>
          <w:b/>
          <w:sz w:val="24"/>
          <w:szCs w:val="24"/>
        </w:rPr>
        <w:t>-202</w:t>
      </w:r>
      <w:r w:rsidRPr="0029024B">
        <w:rPr>
          <w:b/>
          <w:sz w:val="24"/>
          <w:szCs w:val="24"/>
        </w:rPr>
        <w:t>5</w:t>
      </w:r>
      <w:r w:rsidR="002A5AF9" w:rsidRPr="0029024B">
        <w:rPr>
          <w:b/>
          <w:sz w:val="24"/>
          <w:szCs w:val="24"/>
        </w:rPr>
        <w:t xml:space="preserve"> учебном году</w:t>
      </w:r>
    </w:p>
    <w:p w14:paraId="086E7E20" w14:textId="77777777" w:rsidR="002A5AF9" w:rsidRPr="0029024B" w:rsidRDefault="002A5AF9" w:rsidP="0029024B">
      <w:pPr>
        <w:pStyle w:val="ad"/>
        <w:ind w:firstLine="0"/>
        <w:jc w:val="center"/>
        <w:rPr>
          <w:b/>
          <w:sz w:val="24"/>
          <w:szCs w:val="24"/>
        </w:rPr>
      </w:pPr>
      <w:r w:rsidRPr="0029024B">
        <w:rPr>
          <w:b/>
          <w:sz w:val="24"/>
          <w:szCs w:val="24"/>
        </w:rPr>
        <w:t>на территории Веселовского района</w:t>
      </w:r>
    </w:p>
    <w:p w14:paraId="11E93E36" w14:textId="77777777" w:rsidR="002A5AF9" w:rsidRPr="0029024B" w:rsidRDefault="002A5AF9" w:rsidP="0029024B">
      <w:pPr>
        <w:pStyle w:val="ad"/>
        <w:ind w:firstLine="0"/>
        <w:jc w:val="center"/>
        <w:rPr>
          <w:b/>
          <w:sz w:val="24"/>
          <w:szCs w:val="24"/>
        </w:rPr>
      </w:pPr>
    </w:p>
    <w:p w14:paraId="0D17F25A" w14:textId="77777777" w:rsidR="002A5AF9" w:rsidRPr="0029024B" w:rsidRDefault="002A5AF9" w:rsidP="0029024B">
      <w:pPr>
        <w:pStyle w:val="af3"/>
        <w:numPr>
          <w:ilvl w:val="0"/>
          <w:numId w:val="6"/>
        </w:numPr>
        <w:tabs>
          <w:tab w:val="left" w:pos="284"/>
        </w:tabs>
        <w:ind w:left="0" w:firstLine="0"/>
        <w:jc w:val="center"/>
        <w:rPr>
          <w:b/>
        </w:rPr>
      </w:pPr>
      <w:r w:rsidRPr="0029024B">
        <w:rPr>
          <w:b/>
        </w:rPr>
        <w:t>Общие положения</w:t>
      </w:r>
    </w:p>
    <w:p w14:paraId="6AB91273" w14:textId="77777777" w:rsidR="002A5AF9" w:rsidRPr="0029024B" w:rsidRDefault="002A5AF9" w:rsidP="0029024B">
      <w:pPr>
        <w:ind w:firstLine="709"/>
        <w:jc w:val="both"/>
        <w:rPr>
          <w:sz w:val="24"/>
          <w:szCs w:val="24"/>
        </w:rPr>
      </w:pPr>
      <w:r w:rsidRPr="0029024B">
        <w:rPr>
          <w:sz w:val="24"/>
          <w:szCs w:val="24"/>
        </w:rPr>
        <w:t>Организационно-технологическая модель проведения школьного этапа Всероссийской олимпиады школьников в 202</w:t>
      </w:r>
      <w:r w:rsidR="009D72B2" w:rsidRPr="0029024B">
        <w:rPr>
          <w:sz w:val="24"/>
          <w:szCs w:val="24"/>
        </w:rPr>
        <w:t>4</w:t>
      </w:r>
      <w:r w:rsidRPr="0029024B">
        <w:rPr>
          <w:sz w:val="24"/>
          <w:szCs w:val="24"/>
        </w:rPr>
        <w:t>-202</w:t>
      </w:r>
      <w:r w:rsidR="009D72B2" w:rsidRPr="0029024B">
        <w:rPr>
          <w:sz w:val="24"/>
          <w:szCs w:val="24"/>
        </w:rPr>
        <w:t>5</w:t>
      </w:r>
      <w:r w:rsidRPr="0029024B">
        <w:rPr>
          <w:sz w:val="24"/>
          <w:szCs w:val="24"/>
        </w:rPr>
        <w:t xml:space="preserve"> учебном году (далее – модель) составлена на основании Порядка проведения Всероссийской олимпиады школьников (далее – Порядок), Министерства просвещения Российской Фе</w:t>
      </w:r>
      <w:r w:rsidR="009D72B2" w:rsidRPr="0029024B">
        <w:rPr>
          <w:sz w:val="24"/>
          <w:szCs w:val="24"/>
        </w:rPr>
        <w:t>дерации от 27</w:t>
      </w:r>
      <w:r w:rsidRPr="0029024B">
        <w:rPr>
          <w:sz w:val="24"/>
          <w:szCs w:val="24"/>
        </w:rPr>
        <w:t>.11.2020 г. № 678 «Об утверждении Порядка проведения всероссийской олимпиады школьников», приказом Министерства общего и профессионального обр</w:t>
      </w:r>
      <w:r w:rsidR="009D72B2" w:rsidRPr="0029024B">
        <w:rPr>
          <w:sz w:val="24"/>
          <w:szCs w:val="24"/>
        </w:rPr>
        <w:t>азования Ростовской области от 29.08</w:t>
      </w:r>
      <w:r w:rsidRPr="0029024B">
        <w:rPr>
          <w:sz w:val="24"/>
          <w:szCs w:val="24"/>
        </w:rPr>
        <w:t>.202</w:t>
      </w:r>
      <w:r w:rsidR="009D72B2" w:rsidRPr="0029024B">
        <w:rPr>
          <w:sz w:val="24"/>
          <w:szCs w:val="24"/>
        </w:rPr>
        <w:t>4</w:t>
      </w:r>
      <w:r w:rsidRPr="0029024B">
        <w:rPr>
          <w:sz w:val="24"/>
          <w:szCs w:val="24"/>
        </w:rPr>
        <w:t xml:space="preserve"> г. № 8</w:t>
      </w:r>
      <w:r w:rsidR="009D72B2" w:rsidRPr="0029024B">
        <w:rPr>
          <w:sz w:val="24"/>
          <w:szCs w:val="24"/>
        </w:rPr>
        <w:t>13</w:t>
      </w:r>
      <w:r w:rsidRPr="0029024B">
        <w:rPr>
          <w:sz w:val="24"/>
          <w:szCs w:val="24"/>
        </w:rPr>
        <w:t xml:space="preserve"> «О порядке организации и проведения школьного этапа всероссийской олимпиады школьников на территории Ростовской области в 202</w:t>
      </w:r>
      <w:r w:rsidR="009D72B2" w:rsidRPr="0029024B">
        <w:rPr>
          <w:sz w:val="24"/>
          <w:szCs w:val="24"/>
        </w:rPr>
        <w:t>4</w:t>
      </w:r>
      <w:r w:rsidRPr="0029024B">
        <w:rPr>
          <w:sz w:val="24"/>
          <w:szCs w:val="24"/>
        </w:rPr>
        <w:t>-202</w:t>
      </w:r>
      <w:r w:rsidR="009D72B2" w:rsidRPr="0029024B">
        <w:rPr>
          <w:sz w:val="24"/>
          <w:szCs w:val="24"/>
        </w:rPr>
        <w:t>5</w:t>
      </w:r>
      <w:r w:rsidRPr="0029024B">
        <w:rPr>
          <w:sz w:val="24"/>
          <w:szCs w:val="24"/>
        </w:rPr>
        <w:t xml:space="preserve"> учебном году», определяет условия организации и проведения школьного этапа Всероссийской олимпиады школьников в 202</w:t>
      </w:r>
      <w:r w:rsidR="009D72B2" w:rsidRPr="0029024B">
        <w:rPr>
          <w:sz w:val="24"/>
          <w:szCs w:val="24"/>
        </w:rPr>
        <w:t>4</w:t>
      </w:r>
      <w:r w:rsidRPr="0029024B">
        <w:rPr>
          <w:sz w:val="24"/>
          <w:szCs w:val="24"/>
        </w:rPr>
        <w:t>-202</w:t>
      </w:r>
      <w:r w:rsidR="009D72B2" w:rsidRPr="0029024B">
        <w:rPr>
          <w:sz w:val="24"/>
          <w:szCs w:val="24"/>
        </w:rPr>
        <w:t>5</w:t>
      </w:r>
      <w:r w:rsidRPr="0029024B">
        <w:rPr>
          <w:sz w:val="24"/>
          <w:szCs w:val="24"/>
        </w:rPr>
        <w:t xml:space="preserve"> учебном году, ее организационное и методическое обеспечение, порядок определения победителей и призеров олимпиады, порядок подачи и рассмотрения апелляций.</w:t>
      </w:r>
    </w:p>
    <w:p w14:paraId="5905C8FA" w14:textId="77777777" w:rsidR="002A5AF9" w:rsidRPr="0029024B" w:rsidRDefault="002A5AF9" w:rsidP="0029024B">
      <w:pPr>
        <w:ind w:firstLine="709"/>
        <w:jc w:val="both"/>
        <w:rPr>
          <w:sz w:val="24"/>
          <w:szCs w:val="24"/>
        </w:rPr>
      </w:pPr>
      <w:r w:rsidRPr="0029024B">
        <w:rPr>
          <w:sz w:val="24"/>
          <w:szCs w:val="24"/>
        </w:rPr>
        <w:t>Организатором школьного этапа олимпиады является Отдел образования Администрации Веселовского района (далее – Отдел образования).</w:t>
      </w:r>
      <w:r w:rsidR="002A3659" w:rsidRPr="0029024B">
        <w:rPr>
          <w:sz w:val="24"/>
          <w:szCs w:val="24"/>
        </w:rPr>
        <w:t xml:space="preserve"> Непосредственное руководство возлагается на муниципальный опорный центр дополнительного образования Веселовского района (направленность «Работа с талантливыми и одаренными детьми») МБУ ДО Веселовского ЦТ.</w:t>
      </w:r>
    </w:p>
    <w:p w14:paraId="4DFBFAAF" w14:textId="5C18371F" w:rsidR="002A5AF9" w:rsidRDefault="002A5AF9" w:rsidP="0029024B">
      <w:pPr>
        <w:ind w:firstLine="709"/>
        <w:jc w:val="both"/>
        <w:rPr>
          <w:sz w:val="24"/>
          <w:szCs w:val="24"/>
        </w:rPr>
      </w:pPr>
      <w:r w:rsidRPr="0029024B">
        <w:rPr>
          <w:sz w:val="24"/>
          <w:szCs w:val="24"/>
        </w:rPr>
        <w:t>Отдел образования делегирует муниципальным общеобразовательным организациям полномочия по проведению школьного этапа олимпиады в общеобразовательных организациях.</w:t>
      </w:r>
    </w:p>
    <w:p w14:paraId="280799F2" w14:textId="77777777" w:rsidR="0029024B" w:rsidRPr="0029024B" w:rsidRDefault="0029024B" w:rsidP="0029024B">
      <w:pPr>
        <w:jc w:val="both"/>
        <w:rPr>
          <w:sz w:val="24"/>
          <w:szCs w:val="24"/>
        </w:rPr>
      </w:pPr>
    </w:p>
    <w:p w14:paraId="56CCD993" w14:textId="77777777" w:rsidR="002A5AF9" w:rsidRPr="00A12F0F" w:rsidRDefault="002A5AF9" w:rsidP="0029024B">
      <w:pPr>
        <w:pStyle w:val="af3"/>
        <w:numPr>
          <w:ilvl w:val="0"/>
          <w:numId w:val="6"/>
        </w:numPr>
        <w:tabs>
          <w:tab w:val="left" w:pos="284"/>
        </w:tabs>
        <w:ind w:left="0" w:firstLine="0"/>
        <w:jc w:val="center"/>
        <w:rPr>
          <w:b/>
        </w:rPr>
      </w:pPr>
      <w:r w:rsidRPr="00A12F0F">
        <w:rPr>
          <w:b/>
        </w:rPr>
        <w:t>Проведение школьного этапа олимпиады</w:t>
      </w:r>
    </w:p>
    <w:p w14:paraId="0BC3B99E" w14:textId="46BCFA29" w:rsidR="002A5AF9" w:rsidRPr="0029024B" w:rsidRDefault="002A5AF9" w:rsidP="0029024B">
      <w:pPr>
        <w:pStyle w:val="af3"/>
        <w:numPr>
          <w:ilvl w:val="1"/>
          <w:numId w:val="6"/>
        </w:numPr>
        <w:tabs>
          <w:tab w:val="left" w:pos="993"/>
          <w:tab w:val="left" w:pos="1134"/>
        </w:tabs>
        <w:ind w:left="0" w:firstLine="709"/>
        <w:jc w:val="both"/>
        <w:rPr>
          <w:b/>
        </w:rPr>
      </w:pPr>
      <w:r w:rsidRPr="0029024B">
        <w:t>Школьный этап олимпиады проводится:</w:t>
      </w:r>
    </w:p>
    <w:p w14:paraId="6EB49460" w14:textId="7ED5A438" w:rsidR="002A5AF9" w:rsidRPr="0029024B" w:rsidRDefault="002A5AF9" w:rsidP="0029024B">
      <w:pPr>
        <w:pStyle w:val="af1"/>
        <w:tabs>
          <w:tab w:val="left" w:pos="993"/>
          <w:tab w:val="left" w:pos="1134"/>
        </w:tabs>
        <w:ind w:firstLine="709"/>
        <w:jc w:val="both"/>
        <w:rPr>
          <w:rFonts w:ascii="Times New Roman" w:hAnsi="Times New Roman"/>
          <w:sz w:val="24"/>
          <w:szCs w:val="24"/>
        </w:rPr>
      </w:pPr>
      <w:r w:rsidRPr="0029024B">
        <w:rPr>
          <w:rFonts w:ascii="Times New Roman" w:hAnsi="Times New Roman"/>
          <w:sz w:val="24"/>
          <w:szCs w:val="24"/>
        </w:rPr>
        <w:t>2.</w:t>
      </w:r>
      <w:r w:rsidR="00BB66F6">
        <w:rPr>
          <w:rFonts w:ascii="Times New Roman" w:hAnsi="Times New Roman"/>
          <w:sz w:val="24"/>
          <w:szCs w:val="24"/>
        </w:rPr>
        <w:t>1</w:t>
      </w:r>
      <w:r w:rsidRPr="0029024B">
        <w:rPr>
          <w:rFonts w:ascii="Times New Roman" w:hAnsi="Times New Roman"/>
          <w:sz w:val="24"/>
          <w:szCs w:val="24"/>
        </w:rPr>
        <w:t>.1. На платформе «Сириус. Курсы» по 6 общеобразовательным предметам (математика, информатика, химия, биология, астрономия и физика):</w:t>
      </w:r>
    </w:p>
    <w:p w14:paraId="20AD06A3" w14:textId="650A0090"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для участия в олимпиаде на платформе «Сириус.</w:t>
      </w:r>
      <w:r w:rsidR="00BB66F6">
        <w:rPr>
          <w:rFonts w:ascii="Times New Roman" w:hAnsi="Times New Roman"/>
          <w:sz w:val="24"/>
          <w:szCs w:val="24"/>
        </w:rPr>
        <w:t xml:space="preserve"> </w:t>
      </w:r>
      <w:r w:rsidRPr="0029024B">
        <w:rPr>
          <w:rFonts w:ascii="Times New Roman" w:hAnsi="Times New Roman"/>
          <w:sz w:val="24"/>
          <w:szCs w:val="24"/>
        </w:rPr>
        <w:t>Курсы» организаторы получают коды участников в личном кабинете ФИС ОКО;</w:t>
      </w:r>
    </w:p>
    <w:p w14:paraId="28E45416" w14:textId="77777777"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организаторы присваивают каждому участнику олимпиады код;</w:t>
      </w:r>
    </w:p>
    <w:p w14:paraId="5A7AA4A9" w14:textId="77777777"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 xml:space="preserve">участник заходит в систему </w:t>
      </w:r>
      <w:proofErr w:type="spellStart"/>
      <w:proofErr w:type="gramStart"/>
      <w:r w:rsidRPr="0029024B">
        <w:rPr>
          <w:rFonts w:ascii="Times New Roman" w:hAnsi="Times New Roman"/>
          <w:sz w:val="24"/>
          <w:szCs w:val="24"/>
          <w:lang w:val="en-US"/>
        </w:rPr>
        <w:t>uts</w:t>
      </w:r>
      <w:proofErr w:type="spellEnd"/>
      <w:r w:rsidRPr="0029024B">
        <w:rPr>
          <w:rFonts w:ascii="Times New Roman" w:hAnsi="Times New Roman"/>
          <w:sz w:val="24"/>
          <w:szCs w:val="24"/>
        </w:rPr>
        <w:t>.</w:t>
      </w:r>
      <w:proofErr w:type="spellStart"/>
      <w:r w:rsidRPr="0029024B">
        <w:rPr>
          <w:rFonts w:ascii="Times New Roman" w:hAnsi="Times New Roman"/>
          <w:sz w:val="24"/>
          <w:szCs w:val="24"/>
          <w:lang w:val="en-US"/>
        </w:rPr>
        <w:t>sirius</w:t>
      </w:r>
      <w:proofErr w:type="spellEnd"/>
      <w:proofErr w:type="gramEnd"/>
      <w:r w:rsidRPr="0029024B">
        <w:rPr>
          <w:rFonts w:ascii="Times New Roman" w:hAnsi="Times New Roman"/>
          <w:sz w:val="24"/>
          <w:szCs w:val="24"/>
        </w:rPr>
        <w:t>.</w:t>
      </w:r>
      <w:r w:rsidRPr="0029024B">
        <w:rPr>
          <w:rFonts w:ascii="Times New Roman" w:hAnsi="Times New Roman"/>
          <w:sz w:val="24"/>
          <w:szCs w:val="24"/>
          <w:lang w:val="en-US"/>
        </w:rPr>
        <w:t>online</w:t>
      </w:r>
      <w:r w:rsidRPr="0029024B">
        <w:rPr>
          <w:rFonts w:ascii="Times New Roman" w:hAnsi="Times New Roman"/>
          <w:sz w:val="24"/>
          <w:szCs w:val="24"/>
        </w:rPr>
        <w:t xml:space="preserve"> и вводит код нужного предмета;</w:t>
      </w:r>
    </w:p>
    <w:p w14:paraId="2E0BCAFA" w14:textId="77777777"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 xml:space="preserve">участник выполняет задание по предмету. После начала выполнения заданий время начинает отсчитываться автоматически. </w:t>
      </w:r>
      <w:r w:rsidRPr="0029024B">
        <w:rPr>
          <w:rFonts w:ascii="Times New Roman" w:hAnsi="Times New Roman"/>
          <w:b/>
          <w:sz w:val="24"/>
          <w:szCs w:val="24"/>
        </w:rPr>
        <w:t>Отсчет времени не останавливается, даже если участник выйдет из системы;</w:t>
      </w:r>
    </w:p>
    <w:p w14:paraId="15769BA9" w14:textId="77777777"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 xml:space="preserve">результаты проверки работ участников будут доступны в системе </w:t>
      </w:r>
      <w:proofErr w:type="spellStart"/>
      <w:proofErr w:type="gramStart"/>
      <w:r w:rsidRPr="0029024B">
        <w:rPr>
          <w:rFonts w:ascii="Times New Roman" w:hAnsi="Times New Roman"/>
          <w:sz w:val="24"/>
          <w:szCs w:val="24"/>
        </w:rPr>
        <w:t>uts.sirius</w:t>
      </w:r>
      <w:proofErr w:type="gramEnd"/>
      <w:r w:rsidRPr="0029024B">
        <w:rPr>
          <w:rFonts w:ascii="Times New Roman" w:hAnsi="Times New Roman"/>
          <w:sz w:val="24"/>
          <w:szCs w:val="24"/>
        </w:rPr>
        <w:t>.online</w:t>
      </w:r>
      <w:proofErr w:type="spellEnd"/>
      <w:r w:rsidRPr="0029024B">
        <w:rPr>
          <w:rFonts w:ascii="Times New Roman" w:hAnsi="Times New Roman"/>
          <w:sz w:val="24"/>
          <w:szCs w:val="24"/>
        </w:rPr>
        <w:t xml:space="preserve"> по коду участника. Каждый участник </w:t>
      </w:r>
      <w:r w:rsidRPr="0029024B">
        <w:rPr>
          <w:rFonts w:ascii="Times New Roman" w:hAnsi="Times New Roman"/>
          <w:b/>
          <w:sz w:val="24"/>
          <w:szCs w:val="24"/>
        </w:rPr>
        <w:t>в обязательном порядке</w:t>
      </w:r>
      <w:r w:rsidRPr="0029024B">
        <w:rPr>
          <w:rFonts w:ascii="Times New Roman" w:hAnsi="Times New Roman"/>
          <w:sz w:val="24"/>
          <w:szCs w:val="24"/>
        </w:rPr>
        <w:t xml:space="preserve"> </w:t>
      </w:r>
      <w:r w:rsidRPr="0029024B">
        <w:rPr>
          <w:rFonts w:ascii="Times New Roman" w:hAnsi="Times New Roman"/>
          <w:b/>
          <w:sz w:val="24"/>
          <w:szCs w:val="24"/>
        </w:rPr>
        <w:t>сохраняет</w:t>
      </w:r>
      <w:r w:rsidRPr="0029024B">
        <w:rPr>
          <w:rFonts w:ascii="Times New Roman" w:hAnsi="Times New Roman"/>
          <w:sz w:val="24"/>
          <w:szCs w:val="24"/>
        </w:rPr>
        <w:t xml:space="preserve"> выданный ему код для просмотра результатов проверки;</w:t>
      </w:r>
    </w:p>
    <w:p w14:paraId="023E56C6" w14:textId="77777777"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результаты могут быть изменены только в том случае, если не засчитан верный по смыслу ответ. В таком случае задание перепроверяется для всех участников с учетом добавления нового правильного ответа;</w:t>
      </w:r>
    </w:p>
    <w:p w14:paraId="2C939C22" w14:textId="5AD5D8C0" w:rsidR="002A5AF9" w:rsidRPr="0029024B" w:rsidRDefault="002A5AF9" w:rsidP="0029024B">
      <w:pPr>
        <w:pStyle w:val="af1"/>
        <w:numPr>
          <w:ilvl w:val="0"/>
          <w:numId w:val="25"/>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разбор заданий включает публикацию следующих материалов:</w:t>
      </w:r>
    </w:p>
    <w:p w14:paraId="35D992A8" w14:textId="58E92021" w:rsidR="002A5AF9" w:rsidRPr="0029024B" w:rsidRDefault="002A5AF9" w:rsidP="0029024B">
      <w:pPr>
        <w:pStyle w:val="af1"/>
        <w:numPr>
          <w:ilvl w:val="1"/>
          <w:numId w:val="26"/>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правильных ответов в тестирующей системе;</w:t>
      </w:r>
    </w:p>
    <w:p w14:paraId="76DBFA64" w14:textId="77777777" w:rsidR="002A5AF9" w:rsidRPr="0029024B" w:rsidRDefault="002A5AF9" w:rsidP="0029024B">
      <w:pPr>
        <w:pStyle w:val="af1"/>
        <w:numPr>
          <w:ilvl w:val="1"/>
          <w:numId w:val="26"/>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t>текстовых решений на сайте;</w:t>
      </w:r>
    </w:p>
    <w:p w14:paraId="7021B37B" w14:textId="77777777" w:rsidR="002A5AF9" w:rsidRPr="0029024B" w:rsidRDefault="002A5AF9" w:rsidP="0029024B">
      <w:pPr>
        <w:pStyle w:val="af1"/>
        <w:numPr>
          <w:ilvl w:val="1"/>
          <w:numId w:val="26"/>
        </w:numPr>
        <w:tabs>
          <w:tab w:val="left" w:pos="993"/>
          <w:tab w:val="left" w:pos="1134"/>
        </w:tabs>
        <w:ind w:left="0" w:firstLine="709"/>
        <w:jc w:val="both"/>
        <w:rPr>
          <w:rFonts w:ascii="Times New Roman" w:hAnsi="Times New Roman"/>
          <w:sz w:val="24"/>
          <w:szCs w:val="24"/>
        </w:rPr>
      </w:pPr>
      <w:proofErr w:type="spellStart"/>
      <w:r w:rsidRPr="0029024B">
        <w:rPr>
          <w:rFonts w:ascii="Times New Roman" w:hAnsi="Times New Roman"/>
          <w:sz w:val="24"/>
          <w:szCs w:val="24"/>
        </w:rPr>
        <w:t>видеоразборов</w:t>
      </w:r>
      <w:proofErr w:type="spellEnd"/>
      <w:r w:rsidRPr="0029024B">
        <w:rPr>
          <w:rFonts w:ascii="Times New Roman" w:hAnsi="Times New Roman"/>
          <w:sz w:val="24"/>
          <w:szCs w:val="24"/>
        </w:rPr>
        <w:t xml:space="preserve"> решений заданий.</w:t>
      </w:r>
    </w:p>
    <w:p w14:paraId="57EF57EA" w14:textId="77777777" w:rsidR="002A5AF9" w:rsidRPr="0029024B" w:rsidRDefault="002A5AF9" w:rsidP="0029024B">
      <w:pPr>
        <w:pStyle w:val="af1"/>
        <w:numPr>
          <w:ilvl w:val="0"/>
          <w:numId w:val="27"/>
        </w:numPr>
        <w:tabs>
          <w:tab w:val="left" w:pos="993"/>
          <w:tab w:val="left" w:pos="1134"/>
        </w:tabs>
        <w:ind w:left="0" w:firstLine="709"/>
        <w:jc w:val="both"/>
        <w:rPr>
          <w:rFonts w:ascii="Times New Roman" w:hAnsi="Times New Roman"/>
          <w:sz w:val="24"/>
          <w:szCs w:val="24"/>
        </w:rPr>
      </w:pPr>
      <w:r w:rsidRPr="0029024B">
        <w:rPr>
          <w:rFonts w:ascii="Times New Roman" w:hAnsi="Times New Roman"/>
          <w:sz w:val="24"/>
          <w:szCs w:val="24"/>
        </w:rPr>
        <w:lastRenderedPageBreak/>
        <w:t>после проведения показа работ будет сформирована окончательная таблица результатов. В этой таблице будут отсутствовать фамилии и имена участников! Ответственное лицо за выдачу кодов в каждой образовательной организации обязательно сохраняет таблицу с данными участников для подведения итогов олимпиады.</w:t>
      </w:r>
    </w:p>
    <w:p w14:paraId="140C8AF2" w14:textId="4B1010D6" w:rsidR="002A5AF9" w:rsidRPr="0029024B" w:rsidRDefault="002A5AF9" w:rsidP="0029024B">
      <w:pPr>
        <w:pStyle w:val="af1"/>
        <w:tabs>
          <w:tab w:val="left" w:pos="993"/>
          <w:tab w:val="left" w:pos="1134"/>
        </w:tabs>
        <w:ind w:firstLine="709"/>
        <w:jc w:val="both"/>
        <w:rPr>
          <w:rFonts w:ascii="Times New Roman" w:hAnsi="Times New Roman"/>
          <w:sz w:val="24"/>
          <w:szCs w:val="24"/>
        </w:rPr>
      </w:pPr>
      <w:r w:rsidRPr="0029024B">
        <w:rPr>
          <w:rFonts w:ascii="Times New Roman" w:hAnsi="Times New Roman"/>
          <w:sz w:val="24"/>
          <w:szCs w:val="24"/>
        </w:rPr>
        <w:t>2.</w:t>
      </w:r>
      <w:r w:rsidR="00BB66F6">
        <w:rPr>
          <w:rFonts w:ascii="Times New Roman" w:hAnsi="Times New Roman"/>
          <w:sz w:val="24"/>
          <w:szCs w:val="24"/>
        </w:rPr>
        <w:t>1</w:t>
      </w:r>
      <w:r w:rsidRPr="0029024B">
        <w:rPr>
          <w:rFonts w:ascii="Times New Roman" w:hAnsi="Times New Roman"/>
          <w:sz w:val="24"/>
          <w:szCs w:val="24"/>
        </w:rPr>
        <w:t>.2. По заданиям, разработанным муниципальной предметно-методической комиссией олимпиады,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(профиля) (далее – олимпиадные задания) для остальных предметов.</w:t>
      </w:r>
    </w:p>
    <w:p w14:paraId="403B1EB6" w14:textId="586E1DEE" w:rsidR="002A5AF9" w:rsidRPr="0029024B" w:rsidRDefault="002A5AF9" w:rsidP="0029024B">
      <w:pPr>
        <w:tabs>
          <w:tab w:val="left" w:pos="993"/>
          <w:tab w:val="left" w:pos="1134"/>
        </w:tabs>
        <w:ind w:firstLine="709"/>
        <w:jc w:val="both"/>
        <w:rPr>
          <w:b/>
          <w:sz w:val="24"/>
          <w:szCs w:val="24"/>
        </w:rPr>
      </w:pPr>
      <w:r w:rsidRPr="0029024B">
        <w:rPr>
          <w:sz w:val="24"/>
          <w:szCs w:val="24"/>
        </w:rPr>
        <w:t>2.</w:t>
      </w:r>
      <w:r w:rsidR="00BB66F6">
        <w:rPr>
          <w:sz w:val="24"/>
          <w:szCs w:val="24"/>
        </w:rPr>
        <w:t>1</w:t>
      </w:r>
      <w:r w:rsidRPr="0029024B">
        <w:rPr>
          <w:sz w:val="24"/>
          <w:szCs w:val="24"/>
        </w:rPr>
        <w:t>.3.</w:t>
      </w:r>
      <w:r w:rsidR="00B31A06" w:rsidRPr="0029024B">
        <w:rPr>
          <w:sz w:val="24"/>
          <w:szCs w:val="24"/>
        </w:rPr>
        <w:t xml:space="preserve"> </w:t>
      </w:r>
      <w:r w:rsidRPr="0029024B">
        <w:rPr>
          <w:sz w:val="24"/>
          <w:szCs w:val="24"/>
        </w:rPr>
        <w:t>В целях обеспечения доступности участия и равных условий для каждого участника школьного этапа олимпиады рекомендуется в каждой общеобразовательной организации вывесить информационный стенд для учащихся и их родителей (законных представителей), на котором размещается вся необходимая информация о проведении школьного этапа олимпиады:</w:t>
      </w:r>
    </w:p>
    <w:p w14:paraId="3715F9D2" w14:textId="77777777" w:rsidR="002A5AF9" w:rsidRPr="0029024B" w:rsidRDefault="002A5AF9" w:rsidP="0029024B">
      <w:pPr>
        <w:pStyle w:val="af3"/>
        <w:numPr>
          <w:ilvl w:val="0"/>
          <w:numId w:val="27"/>
        </w:numPr>
        <w:tabs>
          <w:tab w:val="left" w:pos="993"/>
          <w:tab w:val="left" w:pos="1134"/>
        </w:tabs>
        <w:ind w:left="0" w:firstLine="709"/>
        <w:jc w:val="both"/>
      </w:pPr>
      <w:r w:rsidRPr="0029024B">
        <w:t>основные положения Порядка проведения Всероссийской олимпиады школьников, утвержденного приказом Министерства просвещения Российской Федерации от 2</w:t>
      </w:r>
      <w:r w:rsidR="00B31A06" w:rsidRPr="0029024B">
        <w:t>7</w:t>
      </w:r>
      <w:r w:rsidRPr="0029024B">
        <w:t>.11.2020 г. № 678 «Об утверждении Порядка проведения всероссийской олимпиады школьников»;</w:t>
      </w:r>
    </w:p>
    <w:p w14:paraId="611DAEA0" w14:textId="02827ECA" w:rsidR="002A5AF9" w:rsidRPr="0029024B" w:rsidRDefault="002A5AF9" w:rsidP="0029024B">
      <w:pPr>
        <w:pStyle w:val="af3"/>
        <w:numPr>
          <w:ilvl w:val="0"/>
          <w:numId w:val="27"/>
        </w:numPr>
        <w:tabs>
          <w:tab w:val="left" w:pos="993"/>
          <w:tab w:val="left" w:pos="1134"/>
        </w:tabs>
        <w:ind w:left="0" w:firstLine="709"/>
        <w:jc w:val="both"/>
      </w:pPr>
      <w:r w:rsidRPr="0029024B">
        <w:t>приказ Отдела образования Администрации Веселовского района «Об организации и проведении школьного этапа Всероссийской олимпиады школьников в 202</w:t>
      </w:r>
      <w:r w:rsidR="00B31A06" w:rsidRPr="0029024B">
        <w:t>4</w:t>
      </w:r>
      <w:r w:rsidRPr="0029024B">
        <w:t>-202</w:t>
      </w:r>
      <w:r w:rsidR="00B31A06" w:rsidRPr="0029024B">
        <w:t>5</w:t>
      </w:r>
      <w:r w:rsidRPr="0029024B">
        <w:t xml:space="preserve"> учебном году»;</w:t>
      </w:r>
    </w:p>
    <w:p w14:paraId="4AC118F3" w14:textId="6346B4F7" w:rsidR="002A5AF9" w:rsidRPr="0029024B" w:rsidRDefault="002A5AF9" w:rsidP="0029024B">
      <w:pPr>
        <w:pStyle w:val="af3"/>
        <w:numPr>
          <w:ilvl w:val="0"/>
          <w:numId w:val="27"/>
        </w:numPr>
        <w:tabs>
          <w:tab w:val="left" w:pos="993"/>
          <w:tab w:val="left" w:pos="1134"/>
        </w:tabs>
        <w:ind w:left="0" w:firstLine="709"/>
        <w:jc w:val="both"/>
      </w:pPr>
      <w:r w:rsidRPr="0029024B">
        <w:t>приказ по общеобразовательному учреждению об организации и проведению школьного этапа;</w:t>
      </w:r>
    </w:p>
    <w:p w14:paraId="6CE70089" w14:textId="2A9960AB" w:rsidR="002A5AF9" w:rsidRPr="0029024B" w:rsidRDefault="002A5AF9" w:rsidP="0029024B">
      <w:pPr>
        <w:pStyle w:val="af3"/>
        <w:numPr>
          <w:ilvl w:val="0"/>
          <w:numId w:val="27"/>
        </w:numPr>
        <w:tabs>
          <w:tab w:val="left" w:pos="993"/>
          <w:tab w:val="left" w:pos="1134"/>
        </w:tabs>
        <w:ind w:left="0" w:firstLine="709"/>
        <w:jc w:val="both"/>
      </w:pPr>
      <w:r w:rsidRPr="0029024B">
        <w:t>календарный график и место проведения олимпиад школьного этапа;</w:t>
      </w:r>
    </w:p>
    <w:p w14:paraId="750C74F0" w14:textId="591E510B" w:rsidR="002A5AF9" w:rsidRPr="0029024B" w:rsidRDefault="002A5AF9" w:rsidP="0029024B">
      <w:pPr>
        <w:pStyle w:val="af3"/>
        <w:numPr>
          <w:ilvl w:val="0"/>
          <w:numId w:val="27"/>
        </w:numPr>
        <w:tabs>
          <w:tab w:val="left" w:pos="993"/>
          <w:tab w:val="left" w:pos="1134"/>
        </w:tabs>
        <w:ind w:left="0" w:firstLine="709"/>
        <w:jc w:val="both"/>
      </w:pPr>
      <w:r w:rsidRPr="0029024B">
        <w:t>место и время разбора заданий и показа работ;</w:t>
      </w:r>
    </w:p>
    <w:p w14:paraId="79EF0E0D" w14:textId="7B17F36D" w:rsidR="002A5AF9" w:rsidRPr="0029024B" w:rsidRDefault="002A5AF9" w:rsidP="0029024B">
      <w:pPr>
        <w:pStyle w:val="af3"/>
        <w:numPr>
          <w:ilvl w:val="0"/>
          <w:numId w:val="27"/>
        </w:numPr>
        <w:tabs>
          <w:tab w:val="left" w:pos="993"/>
          <w:tab w:val="left" w:pos="1134"/>
        </w:tabs>
        <w:ind w:left="0" w:firstLine="709"/>
        <w:jc w:val="both"/>
      </w:pPr>
      <w:r w:rsidRPr="0029024B">
        <w:t>порядок подачи апелляции;</w:t>
      </w:r>
    </w:p>
    <w:p w14:paraId="62FAF418" w14:textId="77777777" w:rsidR="002A5AF9" w:rsidRPr="0029024B" w:rsidRDefault="002A5AF9" w:rsidP="0029024B">
      <w:pPr>
        <w:pStyle w:val="af3"/>
        <w:numPr>
          <w:ilvl w:val="0"/>
          <w:numId w:val="27"/>
        </w:numPr>
        <w:tabs>
          <w:tab w:val="left" w:pos="993"/>
          <w:tab w:val="left" w:pos="1134"/>
        </w:tabs>
        <w:ind w:left="0" w:firstLine="709"/>
        <w:jc w:val="both"/>
      </w:pPr>
      <w:r w:rsidRPr="0029024B">
        <w:t>адрес школьного сайта, на котором участники олимпиады смогут увидеть предварительные и итоговые результаты.</w:t>
      </w:r>
    </w:p>
    <w:p w14:paraId="507321CC" w14:textId="6B069112" w:rsidR="002A5AF9" w:rsidRPr="0029024B" w:rsidRDefault="002A5AF9" w:rsidP="0029024B">
      <w:pPr>
        <w:pStyle w:val="af1"/>
        <w:tabs>
          <w:tab w:val="left" w:pos="993"/>
          <w:tab w:val="left" w:pos="1134"/>
        </w:tabs>
        <w:ind w:firstLine="709"/>
        <w:jc w:val="both"/>
        <w:rPr>
          <w:rFonts w:ascii="Times New Roman" w:hAnsi="Times New Roman"/>
          <w:sz w:val="24"/>
          <w:szCs w:val="24"/>
        </w:rPr>
      </w:pPr>
      <w:r w:rsidRPr="0029024B">
        <w:rPr>
          <w:rFonts w:ascii="Times New Roman" w:hAnsi="Times New Roman"/>
          <w:sz w:val="24"/>
          <w:szCs w:val="24"/>
        </w:rPr>
        <w:t>2.</w:t>
      </w:r>
      <w:r w:rsidR="00BB66F6">
        <w:rPr>
          <w:rFonts w:ascii="Times New Roman" w:hAnsi="Times New Roman"/>
          <w:sz w:val="24"/>
          <w:szCs w:val="24"/>
        </w:rPr>
        <w:t>1</w:t>
      </w:r>
      <w:r w:rsidRPr="0029024B">
        <w:rPr>
          <w:rFonts w:ascii="Times New Roman" w:hAnsi="Times New Roman"/>
          <w:sz w:val="24"/>
          <w:szCs w:val="24"/>
        </w:rPr>
        <w:t xml:space="preserve">.4. Школьный этап </w:t>
      </w:r>
      <w:proofErr w:type="spellStart"/>
      <w:r w:rsidRPr="0029024B">
        <w:rPr>
          <w:rFonts w:ascii="Times New Roman" w:hAnsi="Times New Roman"/>
          <w:sz w:val="24"/>
          <w:szCs w:val="24"/>
        </w:rPr>
        <w:t>ВсОШ</w:t>
      </w:r>
      <w:proofErr w:type="spellEnd"/>
      <w:r w:rsidRPr="0029024B">
        <w:rPr>
          <w:rFonts w:ascii="Times New Roman" w:hAnsi="Times New Roman"/>
          <w:sz w:val="24"/>
          <w:szCs w:val="24"/>
        </w:rPr>
        <w:t xml:space="preserve"> проводится в сроки, ежегодно утверждаемые Отделом образования Администрации Веселовского района.</w:t>
      </w:r>
    </w:p>
    <w:p w14:paraId="6BE46A38" w14:textId="52F9BF27" w:rsidR="002A5AF9" w:rsidRPr="0029024B" w:rsidRDefault="002A5AF9" w:rsidP="0029024B">
      <w:pPr>
        <w:pStyle w:val="af1"/>
        <w:tabs>
          <w:tab w:val="left" w:pos="993"/>
          <w:tab w:val="left" w:pos="1134"/>
        </w:tabs>
        <w:ind w:firstLine="709"/>
        <w:jc w:val="both"/>
        <w:rPr>
          <w:rFonts w:ascii="Times New Roman" w:hAnsi="Times New Roman"/>
          <w:sz w:val="24"/>
          <w:szCs w:val="24"/>
        </w:rPr>
      </w:pPr>
      <w:r w:rsidRPr="0029024B">
        <w:rPr>
          <w:rFonts w:ascii="Times New Roman" w:hAnsi="Times New Roman"/>
          <w:sz w:val="24"/>
          <w:szCs w:val="24"/>
        </w:rPr>
        <w:t>2.</w:t>
      </w:r>
      <w:r w:rsidR="00BB66F6">
        <w:rPr>
          <w:rFonts w:ascii="Times New Roman" w:hAnsi="Times New Roman"/>
          <w:sz w:val="24"/>
          <w:szCs w:val="24"/>
        </w:rPr>
        <w:t>1</w:t>
      </w:r>
      <w:r w:rsidRPr="0029024B">
        <w:rPr>
          <w:rFonts w:ascii="Times New Roman" w:hAnsi="Times New Roman"/>
          <w:sz w:val="24"/>
          <w:szCs w:val="24"/>
        </w:rPr>
        <w:t>.5. На школьном этапе олимпиады по каждому общеобразовательному предмету на добровольной основе принимают индивидуальное участие обучающиеся 4-11 классов муниципальных общеобразовательных организаций, реализующих образовательные программы общего образования.</w:t>
      </w:r>
    </w:p>
    <w:p w14:paraId="34CBE1C0" w14:textId="60E29408" w:rsidR="002A5AF9" w:rsidRPr="0029024B" w:rsidRDefault="002A5AF9" w:rsidP="0029024B">
      <w:pPr>
        <w:pStyle w:val="af3"/>
        <w:numPr>
          <w:ilvl w:val="1"/>
          <w:numId w:val="21"/>
        </w:numPr>
        <w:tabs>
          <w:tab w:val="left" w:pos="993"/>
          <w:tab w:val="left" w:pos="1134"/>
        </w:tabs>
        <w:ind w:left="0" w:firstLine="709"/>
        <w:jc w:val="both"/>
        <w:rPr>
          <w:b/>
        </w:rPr>
      </w:pPr>
      <w:r w:rsidRPr="0029024B">
        <w:t>Пунктами проведения олимпиады являются муниципальные общеобразовательные организации Веселовского района.</w:t>
      </w:r>
    </w:p>
    <w:p w14:paraId="0CA062E3" w14:textId="77777777" w:rsidR="002A5AF9" w:rsidRPr="0029024B" w:rsidRDefault="002A5AF9" w:rsidP="0029024B">
      <w:pPr>
        <w:pStyle w:val="af3"/>
        <w:numPr>
          <w:ilvl w:val="1"/>
          <w:numId w:val="21"/>
        </w:numPr>
        <w:tabs>
          <w:tab w:val="left" w:pos="993"/>
          <w:tab w:val="left" w:pos="1134"/>
        </w:tabs>
        <w:ind w:left="0" w:firstLine="709"/>
        <w:jc w:val="both"/>
        <w:rPr>
          <w:b/>
        </w:rPr>
      </w:pPr>
      <w:r w:rsidRPr="0029024B">
        <w:t>В каждой муниципальной общеобразовательной организации:</w:t>
      </w:r>
    </w:p>
    <w:p w14:paraId="7FFE53A9" w14:textId="77777777" w:rsidR="002A5AF9" w:rsidRPr="0029024B" w:rsidRDefault="002A5AF9" w:rsidP="0029024B">
      <w:pPr>
        <w:tabs>
          <w:tab w:val="left" w:pos="993"/>
          <w:tab w:val="left" w:pos="1134"/>
        </w:tabs>
        <w:ind w:firstLine="709"/>
        <w:jc w:val="both"/>
        <w:rPr>
          <w:sz w:val="24"/>
          <w:szCs w:val="24"/>
        </w:rPr>
      </w:pPr>
      <w:r w:rsidRPr="0029024B">
        <w:rPr>
          <w:sz w:val="24"/>
          <w:szCs w:val="24"/>
        </w:rPr>
        <w:t>2.3.1. Создается школьный оргкомитет, в состав которого рекомендуется включить директора образовательной организации, заместителей директоров по учебно-воспитательной работе, руководителей школьных методических объединений, членов предметно-методических комиссий.</w:t>
      </w:r>
    </w:p>
    <w:p w14:paraId="5ADC793F" w14:textId="77777777" w:rsidR="002A5AF9" w:rsidRPr="0029024B" w:rsidRDefault="002A5AF9" w:rsidP="0029024B">
      <w:pPr>
        <w:tabs>
          <w:tab w:val="left" w:pos="993"/>
          <w:tab w:val="left" w:pos="1134"/>
        </w:tabs>
        <w:ind w:firstLine="709"/>
        <w:jc w:val="both"/>
        <w:rPr>
          <w:sz w:val="24"/>
          <w:szCs w:val="24"/>
        </w:rPr>
      </w:pPr>
      <w:r w:rsidRPr="0029024B">
        <w:rPr>
          <w:sz w:val="24"/>
          <w:szCs w:val="24"/>
        </w:rPr>
        <w:t>2.3.2. Формируется состав предметных жюри с правами апелляционной комиссии.</w:t>
      </w:r>
    </w:p>
    <w:p w14:paraId="572453A8" w14:textId="77777777" w:rsidR="002A5AF9" w:rsidRPr="0029024B" w:rsidRDefault="002A5AF9" w:rsidP="0029024B">
      <w:pPr>
        <w:pStyle w:val="af3"/>
        <w:numPr>
          <w:ilvl w:val="1"/>
          <w:numId w:val="22"/>
        </w:numPr>
        <w:tabs>
          <w:tab w:val="left" w:pos="993"/>
          <w:tab w:val="left" w:pos="1134"/>
        </w:tabs>
        <w:ind w:left="0" w:firstLine="709"/>
        <w:jc w:val="both"/>
        <w:rPr>
          <w:b/>
        </w:rPr>
      </w:pPr>
      <w:r w:rsidRPr="0029024B">
        <w:t>Руководители общеобразовательных организаций должны ознакомить членов оргкомитета, предметного жюри с правами апелляционной комиссии с их полномочиями, а также с Порядком, настоящей организационно-технологической моделью и календарным графиком проведения школьного этапа олимпиады.</w:t>
      </w:r>
    </w:p>
    <w:p w14:paraId="27AA31D8" w14:textId="6F55E56C" w:rsidR="002A5AF9" w:rsidRPr="0029024B" w:rsidRDefault="002A5AF9" w:rsidP="0029024B">
      <w:pPr>
        <w:pStyle w:val="af3"/>
        <w:numPr>
          <w:ilvl w:val="1"/>
          <w:numId w:val="23"/>
        </w:numPr>
        <w:tabs>
          <w:tab w:val="left" w:pos="993"/>
          <w:tab w:val="left" w:pos="1134"/>
        </w:tabs>
        <w:ind w:left="0" w:firstLine="709"/>
        <w:jc w:val="both"/>
        <w:rPr>
          <w:b/>
        </w:rPr>
      </w:pPr>
      <w:r w:rsidRPr="0029024B">
        <w:t>Оргкомитет школьного этапа определяет общее количество участников, готовит листы бумаги со штампом общеобразовательной организации, организует подготовку кабинетов, дежурство учителей во время проведения предметных олимпиад.</w:t>
      </w:r>
    </w:p>
    <w:p w14:paraId="4746EED4" w14:textId="4D4F5D5D" w:rsidR="002A5AF9" w:rsidRPr="0029024B" w:rsidRDefault="002A5AF9" w:rsidP="0029024B">
      <w:pPr>
        <w:pStyle w:val="af3"/>
        <w:numPr>
          <w:ilvl w:val="1"/>
          <w:numId w:val="23"/>
        </w:numPr>
        <w:tabs>
          <w:tab w:val="left" w:pos="993"/>
          <w:tab w:val="left" w:pos="1134"/>
        </w:tabs>
        <w:ind w:left="0" w:firstLine="709"/>
        <w:jc w:val="both"/>
        <w:rPr>
          <w:b/>
        </w:rPr>
      </w:pPr>
      <w:r w:rsidRPr="0029024B">
        <w:t>Директор общеобразовательной организации назначает приказом ответственного (заместителя директора) за проведение олимпиад, который несет полную ответственность за:</w:t>
      </w:r>
    </w:p>
    <w:p w14:paraId="0745202C" w14:textId="78BD9FCF" w:rsidR="002A5AF9" w:rsidRPr="0029024B" w:rsidRDefault="002A5AF9" w:rsidP="0029024B">
      <w:pPr>
        <w:pStyle w:val="af3"/>
        <w:numPr>
          <w:ilvl w:val="0"/>
          <w:numId w:val="28"/>
        </w:numPr>
        <w:tabs>
          <w:tab w:val="left" w:pos="993"/>
          <w:tab w:val="left" w:pos="1134"/>
        </w:tabs>
        <w:ind w:left="0" w:firstLine="709"/>
        <w:jc w:val="both"/>
      </w:pPr>
      <w:r w:rsidRPr="0029024B">
        <w:lastRenderedPageBreak/>
        <w:t>получение материалов по организации и проведению школьного этапа олимпиады;</w:t>
      </w:r>
    </w:p>
    <w:p w14:paraId="01EFF3B5" w14:textId="1DA8BF0A" w:rsidR="002A5AF9" w:rsidRPr="0029024B" w:rsidRDefault="002A5AF9" w:rsidP="0029024B">
      <w:pPr>
        <w:pStyle w:val="af3"/>
        <w:numPr>
          <w:ilvl w:val="0"/>
          <w:numId w:val="28"/>
        </w:numPr>
        <w:tabs>
          <w:tab w:val="left" w:pos="993"/>
          <w:tab w:val="left" w:pos="1134"/>
        </w:tabs>
        <w:ind w:left="0" w:firstLine="709"/>
        <w:jc w:val="both"/>
      </w:pPr>
      <w:r w:rsidRPr="0029024B">
        <w:t>получение заданий школьного этапа олимпиады;</w:t>
      </w:r>
    </w:p>
    <w:p w14:paraId="6D651150" w14:textId="6DB59967" w:rsidR="002A5AF9" w:rsidRPr="0029024B" w:rsidRDefault="002A5AF9" w:rsidP="0029024B">
      <w:pPr>
        <w:pStyle w:val="af3"/>
        <w:numPr>
          <w:ilvl w:val="0"/>
          <w:numId w:val="28"/>
        </w:numPr>
        <w:tabs>
          <w:tab w:val="left" w:pos="993"/>
          <w:tab w:val="left" w:pos="1134"/>
        </w:tabs>
        <w:ind w:left="0" w:firstLine="709"/>
        <w:jc w:val="both"/>
      </w:pPr>
      <w:r w:rsidRPr="0029024B">
        <w:t>тиражирование олимпиадных заданий;</w:t>
      </w:r>
    </w:p>
    <w:p w14:paraId="59560A7F" w14:textId="6ACAFC27" w:rsidR="002A5AF9" w:rsidRPr="0029024B" w:rsidRDefault="002A5AF9" w:rsidP="0029024B">
      <w:pPr>
        <w:pStyle w:val="af3"/>
        <w:numPr>
          <w:ilvl w:val="0"/>
          <w:numId w:val="28"/>
        </w:numPr>
        <w:tabs>
          <w:tab w:val="left" w:pos="993"/>
          <w:tab w:val="left" w:pos="1134"/>
        </w:tabs>
        <w:ind w:left="0" w:firstLine="709"/>
        <w:jc w:val="both"/>
      </w:pPr>
      <w:r w:rsidRPr="0029024B">
        <w:t>кодирование (обезличивание) олимпиадных работ;</w:t>
      </w:r>
    </w:p>
    <w:p w14:paraId="54DD9236" w14:textId="08384833" w:rsidR="002A5AF9" w:rsidRPr="0029024B" w:rsidRDefault="002A5AF9" w:rsidP="0029024B">
      <w:pPr>
        <w:pStyle w:val="af3"/>
        <w:numPr>
          <w:ilvl w:val="0"/>
          <w:numId w:val="28"/>
        </w:numPr>
        <w:tabs>
          <w:tab w:val="left" w:pos="993"/>
          <w:tab w:val="left" w:pos="1134"/>
        </w:tabs>
        <w:ind w:left="0" w:firstLine="709"/>
        <w:jc w:val="both"/>
      </w:pPr>
      <w:r w:rsidRPr="0029024B">
        <w:t>предоставление отчета о проведении школьного этапа олимпиады в МБУ ДО Веселовский ЦТ, направление «Работа с талантливыми и одаренными детьми», в электронной форме и на бумажном носителе, заверенном руководителем общеобразовательной организации;</w:t>
      </w:r>
    </w:p>
    <w:p w14:paraId="533F06EB" w14:textId="723692E2" w:rsidR="002A5AF9" w:rsidRPr="0029024B" w:rsidRDefault="002A5AF9" w:rsidP="0029024B">
      <w:pPr>
        <w:pStyle w:val="af3"/>
        <w:numPr>
          <w:ilvl w:val="0"/>
          <w:numId w:val="28"/>
        </w:numPr>
        <w:tabs>
          <w:tab w:val="left" w:pos="993"/>
          <w:tab w:val="left" w:pos="1134"/>
        </w:tabs>
        <w:ind w:left="0" w:firstLine="709"/>
        <w:jc w:val="both"/>
      </w:pPr>
      <w:r w:rsidRPr="0029024B">
        <w:t>сбор и хранение согласий родителей (законных представителей) на обработку персональных данных учащихся, заявивших о своем участии в школьном этапе олимпиады, об ознакомлении с Порядком проведения олимпиады и о согласии на сбор, хранение, использование, распространение (передачу) и публикацию персональных данных своих несовершеннолетних детей, а также их олимпиадных работ, в том числе в информационно-телекоммуникационной сети «Интернет» (приложение 1). Согласие родителей (законных представителей) учащихся дается в одном экземпляре на все предметные олимпиады</w:t>
      </w:r>
      <w:r w:rsidR="001165F8" w:rsidRPr="0029024B">
        <w:t>,</w:t>
      </w:r>
      <w:r w:rsidRPr="0029024B">
        <w:t xml:space="preserve"> и хранятся в пункте проведения олимпиады;</w:t>
      </w:r>
    </w:p>
    <w:p w14:paraId="33F95564" w14:textId="32ADD772" w:rsidR="002A5AF9" w:rsidRPr="0029024B" w:rsidRDefault="002A5AF9" w:rsidP="0029024B">
      <w:pPr>
        <w:pStyle w:val="af3"/>
        <w:numPr>
          <w:ilvl w:val="0"/>
          <w:numId w:val="28"/>
        </w:numPr>
        <w:tabs>
          <w:tab w:val="left" w:pos="993"/>
          <w:tab w:val="left" w:pos="1134"/>
        </w:tabs>
        <w:ind w:left="0" w:firstLine="709"/>
        <w:jc w:val="both"/>
      </w:pPr>
      <w:r w:rsidRPr="0029024B">
        <w:t>технологическое обеспечение олимпиады совместно со школьным оргкомитетом;</w:t>
      </w:r>
    </w:p>
    <w:p w14:paraId="7F4DA601" w14:textId="522727E3" w:rsidR="002A5AF9" w:rsidRPr="0029024B" w:rsidRDefault="002A5AF9" w:rsidP="0029024B">
      <w:pPr>
        <w:pStyle w:val="af3"/>
        <w:numPr>
          <w:ilvl w:val="0"/>
          <w:numId w:val="28"/>
        </w:numPr>
        <w:tabs>
          <w:tab w:val="left" w:pos="993"/>
          <w:tab w:val="left" w:pos="1134"/>
        </w:tabs>
        <w:ind w:left="0" w:firstLine="709"/>
        <w:jc w:val="both"/>
      </w:pPr>
      <w:r w:rsidRPr="0029024B">
        <w:t>передачу в МБУ ДО Веселовский ЦТ, направлен</w:t>
      </w:r>
      <w:r w:rsidR="00AB0814" w:rsidRPr="0029024B">
        <w:t>ность</w:t>
      </w:r>
      <w:r w:rsidRPr="0029024B">
        <w:t xml:space="preserve"> «Работа с талантливыми и одаренными детьми», протоколов школьного этапа олимпиады;</w:t>
      </w:r>
    </w:p>
    <w:p w14:paraId="60E67BE8" w14:textId="71363675" w:rsidR="002A5AF9" w:rsidRPr="0029024B" w:rsidRDefault="002A5AF9" w:rsidP="0029024B">
      <w:pPr>
        <w:pStyle w:val="af3"/>
        <w:numPr>
          <w:ilvl w:val="0"/>
          <w:numId w:val="28"/>
        </w:numPr>
        <w:tabs>
          <w:tab w:val="left" w:pos="993"/>
          <w:tab w:val="left" w:pos="1134"/>
        </w:tabs>
        <w:ind w:left="0" w:firstLine="709"/>
        <w:jc w:val="both"/>
      </w:pPr>
      <w:r w:rsidRPr="0029024B">
        <w:t>сопровождение наблюдателей во время проведения школьного этапа олимпиады;</w:t>
      </w:r>
    </w:p>
    <w:p w14:paraId="052C63C1" w14:textId="77777777" w:rsidR="002A5AF9" w:rsidRPr="0029024B" w:rsidRDefault="002A5AF9" w:rsidP="0029024B">
      <w:pPr>
        <w:pStyle w:val="af3"/>
        <w:numPr>
          <w:ilvl w:val="0"/>
          <w:numId w:val="28"/>
        </w:numPr>
        <w:tabs>
          <w:tab w:val="left" w:pos="993"/>
          <w:tab w:val="left" w:pos="1134"/>
        </w:tabs>
        <w:ind w:left="0" w:firstLine="709"/>
        <w:jc w:val="both"/>
      </w:pPr>
      <w:r w:rsidRPr="0029024B">
        <w:t>информирование всех участников об организации, проведении и итогах школьного этапа олимпиады;</w:t>
      </w:r>
    </w:p>
    <w:p w14:paraId="12FB88E1" w14:textId="77777777" w:rsidR="002A5AF9" w:rsidRPr="0029024B" w:rsidRDefault="002A5AF9" w:rsidP="0029024B">
      <w:pPr>
        <w:pStyle w:val="af3"/>
        <w:numPr>
          <w:ilvl w:val="0"/>
          <w:numId w:val="28"/>
        </w:numPr>
        <w:tabs>
          <w:tab w:val="left" w:pos="993"/>
          <w:tab w:val="left" w:pos="1134"/>
        </w:tabs>
        <w:ind w:left="0" w:firstLine="709"/>
        <w:jc w:val="both"/>
      </w:pPr>
      <w:r w:rsidRPr="0029024B">
        <w:t>в рамках проведения олимпиады на платформе «Сириус. Курсы» организует деятельность в соответствии с регламентом и правилами, размещенными на официальном сайте олимпиады siriusolymp.ru.</w:t>
      </w:r>
    </w:p>
    <w:p w14:paraId="56BEE831" w14:textId="77777777" w:rsidR="002A5AF9" w:rsidRPr="0029024B" w:rsidRDefault="002A5AF9" w:rsidP="0029024B">
      <w:pPr>
        <w:pStyle w:val="af3"/>
        <w:numPr>
          <w:ilvl w:val="1"/>
          <w:numId w:val="23"/>
        </w:numPr>
        <w:tabs>
          <w:tab w:val="left" w:pos="993"/>
          <w:tab w:val="left" w:pos="1134"/>
        </w:tabs>
        <w:ind w:left="0" w:firstLine="709"/>
        <w:jc w:val="both"/>
        <w:rPr>
          <w:b/>
        </w:rPr>
      </w:pPr>
      <w:r w:rsidRPr="0029024B">
        <w:t>Председатель оргкомитета общеобразовательной организации несет личную ответственность за информационную безопасность переданных ему текстов олимпиадных заданий</w:t>
      </w:r>
    </w:p>
    <w:p w14:paraId="74DE9270" w14:textId="77777777" w:rsidR="002A5AF9" w:rsidRPr="0029024B" w:rsidRDefault="002A5AF9" w:rsidP="0029024B">
      <w:pPr>
        <w:pStyle w:val="af3"/>
        <w:numPr>
          <w:ilvl w:val="1"/>
          <w:numId w:val="23"/>
        </w:numPr>
        <w:tabs>
          <w:tab w:val="left" w:pos="993"/>
          <w:tab w:val="left" w:pos="1134"/>
        </w:tabs>
        <w:ind w:left="0" w:firstLine="709"/>
        <w:jc w:val="both"/>
        <w:rPr>
          <w:b/>
        </w:rPr>
      </w:pPr>
      <w:r w:rsidRPr="0029024B">
        <w:t>Представитель оргкомитета общеобразовательной организации распечатывает бланки с текстами олимпиадных заданий по количеству участников каждой предметной олимпиады, но не позднее, чем за 15 минут до начала проведения предметной олимпиады.</w:t>
      </w:r>
    </w:p>
    <w:p w14:paraId="19A4CF72" w14:textId="77777777" w:rsidR="002A5AF9" w:rsidRPr="0029024B" w:rsidRDefault="002A5AF9" w:rsidP="0029024B">
      <w:pPr>
        <w:pStyle w:val="af3"/>
        <w:numPr>
          <w:ilvl w:val="1"/>
          <w:numId w:val="23"/>
        </w:numPr>
        <w:tabs>
          <w:tab w:val="left" w:pos="993"/>
          <w:tab w:val="left" w:pos="1134"/>
        </w:tabs>
        <w:ind w:left="0" w:firstLine="709"/>
        <w:jc w:val="both"/>
        <w:rPr>
          <w:b/>
        </w:rPr>
      </w:pPr>
      <w:r w:rsidRPr="0029024B">
        <w:t>При проведении соревновательных туров олимпиады необходимо придерживаться действующих на момент проведения Олимпиады санитарных правил.</w:t>
      </w:r>
    </w:p>
    <w:p w14:paraId="62B70C86" w14:textId="77777777" w:rsidR="002A5AF9" w:rsidRPr="0029024B" w:rsidRDefault="002A5AF9" w:rsidP="00BB66F6">
      <w:pPr>
        <w:pStyle w:val="af3"/>
        <w:numPr>
          <w:ilvl w:val="1"/>
          <w:numId w:val="23"/>
        </w:numPr>
        <w:tabs>
          <w:tab w:val="left" w:pos="993"/>
          <w:tab w:val="left" w:pos="1134"/>
          <w:tab w:val="left" w:pos="1276"/>
        </w:tabs>
        <w:ind w:left="0" w:firstLine="709"/>
        <w:jc w:val="both"/>
        <w:rPr>
          <w:b/>
        </w:rPr>
      </w:pPr>
      <w:r w:rsidRPr="0029024B">
        <w:t xml:space="preserve">Начало предметных олимпиад по 14 общеобразовательным предметам школьного этапа в </w:t>
      </w:r>
      <w:r w:rsidRPr="0029024B">
        <w:rPr>
          <w:b/>
        </w:rPr>
        <w:t>10.00 ч.</w:t>
      </w:r>
      <w:r w:rsidRPr="0029024B">
        <w:t xml:space="preserve"> Предметные олимпиады по предметам школьного этапа, проводимым с использованием платформы «Сириус. Курсы» проводятся в период с </w:t>
      </w:r>
      <w:r w:rsidRPr="0029024B">
        <w:rPr>
          <w:b/>
        </w:rPr>
        <w:t>8.00 ч. до 22.00 ч.</w:t>
      </w:r>
      <w:r w:rsidRPr="0029024B">
        <w:t xml:space="preserve"> в день проведения олимпиады. Время выполнения олимпиадных заданий по каждому предмету указывается в календарном графике проведения школьного этапа олимпиады.</w:t>
      </w:r>
    </w:p>
    <w:p w14:paraId="23684ECB" w14:textId="77777777" w:rsidR="002A5AF9" w:rsidRPr="0029024B" w:rsidRDefault="002A5AF9" w:rsidP="00BB66F6">
      <w:pPr>
        <w:pStyle w:val="af3"/>
        <w:numPr>
          <w:ilvl w:val="1"/>
          <w:numId w:val="23"/>
        </w:numPr>
        <w:tabs>
          <w:tab w:val="left" w:pos="993"/>
          <w:tab w:val="left" w:pos="1134"/>
          <w:tab w:val="left" w:pos="1276"/>
        </w:tabs>
        <w:ind w:left="0" w:firstLine="709"/>
        <w:jc w:val="both"/>
        <w:rPr>
          <w:b/>
        </w:rPr>
      </w:pPr>
      <w:r w:rsidRPr="0029024B">
        <w:t>Все участники школьного этапа олимпиады во время проведения предметных олимпиад должны сидеть по 1 человеку за учебным столом.</w:t>
      </w:r>
    </w:p>
    <w:p w14:paraId="73A37A9D" w14:textId="47D40B48" w:rsidR="002A5AF9" w:rsidRPr="0029024B" w:rsidRDefault="002A5AF9" w:rsidP="00BB66F6">
      <w:pPr>
        <w:pStyle w:val="af3"/>
        <w:numPr>
          <w:ilvl w:val="1"/>
          <w:numId w:val="23"/>
        </w:numPr>
        <w:tabs>
          <w:tab w:val="left" w:pos="993"/>
          <w:tab w:val="left" w:pos="1134"/>
          <w:tab w:val="left" w:pos="1276"/>
        </w:tabs>
        <w:ind w:left="0" w:firstLine="709"/>
        <w:jc w:val="both"/>
        <w:rPr>
          <w:b/>
        </w:rPr>
      </w:pPr>
      <w:r w:rsidRPr="0029024B">
        <w:t>Все участники школьного этапа олимпиады обеспечиваются:</w:t>
      </w:r>
    </w:p>
    <w:p w14:paraId="61A3D411" w14:textId="2CC1AED6" w:rsidR="002A5AF9" w:rsidRPr="0029024B" w:rsidRDefault="002A5AF9" w:rsidP="0029024B">
      <w:pPr>
        <w:pStyle w:val="af3"/>
        <w:numPr>
          <w:ilvl w:val="0"/>
          <w:numId w:val="29"/>
        </w:numPr>
        <w:tabs>
          <w:tab w:val="left" w:pos="993"/>
          <w:tab w:val="left" w:pos="1134"/>
        </w:tabs>
        <w:ind w:left="0" w:firstLine="709"/>
        <w:jc w:val="both"/>
      </w:pPr>
      <w:r w:rsidRPr="0029024B">
        <w:t>листами бумаги с угловым штампом общеобразовательной организации;</w:t>
      </w:r>
    </w:p>
    <w:p w14:paraId="650B73E7" w14:textId="77777777" w:rsidR="002A5AF9" w:rsidRPr="0029024B" w:rsidRDefault="002A5AF9" w:rsidP="0029024B">
      <w:pPr>
        <w:pStyle w:val="af3"/>
        <w:numPr>
          <w:ilvl w:val="0"/>
          <w:numId w:val="29"/>
        </w:numPr>
        <w:tabs>
          <w:tab w:val="left" w:pos="993"/>
          <w:tab w:val="left" w:pos="1134"/>
        </w:tabs>
        <w:ind w:left="0" w:firstLine="709"/>
        <w:jc w:val="both"/>
        <w:rPr>
          <w:b/>
        </w:rPr>
      </w:pPr>
      <w:r w:rsidRPr="0029024B">
        <w:t>бланками с текстами олимпиадных заданий.</w:t>
      </w:r>
    </w:p>
    <w:p w14:paraId="036A5C0F" w14:textId="7ED6675E" w:rsidR="002A5AF9" w:rsidRPr="00BB66F6" w:rsidRDefault="002A5AF9" w:rsidP="00BB66F6">
      <w:pPr>
        <w:pStyle w:val="af3"/>
        <w:numPr>
          <w:ilvl w:val="1"/>
          <w:numId w:val="24"/>
        </w:numPr>
        <w:tabs>
          <w:tab w:val="left" w:pos="568"/>
          <w:tab w:val="left" w:pos="709"/>
          <w:tab w:val="left" w:pos="1276"/>
        </w:tabs>
        <w:ind w:left="0" w:firstLine="709"/>
        <w:jc w:val="both"/>
        <w:rPr>
          <w:b/>
        </w:rPr>
      </w:pPr>
      <w:r w:rsidRPr="0029024B">
        <w:t>Организатор в день проведения предметной олимпиады действует согласно инструкции (приложение 2).</w:t>
      </w:r>
    </w:p>
    <w:p w14:paraId="225A5796" w14:textId="77777777"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Обучающимся, желающим выполнить задания двух и более параллелей, предоставляется такая возможность, однако время олимпиады для этого не продлевается.</w:t>
      </w:r>
    </w:p>
    <w:p w14:paraId="7EDEC871" w14:textId="77777777"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lastRenderedPageBreak/>
        <w:t>Обучающимся, выразившим желание участвовать в двух предметных олимпиадах, проводимых в один и тот же день, такая возможность может быть предоставлена, однако время для выполнения олимпиадных заданий им также не продлевается.</w:t>
      </w:r>
    </w:p>
    <w:p w14:paraId="43BC84AC" w14:textId="15EA24D1"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Школьный этап олимпиады по всем предметам проводится в форме письменной работы.</w:t>
      </w:r>
    </w:p>
    <w:p w14:paraId="323A8A6F" w14:textId="77777777"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Проведение школьного этапа олимпиады в 2 тура (теоретический и практический) предусматривается по следующим общеобразовательным предметам: английскому, китайскому, немецкому и французскому языкам, технологии, физической культуре.</w:t>
      </w:r>
    </w:p>
    <w:p w14:paraId="0ADD96E6" w14:textId="5293229E"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Участники школьного этапа олимпиады во время его проведения:</w:t>
      </w:r>
    </w:p>
    <w:p w14:paraId="71F2AF79" w14:textId="71A3E62E" w:rsidR="002A5AF9" w:rsidRPr="0029024B" w:rsidRDefault="002A5AF9" w:rsidP="0029024B">
      <w:pPr>
        <w:pStyle w:val="af3"/>
        <w:numPr>
          <w:ilvl w:val="0"/>
          <w:numId w:val="30"/>
        </w:numPr>
        <w:tabs>
          <w:tab w:val="left" w:pos="993"/>
          <w:tab w:val="left" w:pos="1134"/>
        </w:tabs>
        <w:ind w:left="0" w:firstLine="709"/>
        <w:jc w:val="both"/>
      </w:pPr>
      <w:r w:rsidRPr="0029024B">
        <w:t>имеют право пользоваться только бумагой, ручкой, чертежными принадлежностями;</w:t>
      </w:r>
    </w:p>
    <w:p w14:paraId="06429E76" w14:textId="37C26A4C" w:rsidR="002A5AF9" w:rsidRPr="0029024B" w:rsidRDefault="002A5AF9" w:rsidP="0029024B">
      <w:pPr>
        <w:pStyle w:val="af3"/>
        <w:numPr>
          <w:ilvl w:val="0"/>
          <w:numId w:val="30"/>
        </w:numPr>
        <w:tabs>
          <w:tab w:val="left" w:pos="993"/>
          <w:tab w:val="left" w:pos="1134"/>
        </w:tabs>
        <w:ind w:left="0" w:firstLine="709"/>
        <w:jc w:val="both"/>
      </w:pPr>
      <w:r w:rsidRPr="0029024B">
        <w:t>вправе иметь справочные материалы, электронно-вычислительную технику, разрешенные к использованию во время проведения олимпиады, перечень которых определяется в требованиях к организации и проведению школьного этапа олимпиады по каждому общеобразовательному предмету;</w:t>
      </w:r>
    </w:p>
    <w:p w14:paraId="44C5BEC1" w14:textId="77777777" w:rsidR="002A5AF9" w:rsidRPr="0029024B" w:rsidRDefault="002A5AF9" w:rsidP="0029024B">
      <w:pPr>
        <w:pStyle w:val="af3"/>
        <w:numPr>
          <w:ilvl w:val="0"/>
          <w:numId w:val="30"/>
        </w:numPr>
        <w:tabs>
          <w:tab w:val="left" w:pos="993"/>
          <w:tab w:val="left" w:pos="1134"/>
        </w:tabs>
        <w:ind w:left="0" w:firstLine="709"/>
        <w:jc w:val="both"/>
        <w:rPr>
          <w:b/>
        </w:rPr>
      </w:pPr>
      <w:r w:rsidRPr="0029024B">
        <w:t xml:space="preserve">не имеют право пользоваться личными записями, заранее подготовленной информацией (в письменном или электронном виде), записными книжками, справочной литературой, мобильными средствами связи и </w:t>
      </w:r>
      <w:proofErr w:type="gramStart"/>
      <w:r w:rsidRPr="0029024B">
        <w:t>т.п.</w:t>
      </w:r>
      <w:proofErr w:type="gramEnd"/>
    </w:p>
    <w:p w14:paraId="7133BA31" w14:textId="77777777"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В пунктах проведения олимпиады вправе присутствовать представитель организатора олимпиады, оргкомитета и жюри олимпиады, а также граждане, аккредитованные в качестве общественных наблюдателей в порядке, установленном Минобрнауки России.</w:t>
      </w:r>
    </w:p>
    <w:p w14:paraId="687ADFF6" w14:textId="77777777" w:rsidR="002A5AF9" w:rsidRPr="0029024B" w:rsidRDefault="002A5AF9" w:rsidP="00BB66F6">
      <w:pPr>
        <w:pStyle w:val="af3"/>
        <w:numPr>
          <w:ilvl w:val="1"/>
          <w:numId w:val="24"/>
        </w:numPr>
        <w:tabs>
          <w:tab w:val="left" w:pos="993"/>
          <w:tab w:val="left" w:pos="1134"/>
          <w:tab w:val="left" w:pos="1276"/>
        </w:tabs>
        <w:ind w:left="0" w:firstLine="709"/>
        <w:jc w:val="both"/>
        <w:rPr>
          <w:b/>
        </w:rPr>
      </w:pPr>
      <w:r w:rsidRPr="0029024B">
        <w:t>До начала олимпиады по каждому общеобразовательному предмету представители организатора олимпиады, ответственные за проведение олимпиады по общеобразовательному предмету,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По окончании проведения инструктажа ответственный уполномоченный за проведение олимпиады по предмету заполняет ведомость проведения инструктажа (приложение 3).</w:t>
      </w:r>
    </w:p>
    <w:p w14:paraId="4CEECB70" w14:textId="77777777" w:rsidR="002A5AF9" w:rsidRPr="0029024B" w:rsidRDefault="002A5AF9" w:rsidP="00ED1479">
      <w:pPr>
        <w:pStyle w:val="af3"/>
        <w:numPr>
          <w:ilvl w:val="1"/>
          <w:numId w:val="24"/>
        </w:numPr>
        <w:tabs>
          <w:tab w:val="left" w:pos="993"/>
          <w:tab w:val="left" w:pos="1134"/>
          <w:tab w:val="left" w:pos="1276"/>
        </w:tabs>
        <w:ind w:left="0" w:firstLine="709"/>
        <w:jc w:val="both"/>
        <w:rPr>
          <w:b/>
        </w:rPr>
      </w:pPr>
      <w:r w:rsidRPr="0029024B">
        <w:t>Во время проведения олимпиады участники должны соблюдать Порядок проведения Всероссийской олимпиады школьников и требования, утвержденные организатором олимпиады, к проведению школьного этапа олимпиады по каждому общеобразовательному предмету.</w:t>
      </w:r>
    </w:p>
    <w:p w14:paraId="7FFF772D" w14:textId="77777777" w:rsidR="002A5AF9" w:rsidRPr="0029024B" w:rsidRDefault="002A5AF9" w:rsidP="00ED1479">
      <w:pPr>
        <w:pStyle w:val="af3"/>
        <w:numPr>
          <w:ilvl w:val="1"/>
          <w:numId w:val="24"/>
        </w:numPr>
        <w:tabs>
          <w:tab w:val="left" w:pos="993"/>
          <w:tab w:val="left" w:pos="1134"/>
          <w:tab w:val="left" w:pos="1276"/>
        </w:tabs>
        <w:ind w:left="0" w:firstLine="709"/>
        <w:jc w:val="both"/>
        <w:rPr>
          <w:b/>
        </w:rPr>
      </w:pPr>
      <w:r w:rsidRPr="0029024B">
        <w:t>В случае нарушения участником олимпиады Порядка и (или) утвержденных требований к организации и проведению школьного этапа олимпиады по каждому общеобразовательному предмету, организатор олимпиады в аудитории вправе удалить данного участника олимпиады, составив акт об удалении участника олимпиады (приложение 4).</w:t>
      </w:r>
    </w:p>
    <w:p w14:paraId="068C0458" w14:textId="77777777" w:rsidR="002A5AF9" w:rsidRPr="0029024B" w:rsidRDefault="002A5AF9" w:rsidP="00ED1479">
      <w:pPr>
        <w:pStyle w:val="af3"/>
        <w:numPr>
          <w:ilvl w:val="1"/>
          <w:numId w:val="24"/>
        </w:numPr>
        <w:tabs>
          <w:tab w:val="left" w:pos="993"/>
          <w:tab w:val="left" w:pos="1134"/>
          <w:tab w:val="left" w:pos="1276"/>
        </w:tabs>
        <w:ind w:left="0" w:firstLine="709"/>
        <w:jc w:val="both"/>
        <w:rPr>
          <w:b/>
        </w:rPr>
      </w:pPr>
      <w:r w:rsidRPr="0029024B">
        <w:t>Участники олимпиады, которые были удалены, лишаются права дальнейшего участия в олимпиаде по данному общеобразовательному предмету в текущем году.</w:t>
      </w:r>
    </w:p>
    <w:p w14:paraId="448F5559" w14:textId="3874BB8E" w:rsidR="002A5AF9" w:rsidRPr="0029024B" w:rsidRDefault="002A5AF9" w:rsidP="00ED1479">
      <w:pPr>
        <w:pStyle w:val="af3"/>
        <w:numPr>
          <w:ilvl w:val="1"/>
          <w:numId w:val="24"/>
        </w:numPr>
        <w:tabs>
          <w:tab w:val="left" w:pos="993"/>
          <w:tab w:val="left" w:pos="1134"/>
          <w:tab w:val="left" w:pos="1276"/>
        </w:tabs>
        <w:ind w:left="0" w:firstLine="709"/>
        <w:jc w:val="both"/>
        <w:rPr>
          <w:b/>
        </w:rPr>
      </w:pPr>
      <w:r w:rsidRPr="0029024B">
        <w:t>Жюри школьного этапа:</w:t>
      </w:r>
    </w:p>
    <w:p w14:paraId="49CA05B5" w14:textId="012839E5" w:rsidR="002A5AF9" w:rsidRPr="0029024B" w:rsidRDefault="002A5AF9" w:rsidP="0029024B">
      <w:pPr>
        <w:pStyle w:val="af3"/>
        <w:tabs>
          <w:tab w:val="left" w:pos="993"/>
          <w:tab w:val="left" w:pos="1134"/>
        </w:tabs>
        <w:ind w:left="0" w:firstLine="709"/>
        <w:jc w:val="both"/>
      </w:pPr>
      <w:r w:rsidRPr="0029024B">
        <w:t>2.2</w:t>
      </w:r>
      <w:r w:rsidR="00ED1479">
        <w:t>4</w:t>
      </w:r>
      <w:r w:rsidRPr="0029024B">
        <w:t xml:space="preserve">.1. </w:t>
      </w:r>
      <w:r w:rsidR="00ED1479">
        <w:t>П</w:t>
      </w:r>
      <w:r w:rsidRPr="0029024B">
        <w:t>ринимает для оценивания закодированные (обезличенные) олимпиадные работы участников олимпиады;</w:t>
      </w:r>
    </w:p>
    <w:p w14:paraId="6649CA71" w14:textId="531F8245" w:rsidR="002A5AF9" w:rsidRPr="0029024B" w:rsidRDefault="002A5AF9" w:rsidP="0029024B">
      <w:pPr>
        <w:pStyle w:val="af3"/>
        <w:tabs>
          <w:tab w:val="left" w:pos="993"/>
          <w:tab w:val="left" w:pos="1134"/>
        </w:tabs>
        <w:ind w:left="0" w:firstLine="709"/>
        <w:jc w:val="both"/>
      </w:pPr>
      <w:r w:rsidRPr="0029024B">
        <w:t>2.2</w:t>
      </w:r>
      <w:r w:rsidR="00ED1479">
        <w:t>4</w:t>
      </w:r>
      <w:r w:rsidRPr="0029024B">
        <w:t xml:space="preserve">.2. </w:t>
      </w:r>
      <w:r w:rsidR="00ED1479">
        <w:t>О</w:t>
      </w:r>
      <w:r w:rsidRPr="0029024B">
        <w:t>ценивает выполненные олимпиадные задания в соответствии с утвержденными критериями оценивания выполненных олимпиадных заданий;</w:t>
      </w:r>
    </w:p>
    <w:p w14:paraId="37E83B26" w14:textId="2843B44F" w:rsidR="002A5AF9" w:rsidRPr="0029024B" w:rsidRDefault="002A5AF9" w:rsidP="0029024B">
      <w:pPr>
        <w:pStyle w:val="af3"/>
        <w:tabs>
          <w:tab w:val="left" w:pos="993"/>
          <w:tab w:val="left" w:pos="1134"/>
        </w:tabs>
        <w:ind w:left="0" w:firstLine="709"/>
        <w:jc w:val="both"/>
      </w:pPr>
      <w:r w:rsidRPr="0029024B">
        <w:t>2.2</w:t>
      </w:r>
      <w:r w:rsidR="00ED1479">
        <w:t>4</w:t>
      </w:r>
      <w:r w:rsidRPr="0029024B">
        <w:t xml:space="preserve">.3. </w:t>
      </w:r>
      <w:r w:rsidR="00ED1479">
        <w:t>П</w:t>
      </w:r>
      <w:r w:rsidRPr="0029024B">
        <w:t>роводит с участниками олимпиады анализ олимпиадных заданий и их решений;</w:t>
      </w:r>
    </w:p>
    <w:p w14:paraId="6332026F" w14:textId="020696BE" w:rsidR="002A5AF9" w:rsidRPr="0029024B" w:rsidRDefault="002A5AF9" w:rsidP="0029024B">
      <w:pPr>
        <w:pStyle w:val="af3"/>
        <w:tabs>
          <w:tab w:val="left" w:pos="993"/>
          <w:tab w:val="left" w:pos="1134"/>
        </w:tabs>
        <w:ind w:left="0" w:firstLine="709"/>
        <w:jc w:val="both"/>
      </w:pPr>
      <w:r w:rsidRPr="0029024B">
        <w:t>2.2</w:t>
      </w:r>
      <w:r w:rsidR="00ED1479">
        <w:t>4</w:t>
      </w:r>
      <w:r w:rsidRPr="0029024B">
        <w:t xml:space="preserve">.4. </w:t>
      </w:r>
      <w:r w:rsidR="00ED1479">
        <w:t>О</w:t>
      </w:r>
      <w:r w:rsidRPr="0029024B">
        <w:t>существляет очно по запросу участника олимпиады показ выполненных им олимпиадных заданий и представляет результаты олимпиады ее участникам;</w:t>
      </w:r>
    </w:p>
    <w:p w14:paraId="1094502B" w14:textId="5C76596E" w:rsidR="002A5AF9" w:rsidRPr="0029024B" w:rsidRDefault="002A5AF9" w:rsidP="0029024B">
      <w:pPr>
        <w:pStyle w:val="af3"/>
        <w:tabs>
          <w:tab w:val="left" w:pos="993"/>
          <w:tab w:val="left" w:pos="1134"/>
        </w:tabs>
        <w:ind w:left="0" w:firstLine="709"/>
        <w:jc w:val="both"/>
      </w:pPr>
      <w:r w:rsidRPr="0029024B">
        <w:lastRenderedPageBreak/>
        <w:t>2.2</w:t>
      </w:r>
      <w:r w:rsidR="00ED1479">
        <w:t>4</w:t>
      </w:r>
      <w:r w:rsidRPr="0029024B">
        <w:t xml:space="preserve">.5. </w:t>
      </w:r>
      <w:r w:rsidR="00ED1479">
        <w:t>Р</w:t>
      </w:r>
      <w:r w:rsidRPr="0029024B">
        <w:t>ассматривает очно апелляции участников олимпиады;</w:t>
      </w:r>
    </w:p>
    <w:p w14:paraId="24D42E0E" w14:textId="7787A3B9" w:rsidR="002A5AF9" w:rsidRPr="0029024B" w:rsidRDefault="002A5AF9" w:rsidP="0029024B">
      <w:pPr>
        <w:pStyle w:val="af3"/>
        <w:tabs>
          <w:tab w:val="left" w:pos="993"/>
          <w:tab w:val="left" w:pos="1134"/>
        </w:tabs>
        <w:ind w:left="0" w:firstLine="709"/>
        <w:jc w:val="both"/>
      </w:pPr>
      <w:r w:rsidRPr="0029024B">
        <w:t>2.2</w:t>
      </w:r>
      <w:r w:rsidR="00ED1479">
        <w:t>4</w:t>
      </w:r>
      <w:r w:rsidRPr="0029024B">
        <w:t xml:space="preserve">.6. </w:t>
      </w:r>
      <w:r w:rsidR="00ED1479">
        <w:t>О</w:t>
      </w:r>
      <w:r w:rsidRPr="0029024B">
        <w:t>пределяет победителей и призеров олимпиады на основании рейтинга по каждому общеобразовательному предмету в соответствии с квотой, установленной организатором школьного этапа олимпиады.</w:t>
      </w:r>
    </w:p>
    <w:p w14:paraId="7AF79DE8" w14:textId="2F03CB8C" w:rsidR="002A5AF9" w:rsidRPr="0029024B" w:rsidRDefault="002A5AF9" w:rsidP="0029024B">
      <w:pPr>
        <w:pStyle w:val="af3"/>
        <w:tabs>
          <w:tab w:val="left" w:pos="993"/>
          <w:tab w:val="left" w:pos="1134"/>
        </w:tabs>
        <w:ind w:left="0" w:firstLine="709"/>
        <w:jc w:val="both"/>
      </w:pPr>
      <w:r w:rsidRPr="0029024B">
        <w:t>2.2</w:t>
      </w:r>
      <w:r w:rsidR="00ED1479">
        <w:t>4</w:t>
      </w:r>
      <w:r w:rsidRPr="0029024B">
        <w:t>.7. Представляет в МБУ ДО Веселовский ЦТ, направлен</w:t>
      </w:r>
      <w:r w:rsidR="00AB0814" w:rsidRPr="0029024B">
        <w:t>ность</w:t>
      </w:r>
      <w:r w:rsidRPr="0029024B">
        <w:t xml:space="preserve"> «Работа с талантливыми и одаренными детьми», результаты олимпиады по каждому образовательному предмету и по каждому классу (в каждой возрастной группе) (протоколы) и аналитический отчет о результатах выполнения олимпиадных заданий по каждому общеобразовательному предмету.</w:t>
      </w:r>
    </w:p>
    <w:p w14:paraId="0871D0C9" w14:textId="77777777" w:rsidR="002A5AF9" w:rsidRPr="00ED1479" w:rsidRDefault="002A5AF9" w:rsidP="00ED1479">
      <w:pPr>
        <w:jc w:val="both"/>
        <w:rPr>
          <w:sz w:val="24"/>
          <w:szCs w:val="24"/>
        </w:rPr>
      </w:pPr>
    </w:p>
    <w:p w14:paraId="11635A1B" w14:textId="77777777" w:rsidR="002A5AF9" w:rsidRPr="00ED1479" w:rsidRDefault="002A5AF9" w:rsidP="00ED1479">
      <w:pPr>
        <w:pStyle w:val="af3"/>
        <w:numPr>
          <w:ilvl w:val="0"/>
          <w:numId w:val="6"/>
        </w:numPr>
        <w:tabs>
          <w:tab w:val="left" w:pos="284"/>
        </w:tabs>
        <w:ind w:left="0" w:firstLine="0"/>
        <w:jc w:val="center"/>
        <w:rPr>
          <w:b/>
        </w:rPr>
      </w:pPr>
      <w:r w:rsidRPr="00ED1479">
        <w:rPr>
          <w:b/>
        </w:rPr>
        <w:t>Порядок подачи и рассмотрения апелляций</w:t>
      </w:r>
    </w:p>
    <w:p w14:paraId="2B84824B" w14:textId="77777777" w:rsidR="002A5AF9" w:rsidRPr="00ED1479" w:rsidRDefault="002A5AF9" w:rsidP="00ED1479">
      <w:pPr>
        <w:pStyle w:val="af3"/>
        <w:numPr>
          <w:ilvl w:val="0"/>
          <w:numId w:val="8"/>
        </w:numPr>
        <w:tabs>
          <w:tab w:val="left" w:pos="1134"/>
        </w:tabs>
        <w:ind w:left="0" w:firstLine="709"/>
        <w:jc w:val="both"/>
        <w:rPr>
          <w:b/>
        </w:rPr>
      </w:pPr>
      <w:r w:rsidRPr="00ED1479">
        <w:t>Рассмотрение апелляции проводится в спокойной и доброжелательной обстановке. Участнику олимпиады, подавшему апелляцию (приложение 5), предоставляется возможность убедиться в том, что его работа проверена и оценена в соответствии с установленными требованиями. Черновики работ участников олимпиады не проверяются и не учитываются при оценивании.</w:t>
      </w:r>
    </w:p>
    <w:p w14:paraId="158751D6" w14:textId="77777777" w:rsidR="002A5AF9" w:rsidRPr="00ED1479" w:rsidRDefault="002A5AF9" w:rsidP="00ED1479">
      <w:pPr>
        <w:pStyle w:val="af3"/>
        <w:numPr>
          <w:ilvl w:val="0"/>
          <w:numId w:val="8"/>
        </w:numPr>
        <w:tabs>
          <w:tab w:val="left" w:pos="1134"/>
        </w:tabs>
        <w:ind w:left="0" w:firstLine="709"/>
        <w:jc w:val="both"/>
        <w:rPr>
          <w:b/>
        </w:rPr>
      </w:pPr>
      <w:r w:rsidRPr="00ED1479">
        <w:t>Апелляция участника рассматривается в течение одного дня после подачи апелляции.</w:t>
      </w:r>
    </w:p>
    <w:p w14:paraId="035B4960" w14:textId="77777777" w:rsidR="002A5AF9" w:rsidRPr="00ED1479" w:rsidRDefault="002A5AF9" w:rsidP="00ED1479">
      <w:pPr>
        <w:pStyle w:val="af3"/>
        <w:numPr>
          <w:ilvl w:val="0"/>
          <w:numId w:val="8"/>
        </w:numPr>
        <w:tabs>
          <w:tab w:val="left" w:pos="1134"/>
        </w:tabs>
        <w:ind w:left="0" w:firstLine="709"/>
        <w:jc w:val="both"/>
        <w:rPr>
          <w:b/>
        </w:rPr>
      </w:pPr>
      <w:r w:rsidRPr="00ED1479">
        <w:t>Для рассмотрения апелляции участников олимпиады создается комиссия, которая формируется из числа членов жюри олимпиады.</w:t>
      </w:r>
    </w:p>
    <w:p w14:paraId="601A980D" w14:textId="57E4C409" w:rsidR="002A5AF9" w:rsidRPr="00ED1479" w:rsidRDefault="002A5AF9" w:rsidP="00ED1479">
      <w:pPr>
        <w:pStyle w:val="af3"/>
        <w:numPr>
          <w:ilvl w:val="0"/>
          <w:numId w:val="8"/>
        </w:numPr>
        <w:tabs>
          <w:tab w:val="left" w:pos="1134"/>
        </w:tabs>
        <w:ind w:left="0" w:firstLine="709"/>
        <w:jc w:val="both"/>
        <w:rPr>
          <w:b/>
        </w:rPr>
      </w:pPr>
      <w:r w:rsidRPr="00ED1479">
        <w:t>Решение комиссии принимается простым большинством голосов. Председатель комиссии имеет право решающего голоса.</w:t>
      </w:r>
    </w:p>
    <w:p w14:paraId="7748230E" w14:textId="77777777" w:rsidR="002A5AF9" w:rsidRPr="00ED1479" w:rsidRDefault="002A5AF9" w:rsidP="00ED1479">
      <w:pPr>
        <w:pStyle w:val="af3"/>
        <w:numPr>
          <w:ilvl w:val="0"/>
          <w:numId w:val="8"/>
        </w:numPr>
        <w:tabs>
          <w:tab w:val="left" w:pos="1134"/>
        </w:tabs>
        <w:ind w:left="0" w:firstLine="709"/>
        <w:jc w:val="both"/>
        <w:rPr>
          <w:b/>
        </w:rPr>
      </w:pPr>
      <w:r w:rsidRPr="00ED1479">
        <w:t>Решение комиссии является окончательным, пересмотру не подлежит.</w:t>
      </w:r>
    </w:p>
    <w:p w14:paraId="2575C55A" w14:textId="7E41677B" w:rsidR="002A5AF9" w:rsidRPr="00ED1479" w:rsidRDefault="002A5AF9" w:rsidP="00ED1479">
      <w:pPr>
        <w:pStyle w:val="af3"/>
        <w:numPr>
          <w:ilvl w:val="0"/>
          <w:numId w:val="8"/>
        </w:numPr>
        <w:tabs>
          <w:tab w:val="left" w:pos="1134"/>
        </w:tabs>
        <w:ind w:left="0" w:firstLine="709"/>
        <w:jc w:val="both"/>
        <w:rPr>
          <w:b/>
        </w:rPr>
      </w:pPr>
      <w:r w:rsidRPr="00ED1479">
        <w:t xml:space="preserve"> Итоги рассмотрения комиссией апелляции оформляются протоколом (приложение 6), который подписывается всеми членами.</w:t>
      </w:r>
    </w:p>
    <w:p w14:paraId="3220CB83" w14:textId="77777777" w:rsidR="002A5AF9" w:rsidRPr="00ED1479" w:rsidRDefault="002A5AF9" w:rsidP="00ED1479">
      <w:pPr>
        <w:pStyle w:val="af3"/>
        <w:numPr>
          <w:ilvl w:val="0"/>
          <w:numId w:val="8"/>
        </w:numPr>
        <w:tabs>
          <w:tab w:val="left" w:pos="1134"/>
        </w:tabs>
        <w:ind w:left="0" w:firstLine="709"/>
        <w:jc w:val="both"/>
        <w:rPr>
          <w:b/>
        </w:rPr>
      </w:pPr>
      <w:r w:rsidRPr="00ED1479">
        <w:t>Протоколы рассмотрения апелляции передаются председателю предметного жюри для внесения соответствующих изменений в отчетную документацию.</w:t>
      </w:r>
    </w:p>
    <w:p w14:paraId="2F2C34D0" w14:textId="77777777" w:rsidR="002A5AF9" w:rsidRPr="00ED1479" w:rsidRDefault="002A5AF9" w:rsidP="00ED1479">
      <w:pPr>
        <w:pStyle w:val="af3"/>
        <w:numPr>
          <w:ilvl w:val="0"/>
          <w:numId w:val="8"/>
        </w:numPr>
        <w:tabs>
          <w:tab w:val="left" w:pos="1134"/>
        </w:tabs>
        <w:ind w:left="0" w:firstLine="709"/>
        <w:jc w:val="both"/>
        <w:rPr>
          <w:b/>
        </w:rPr>
      </w:pPr>
      <w:r w:rsidRPr="00ED1479">
        <w:t>Апелляции участников олимпиады, протоколы рассмотрения апелляции хранятся у секретаря оргкомитета олимпиады.</w:t>
      </w:r>
    </w:p>
    <w:p w14:paraId="4DF2C955" w14:textId="77777777" w:rsidR="002A5AF9" w:rsidRPr="00A12F0F" w:rsidRDefault="002A5AF9" w:rsidP="00ED1479">
      <w:pPr>
        <w:jc w:val="both"/>
        <w:rPr>
          <w:b/>
          <w:sz w:val="24"/>
          <w:szCs w:val="24"/>
        </w:rPr>
      </w:pPr>
    </w:p>
    <w:p w14:paraId="76229D70" w14:textId="77777777" w:rsidR="002A5AF9" w:rsidRPr="00A12F0F" w:rsidRDefault="002A5AF9" w:rsidP="00ED1479">
      <w:pPr>
        <w:pStyle w:val="af3"/>
        <w:numPr>
          <w:ilvl w:val="0"/>
          <w:numId w:val="6"/>
        </w:numPr>
        <w:tabs>
          <w:tab w:val="left" w:pos="284"/>
        </w:tabs>
        <w:ind w:left="0" w:firstLine="0"/>
        <w:jc w:val="center"/>
        <w:rPr>
          <w:b/>
        </w:rPr>
      </w:pPr>
      <w:r w:rsidRPr="00A12F0F">
        <w:rPr>
          <w:b/>
        </w:rPr>
        <w:t>Определение победителей и призеров школьного этапа олимпиады</w:t>
      </w:r>
    </w:p>
    <w:p w14:paraId="28FED08B" w14:textId="77777777" w:rsidR="002A5AF9" w:rsidRPr="00ED1479" w:rsidRDefault="002A5AF9" w:rsidP="00ED1479">
      <w:pPr>
        <w:pStyle w:val="af3"/>
        <w:numPr>
          <w:ilvl w:val="0"/>
          <w:numId w:val="9"/>
        </w:numPr>
        <w:tabs>
          <w:tab w:val="left" w:pos="1134"/>
        </w:tabs>
        <w:ind w:left="0" w:firstLine="709"/>
        <w:jc w:val="both"/>
        <w:rPr>
          <w:b/>
        </w:rPr>
      </w:pPr>
      <w:r w:rsidRPr="00ED1479">
        <w:t xml:space="preserve">Победителем олимпиады признается участник олимпиады, набравший </w:t>
      </w:r>
      <w:r w:rsidR="00D772C5" w:rsidRPr="00ED1479">
        <w:t>6</w:t>
      </w:r>
      <w:r w:rsidRPr="00ED1479">
        <w:t xml:space="preserve">0% и выше от максимально возможного. </w:t>
      </w:r>
      <w:r w:rsidRPr="00ED1479">
        <w:rPr>
          <w:bCs/>
        </w:rPr>
        <w:t>При равном количестве баллов победителями признаются все участники олимпиады.</w:t>
      </w:r>
    </w:p>
    <w:p w14:paraId="52932BE7" w14:textId="26BE8380" w:rsidR="002A5AF9" w:rsidRPr="00ED1479" w:rsidRDefault="002A5AF9" w:rsidP="00ED1479">
      <w:pPr>
        <w:pStyle w:val="af3"/>
        <w:numPr>
          <w:ilvl w:val="0"/>
          <w:numId w:val="9"/>
        </w:numPr>
        <w:tabs>
          <w:tab w:val="left" w:pos="1134"/>
        </w:tabs>
        <w:ind w:left="0" w:firstLine="709"/>
        <w:jc w:val="both"/>
        <w:rPr>
          <w:b/>
        </w:rPr>
      </w:pPr>
      <w:r w:rsidRPr="00ED1479">
        <w:t>Призерами олимпиады признаются участники,</w:t>
      </w:r>
      <w:r w:rsidRPr="00ED1479">
        <w:rPr>
          <w:bCs/>
        </w:rPr>
        <w:t xml:space="preserve"> следующие за победителем, при выполнении следующего условия: балл участника должен составлять </w:t>
      </w:r>
      <w:r w:rsidR="00D772C5" w:rsidRPr="00ED1479">
        <w:rPr>
          <w:b/>
          <w:bCs/>
        </w:rPr>
        <w:t xml:space="preserve">от </w:t>
      </w:r>
      <w:r w:rsidR="00ED1479">
        <w:rPr>
          <w:b/>
          <w:bCs/>
        </w:rPr>
        <w:t>45</w:t>
      </w:r>
      <w:r w:rsidR="00D772C5" w:rsidRPr="00ED1479">
        <w:t>%</w:t>
      </w:r>
      <w:r w:rsidR="00D772C5" w:rsidRPr="00ED1479">
        <w:rPr>
          <w:b/>
          <w:bCs/>
        </w:rPr>
        <w:t xml:space="preserve"> до 5</w:t>
      </w:r>
      <w:r w:rsidR="00ED1479">
        <w:rPr>
          <w:b/>
          <w:bCs/>
        </w:rPr>
        <w:t>9</w:t>
      </w:r>
      <w:r w:rsidR="00D772C5" w:rsidRPr="00ED1479">
        <w:t xml:space="preserve">% </w:t>
      </w:r>
      <w:r w:rsidRPr="00ED1479">
        <w:rPr>
          <w:b/>
          <w:bCs/>
        </w:rPr>
        <w:t>от максимально возможного балла</w:t>
      </w:r>
      <w:r w:rsidRPr="00ED1479">
        <w:rPr>
          <w:bCs/>
        </w:rPr>
        <w:t>.</w:t>
      </w:r>
    </w:p>
    <w:p w14:paraId="73081ABA" w14:textId="45C90721" w:rsidR="002A5AF9" w:rsidRPr="00ED1479" w:rsidRDefault="002A5AF9" w:rsidP="00ED1479">
      <w:pPr>
        <w:pStyle w:val="af3"/>
        <w:numPr>
          <w:ilvl w:val="0"/>
          <w:numId w:val="9"/>
        </w:numPr>
        <w:tabs>
          <w:tab w:val="left" w:pos="1134"/>
        </w:tabs>
        <w:ind w:left="0" w:firstLine="709"/>
        <w:jc w:val="both"/>
        <w:rPr>
          <w:b/>
        </w:rPr>
      </w:pPr>
      <w:r w:rsidRPr="00ED1479">
        <w:t>В случае, когда победители школьного этапа олимпиады не определены, определяются только его призеры;</w:t>
      </w:r>
    </w:p>
    <w:p w14:paraId="18F63B4C" w14:textId="00B54948" w:rsidR="002A5AF9" w:rsidRPr="00ED1479" w:rsidRDefault="002A5AF9" w:rsidP="00ED1479">
      <w:pPr>
        <w:pStyle w:val="af3"/>
        <w:numPr>
          <w:ilvl w:val="0"/>
          <w:numId w:val="9"/>
        </w:numPr>
        <w:tabs>
          <w:tab w:val="left" w:pos="1134"/>
        </w:tabs>
        <w:ind w:left="0" w:firstLine="709"/>
        <w:jc w:val="both"/>
        <w:rPr>
          <w:b/>
        </w:rPr>
      </w:pPr>
      <w:r w:rsidRPr="00ED1479">
        <w:t>Все участники не признаются призерами, если набранные ими баллы не превышают половины максимально возможных.</w:t>
      </w:r>
    </w:p>
    <w:p w14:paraId="394D917A" w14:textId="75C77A8C" w:rsidR="002A5AF9" w:rsidRPr="00ED1479" w:rsidRDefault="002A5AF9" w:rsidP="00ED1479">
      <w:pPr>
        <w:pStyle w:val="af3"/>
        <w:numPr>
          <w:ilvl w:val="0"/>
          <w:numId w:val="9"/>
        </w:numPr>
        <w:tabs>
          <w:tab w:val="left" w:pos="1134"/>
        </w:tabs>
        <w:ind w:left="0" w:firstLine="709"/>
        <w:jc w:val="both"/>
        <w:rPr>
          <w:b/>
        </w:rPr>
      </w:pPr>
      <w:r w:rsidRPr="00ED1479">
        <w:t>Список победителей и призеров школьного этапа олимпиады утверждается организатором школьного этапа олимпиады.</w:t>
      </w:r>
    </w:p>
    <w:p w14:paraId="6FD2B801" w14:textId="77777777" w:rsidR="002A5AF9" w:rsidRPr="00ED1479" w:rsidRDefault="002A5AF9" w:rsidP="00ED1479">
      <w:pPr>
        <w:pStyle w:val="af3"/>
        <w:numPr>
          <w:ilvl w:val="0"/>
          <w:numId w:val="9"/>
        </w:numPr>
        <w:tabs>
          <w:tab w:val="left" w:pos="1134"/>
        </w:tabs>
        <w:ind w:left="0" w:firstLine="709"/>
        <w:jc w:val="both"/>
        <w:rPr>
          <w:b/>
        </w:rPr>
      </w:pPr>
      <w:r w:rsidRPr="00ED1479">
        <w:t xml:space="preserve">Результаты школьного этапа олимпиады (протоколы) по каждому общеобразовательному предмету предоставляются жюри в школьный оргкомитет для их утверждения и направляются в оргкомитет олимпиады (МБУ ДО Веселовский ЦТ, направление «Работа с талантливыми и одаренными детьми») в течение </w:t>
      </w:r>
      <w:r w:rsidR="00E3107B" w:rsidRPr="00ED1479">
        <w:t>3</w:t>
      </w:r>
      <w:r w:rsidRPr="00ED1479">
        <w:t>-х календарных дней с момента проведения каждой предметной олимпиады.</w:t>
      </w:r>
    </w:p>
    <w:p w14:paraId="01E9F188" w14:textId="77777777" w:rsidR="002A5AF9" w:rsidRPr="00ED1479" w:rsidRDefault="002A5AF9" w:rsidP="00ED1479">
      <w:pPr>
        <w:pStyle w:val="af3"/>
        <w:numPr>
          <w:ilvl w:val="0"/>
          <w:numId w:val="9"/>
        </w:numPr>
        <w:tabs>
          <w:tab w:val="left" w:pos="1134"/>
        </w:tabs>
        <w:ind w:left="0" w:firstLine="709"/>
        <w:jc w:val="both"/>
        <w:rPr>
          <w:b/>
        </w:rPr>
      </w:pPr>
      <w:r w:rsidRPr="00ED1479">
        <w:t xml:space="preserve">Результаты школьного этапа олимпиады оформляются только в рейтинговой таблице. Итоги школьного этапа олимпиады, внесенные в другие формы протоколов, муниципальным оргкомитетом не принимаются и не учитываются. </w:t>
      </w:r>
    </w:p>
    <w:p w14:paraId="06E3A8EE" w14:textId="77777777" w:rsidR="002A5AF9" w:rsidRPr="00ED1479" w:rsidRDefault="002A5AF9" w:rsidP="00ED1479">
      <w:pPr>
        <w:pStyle w:val="af3"/>
        <w:numPr>
          <w:ilvl w:val="0"/>
          <w:numId w:val="9"/>
        </w:numPr>
        <w:tabs>
          <w:tab w:val="left" w:pos="1134"/>
        </w:tabs>
        <w:ind w:left="0" w:firstLine="709"/>
        <w:jc w:val="both"/>
        <w:rPr>
          <w:b/>
        </w:rPr>
      </w:pPr>
      <w:r w:rsidRPr="00ED1479">
        <w:lastRenderedPageBreak/>
        <w:t>При несоблюдении общеобразовательными организациями сроков представления в оргкомитет вышеназванных документов (материалов) обучающиеся данной общеобразовательной организации к участию в муниципальном этапе олимпиады не допускаются.</w:t>
      </w:r>
    </w:p>
    <w:p w14:paraId="66D4609E" w14:textId="00F814FA" w:rsidR="002A5AF9" w:rsidRPr="00ED1479" w:rsidRDefault="002A5AF9" w:rsidP="00ED1479">
      <w:pPr>
        <w:pStyle w:val="af3"/>
        <w:numPr>
          <w:ilvl w:val="0"/>
          <w:numId w:val="9"/>
        </w:numPr>
        <w:tabs>
          <w:tab w:val="left" w:pos="1134"/>
        </w:tabs>
        <w:ind w:left="0" w:firstLine="709"/>
        <w:jc w:val="both"/>
        <w:rPr>
          <w:b/>
        </w:rPr>
      </w:pPr>
      <w:r w:rsidRPr="00ED1479">
        <w:t>Не все победители и призеры школьного этапа олимпиады будут являться участниками муниципального этапа олимпиады (в соответствии с Порядком), однако все победители и призеры школьного этапа олимпиады (в соответствии с п.</w:t>
      </w:r>
      <w:r w:rsidR="00ED1479">
        <w:t xml:space="preserve"> </w:t>
      </w:r>
      <w:r w:rsidRPr="00ED1479">
        <w:t>4.1 и.</w:t>
      </w:r>
      <w:r w:rsidR="00ED1479">
        <w:t xml:space="preserve"> </w:t>
      </w:r>
      <w:r w:rsidRPr="00ED1479">
        <w:t>4.2) считаются победителями и призерами данного этапа.</w:t>
      </w:r>
    </w:p>
    <w:p w14:paraId="7C8B7A08" w14:textId="48497125" w:rsidR="002A5AF9" w:rsidRPr="00ED1479" w:rsidRDefault="00ED1479" w:rsidP="00ED1479">
      <w:pPr>
        <w:pStyle w:val="af3"/>
        <w:numPr>
          <w:ilvl w:val="0"/>
          <w:numId w:val="9"/>
        </w:numPr>
        <w:tabs>
          <w:tab w:val="left" w:pos="1134"/>
        </w:tabs>
        <w:ind w:left="0" w:firstLine="709"/>
        <w:jc w:val="both"/>
        <w:rPr>
          <w:b/>
        </w:rPr>
      </w:pPr>
      <w:r>
        <w:t xml:space="preserve"> </w:t>
      </w:r>
      <w:r w:rsidR="002A5AF9" w:rsidRPr="00ED1479">
        <w:t>Список победителей, призеров, участников школьного этапа олимпиады по каждому общеобразовательному предмету согласно рейтингу баллов (с указанием набранных баллов), протоколы жюри школьного этапа олимпиады по каждому общеобразовательному предмету, утвержденные школьным оргкомитетом, сканированные работы победителей и призеров размещаются на сайтах муниципальных общеобразовательных организаций.</w:t>
      </w:r>
    </w:p>
    <w:p w14:paraId="4D54137F" w14:textId="77777777" w:rsidR="002A5AF9" w:rsidRDefault="002A5AF9" w:rsidP="002A5AF9">
      <w:pPr>
        <w:spacing w:after="200" w:line="276" w:lineRule="auto"/>
        <w:rPr>
          <w:color w:val="FF0000"/>
          <w:sz w:val="24"/>
          <w:szCs w:val="24"/>
        </w:rPr>
      </w:pPr>
      <w:r>
        <w:br w:type="page"/>
      </w:r>
    </w:p>
    <w:p w14:paraId="2D7CCA53" w14:textId="77777777" w:rsidR="002A5AF9" w:rsidRDefault="002A5AF9" w:rsidP="002A5AF9">
      <w:pPr>
        <w:pStyle w:val="af2"/>
        <w:rPr>
          <w:color w:val="auto"/>
        </w:rPr>
      </w:pPr>
      <w:r w:rsidRPr="00057B37">
        <w:rPr>
          <w:color w:val="auto"/>
        </w:rPr>
        <w:lastRenderedPageBreak/>
        <w:t>Приложение</w:t>
      </w:r>
      <w:r>
        <w:rPr>
          <w:color w:val="auto"/>
        </w:rPr>
        <w:t xml:space="preserve"> 1</w:t>
      </w:r>
    </w:p>
    <w:p w14:paraId="276AAE2B" w14:textId="77777777" w:rsidR="002A5AF9" w:rsidRDefault="002A5AF9" w:rsidP="002A5AF9">
      <w:pPr>
        <w:pStyle w:val="af2"/>
        <w:rPr>
          <w:color w:val="auto"/>
        </w:rPr>
      </w:pPr>
      <w:r>
        <w:rPr>
          <w:color w:val="auto"/>
        </w:rPr>
        <w:t>к организационно-технологической модели</w:t>
      </w:r>
    </w:p>
    <w:p w14:paraId="42A85D32" w14:textId="77777777" w:rsidR="002A5AF9" w:rsidRDefault="002A5AF9" w:rsidP="002A5AF9">
      <w:pPr>
        <w:pStyle w:val="af2"/>
        <w:jc w:val="both"/>
        <w:rPr>
          <w:color w:val="auto"/>
        </w:rPr>
      </w:pPr>
    </w:p>
    <w:p w14:paraId="500C1C22" w14:textId="77777777" w:rsidR="002A5AF9" w:rsidRPr="00057B37" w:rsidRDefault="002A5AF9" w:rsidP="002A5AF9">
      <w:pPr>
        <w:pStyle w:val="af2"/>
        <w:jc w:val="both"/>
        <w:rPr>
          <w:color w:val="auto"/>
        </w:rPr>
      </w:pPr>
    </w:p>
    <w:p w14:paraId="7BA01D70" w14:textId="77777777" w:rsidR="002A5AF9" w:rsidRDefault="002A5AF9" w:rsidP="002A5AF9">
      <w:pPr>
        <w:jc w:val="center"/>
        <w:rPr>
          <w:b/>
          <w:sz w:val="24"/>
          <w:szCs w:val="24"/>
        </w:rPr>
      </w:pPr>
      <w:r>
        <w:rPr>
          <w:b/>
          <w:sz w:val="24"/>
          <w:szCs w:val="24"/>
        </w:rPr>
        <w:t>СОГЛАСИЕ</w:t>
      </w:r>
    </w:p>
    <w:p w14:paraId="489650C4" w14:textId="77777777" w:rsidR="002A5AF9" w:rsidRDefault="002A5AF9" w:rsidP="002A5AF9">
      <w:pPr>
        <w:jc w:val="center"/>
        <w:rPr>
          <w:b/>
          <w:sz w:val="24"/>
          <w:szCs w:val="24"/>
        </w:rPr>
      </w:pPr>
      <w:r>
        <w:rPr>
          <w:b/>
          <w:sz w:val="24"/>
          <w:szCs w:val="24"/>
        </w:rPr>
        <w:t>на обработку персональных данных законного представителя участника</w:t>
      </w:r>
    </w:p>
    <w:p w14:paraId="49A54B71" w14:textId="77777777" w:rsidR="002A5AF9" w:rsidRDefault="002A5AF9" w:rsidP="002A5AF9">
      <w:pPr>
        <w:jc w:val="center"/>
        <w:rPr>
          <w:b/>
          <w:sz w:val="24"/>
          <w:szCs w:val="24"/>
        </w:rPr>
      </w:pPr>
      <w:r>
        <w:rPr>
          <w:b/>
          <w:sz w:val="24"/>
          <w:szCs w:val="24"/>
        </w:rPr>
        <w:t>Всероссийской олимпиады школьников</w:t>
      </w:r>
    </w:p>
    <w:p w14:paraId="654BF887" w14:textId="77777777" w:rsidR="002A5AF9" w:rsidRDefault="002A5AF9" w:rsidP="002A5AF9">
      <w:pPr>
        <w:jc w:val="both"/>
        <w:rPr>
          <w:b/>
          <w:sz w:val="24"/>
          <w:szCs w:val="24"/>
        </w:rPr>
      </w:pPr>
    </w:p>
    <w:p w14:paraId="2E8A4203" w14:textId="731205DA" w:rsidR="002A5AF9" w:rsidRDefault="002A5AF9" w:rsidP="002A5AF9">
      <w:pPr>
        <w:jc w:val="both"/>
        <w:rPr>
          <w:sz w:val="24"/>
          <w:szCs w:val="24"/>
        </w:rPr>
      </w:pPr>
      <w:proofErr w:type="gramStart"/>
      <w:r>
        <w:rPr>
          <w:sz w:val="24"/>
          <w:szCs w:val="24"/>
        </w:rPr>
        <w:t>Я,_</w:t>
      </w:r>
      <w:proofErr w:type="gramEnd"/>
      <w:r>
        <w:rPr>
          <w:sz w:val="24"/>
          <w:szCs w:val="24"/>
        </w:rPr>
        <w:t>__________________________________________________________________________,</w:t>
      </w:r>
    </w:p>
    <w:p w14:paraId="0913474F" w14:textId="77777777" w:rsidR="002A5AF9" w:rsidRDefault="002A5AF9" w:rsidP="002A5AF9">
      <w:pPr>
        <w:jc w:val="center"/>
        <w:rPr>
          <w:i/>
          <w:sz w:val="24"/>
          <w:szCs w:val="24"/>
        </w:rPr>
      </w:pPr>
      <w:r>
        <w:rPr>
          <w:i/>
          <w:sz w:val="24"/>
          <w:szCs w:val="24"/>
        </w:rPr>
        <w:t>(фамилия, имя, отчество родителя/опекуна полностью)</w:t>
      </w:r>
    </w:p>
    <w:p w14:paraId="43A3497C" w14:textId="77777777" w:rsidR="002A5AF9" w:rsidRDefault="002A5AF9" w:rsidP="002A5AF9">
      <w:pPr>
        <w:widowControl w:val="0"/>
        <w:suppressAutoHyphens/>
        <w:jc w:val="both"/>
        <w:outlineLvl w:val="0"/>
        <w:rPr>
          <w:kern w:val="2"/>
          <w:sz w:val="24"/>
          <w:szCs w:val="24"/>
          <w:lang w:eastAsia="en-US"/>
        </w:rPr>
      </w:pPr>
    </w:p>
    <w:p w14:paraId="6A470531" w14:textId="3F1E8B31" w:rsidR="002A5AF9" w:rsidRDefault="002A5AF9" w:rsidP="002A5AF9">
      <w:pPr>
        <w:widowControl w:val="0"/>
        <w:suppressAutoHyphens/>
        <w:jc w:val="both"/>
        <w:outlineLvl w:val="0"/>
        <w:rPr>
          <w:kern w:val="2"/>
          <w:sz w:val="24"/>
          <w:szCs w:val="24"/>
        </w:rPr>
      </w:pPr>
      <w:r>
        <w:rPr>
          <w:kern w:val="2"/>
          <w:sz w:val="24"/>
          <w:szCs w:val="24"/>
        </w:rPr>
        <w:t>являясь родителем (законным представителем)___________________________________ _____________________________________________________________________________,</w:t>
      </w:r>
    </w:p>
    <w:p w14:paraId="419F1F43" w14:textId="77777777" w:rsidR="002A5AF9" w:rsidRDefault="002A5AF9" w:rsidP="002A5AF9">
      <w:pPr>
        <w:widowControl w:val="0"/>
        <w:suppressAutoHyphens/>
        <w:ind w:left="2832" w:hanging="312"/>
        <w:jc w:val="both"/>
        <w:rPr>
          <w:kern w:val="2"/>
          <w:sz w:val="24"/>
          <w:szCs w:val="24"/>
        </w:rPr>
      </w:pPr>
      <w:r>
        <w:rPr>
          <w:kern w:val="2"/>
          <w:sz w:val="24"/>
          <w:szCs w:val="24"/>
        </w:rPr>
        <w:t>(</w:t>
      </w:r>
      <w:r>
        <w:rPr>
          <w:i/>
          <w:kern w:val="2"/>
          <w:sz w:val="24"/>
          <w:szCs w:val="24"/>
        </w:rPr>
        <w:t>фамилия, имя, отчество ребенка /подопечного полностью</w:t>
      </w:r>
      <w:r>
        <w:rPr>
          <w:kern w:val="2"/>
          <w:sz w:val="24"/>
          <w:szCs w:val="24"/>
        </w:rPr>
        <w:t>)</w:t>
      </w:r>
    </w:p>
    <w:p w14:paraId="107F2DDA" w14:textId="416C9479" w:rsidR="002A5AF9" w:rsidRDefault="002A5AF9" w:rsidP="002A5AF9">
      <w:pPr>
        <w:jc w:val="both"/>
        <w:rPr>
          <w:sz w:val="24"/>
          <w:szCs w:val="24"/>
        </w:rPr>
      </w:pPr>
      <w:r>
        <w:rPr>
          <w:sz w:val="24"/>
          <w:szCs w:val="24"/>
        </w:rPr>
        <w:t xml:space="preserve">Дата рождения </w:t>
      </w:r>
      <w:r>
        <w:rPr>
          <w:kern w:val="2"/>
          <w:sz w:val="24"/>
          <w:szCs w:val="24"/>
        </w:rPr>
        <w:t>ребенка /подопечного</w:t>
      </w:r>
      <w:r>
        <w:rPr>
          <w:i/>
          <w:kern w:val="2"/>
          <w:sz w:val="24"/>
          <w:szCs w:val="24"/>
        </w:rPr>
        <w:t xml:space="preserve"> </w:t>
      </w:r>
      <w:r>
        <w:rPr>
          <w:sz w:val="24"/>
          <w:szCs w:val="24"/>
        </w:rPr>
        <w:t>(</w:t>
      </w:r>
      <w:r>
        <w:rPr>
          <w:i/>
          <w:sz w:val="24"/>
          <w:szCs w:val="24"/>
        </w:rPr>
        <w:t>число, месяц, год</w:t>
      </w:r>
      <w:r>
        <w:rPr>
          <w:sz w:val="24"/>
          <w:szCs w:val="24"/>
        </w:rPr>
        <w:t xml:space="preserve">): ____________________________ </w:t>
      </w:r>
      <w:r>
        <w:rPr>
          <w:kern w:val="2"/>
          <w:sz w:val="24"/>
          <w:szCs w:val="24"/>
        </w:rPr>
        <w:t>ребенка /подопечного</w:t>
      </w:r>
      <w:r>
        <w:rPr>
          <w:sz w:val="24"/>
          <w:szCs w:val="24"/>
        </w:rPr>
        <w:t>: __________________________________________________________</w:t>
      </w:r>
    </w:p>
    <w:p w14:paraId="7A0EB5DF" w14:textId="09513E04" w:rsidR="002A5AF9" w:rsidRDefault="002A5AF9" w:rsidP="002A5AF9">
      <w:pPr>
        <w:jc w:val="both"/>
        <w:rPr>
          <w:sz w:val="24"/>
          <w:szCs w:val="24"/>
        </w:rPr>
      </w:pPr>
      <w:r>
        <w:rPr>
          <w:sz w:val="24"/>
          <w:szCs w:val="24"/>
        </w:rPr>
        <w:t>Данные свидетельства о рождении/паспорта (</w:t>
      </w:r>
      <w:r>
        <w:rPr>
          <w:i/>
          <w:sz w:val="24"/>
          <w:szCs w:val="24"/>
        </w:rPr>
        <w:t>серия, номер, дата выдачи, кем дан</w:t>
      </w:r>
      <w:r>
        <w:rPr>
          <w:sz w:val="24"/>
          <w:szCs w:val="24"/>
        </w:rPr>
        <w:t>):______________________________________________________________________________________________________________________________________________________</w:t>
      </w:r>
    </w:p>
    <w:p w14:paraId="21641643" w14:textId="0CC4DCF9" w:rsidR="002A5AF9" w:rsidRDefault="002A5AF9" w:rsidP="002A5AF9">
      <w:pPr>
        <w:jc w:val="both"/>
        <w:outlineLvl w:val="0"/>
        <w:rPr>
          <w:sz w:val="24"/>
          <w:szCs w:val="24"/>
        </w:rPr>
      </w:pPr>
      <w:r>
        <w:rPr>
          <w:sz w:val="24"/>
          <w:szCs w:val="24"/>
        </w:rPr>
        <w:t>Домашний адрес (</w:t>
      </w:r>
      <w:r>
        <w:rPr>
          <w:i/>
          <w:sz w:val="24"/>
          <w:szCs w:val="24"/>
        </w:rPr>
        <w:t>с индексом</w:t>
      </w:r>
      <w:r>
        <w:rPr>
          <w:sz w:val="24"/>
          <w:szCs w:val="24"/>
        </w:rPr>
        <w:t>): ___________________________________________________</w:t>
      </w:r>
    </w:p>
    <w:p w14:paraId="17B6D1B3" w14:textId="6A854D16" w:rsidR="002A5AF9" w:rsidRDefault="002A5AF9" w:rsidP="002A5AF9">
      <w:pPr>
        <w:jc w:val="both"/>
        <w:outlineLvl w:val="0"/>
        <w:rPr>
          <w:sz w:val="24"/>
          <w:szCs w:val="24"/>
        </w:rPr>
      </w:pPr>
      <w:r>
        <w:rPr>
          <w:sz w:val="24"/>
          <w:szCs w:val="24"/>
        </w:rPr>
        <w:t>_____________________________________________________________________________</w:t>
      </w:r>
    </w:p>
    <w:p w14:paraId="5B976CD5" w14:textId="16EB457F" w:rsidR="002A5AF9" w:rsidRDefault="002A5AF9" w:rsidP="002A5AF9">
      <w:pPr>
        <w:jc w:val="both"/>
        <w:outlineLvl w:val="0"/>
        <w:rPr>
          <w:sz w:val="24"/>
          <w:szCs w:val="24"/>
        </w:rPr>
      </w:pPr>
      <w:r>
        <w:rPr>
          <w:sz w:val="24"/>
          <w:szCs w:val="24"/>
        </w:rPr>
        <w:t>Домашний телефон (</w:t>
      </w:r>
      <w:r>
        <w:rPr>
          <w:i/>
          <w:sz w:val="24"/>
          <w:szCs w:val="24"/>
        </w:rPr>
        <w:t>с кодом</w:t>
      </w:r>
      <w:proofErr w:type="gramStart"/>
      <w:r>
        <w:rPr>
          <w:sz w:val="24"/>
          <w:szCs w:val="24"/>
        </w:rPr>
        <w:t>):_</w:t>
      </w:r>
      <w:proofErr w:type="gramEnd"/>
      <w:r>
        <w:rPr>
          <w:sz w:val="24"/>
          <w:szCs w:val="24"/>
        </w:rPr>
        <w:t>___________________________________________________</w:t>
      </w:r>
    </w:p>
    <w:p w14:paraId="5B37190B" w14:textId="5AD5E051" w:rsidR="002A5AF9" w:rsidRDefault="002A5AF9" w:rsidP="002A5AF9">
      <w:pPr>
        <w:jc w:val="both"/>
        <w:rPr>
          <w:sz w:val="24"/>
          <w:szCs w:val="24"/>
        </w:rPr>
      </w:pPr>
      <w:r>
        <w:rPr>
          <w:sz w:val="24"/>
          <w:szCs w:val="24"/>
        </w:rPr>
        <w:t xml:space="preserve">Мобильный </w:t>
      </w:r>
      <w:proofErr w:type="gramStart"/>
      <w:r>
        <w:rPr>
          <w:sz w:val="24"/>
          <w:szCs w:val="24"/>
        </w:rPr>
        <w:t>телефон:_</w:t>
      </w:r>
      <w:proofErr w:type="gramEnd"/>
      <w:r>
        <w:rPr>
          <w:sz w:val="24"/>
          <w:szCs w:val="24"/>
        </w:rPr>
        <w:t>__________________________________________________________</w:t>
      </w:r>
    </w:p>
    <w:p w14:paraId="6BC8A9E3" w14:textId="5A0B72B1" w:rsidR="002A5AF9" w:rsidRDefault="002A5AF9" w:rsidP="002A5AF9">
      <w:pPr>
        <w:jc w:val="both"/>
        <w:rPr>
          <w:sz w:val="24"/>
          <w:szCs w:val="24"/>
        </w:rPr>
      </w:pPr>
      <w:r>
        <w:rPr>
          <w:sz w:val="24"/>
          <w:szCs w:val="24"/>
        </w:rPr>
        <w:t xml:space="preserve">Электронный </w:t>
      </w:r>
      <w:proofErr w:type="gramStart"/>
      <w:r>
        <w:rPr>
          <w:sz w:val="24"/>
          <w:szCs w:val="24"/>
        </w:rPr>
        <w:t>адрес:_</w:t>
      </w:r>
      <w:proofErr w:type="gramEnd"/>
      <w:r>
        <w:rPr>
          <w:sz w:val="24"/>
          <w:szCs w:val="24"/>
        </w:rPr>
        <w:t>___________________________________________________________</w:t>
      </w:r>
    </w:p>
    <w:p w14:paraId="0C2A6314" w14:textId="77777777" w:rsidR="002A5AF9" w:rsidRDefault="002A5AF9" w:rsidP="002A5AF9">
      <w:pPr>
        <w:jc w:val="both"/>
        <w:rPr>
          <w:sz w:val="24"/>
          <w:szCs w:val="24"/>
        </w:rPr>
      </w:pPr>
      <w:r>
        <w:rPr>
          <w:sz w:val="24"/>
          <w:szCs w:val="24"/>
        </w:rPr>
        <w:t>Класс обучения __________</w:t>
      </w:r>
    </w:p>
    <w:p w14:paraId="5127A23F" w14:textId="48526ABF" w:rsidR="002A5AF9" w:rsidRDefault="002A5AF9" w:rsidP="002A5AF9">
      <w:pPr>
        <w:jc w:val="both"/>
        <w:rPr>
          <w:sz w:val="24"/>
          <w:szCs w:val="24"/>
        </w:rPr>
      </w:pPr>
      <w:r>
        <w:rPr>
          <w:sz w:val="24"/>
          <w:szCs w:val="24"/>
        </w:rPr>
        <w:t>Место учебы в настоящее время (</w:t>
      </w:r>
      <w:r>
        <w:rPr>
          <w:i/>
          <w:sz w:val="24"/>
          <w:szCs w:val="24"/>
        </w:rPr>
        <w:t>в соответствии с уставом общеобразовательного учреждения</w:t>
      </w:r>
      <w:r>
        <w:rPr>
          <w:sz w:val="24"/>
          <w:szCs w:val="24"/>
        </w:rPr>
        <w:t>):_______________________________________________________________________________________________________________________________________________</w:t>
      </w:r>
    </w:p>
    <w:p w14:paraId="78883CA0" w14:textId="1CD5FC34" w:rsidR="002A5AF9" w:rsidRDefault="002A5AF9" w:rsidP="002A5AF9">
      <w:pPr>
        <w:jc w:val="both"/>
        <w:rPr>
          <w:sz w:val="24"/>
          <w:szCs w:val="24"/>
        </w:rPr>
      </w:pPr>
      <w:r>
        <w:rPr>
          <w:sz w:val="24"/>
          <w:szCs w:val="24"/>
        </w:rPr>
        <w:t>Адрес данного учебного заведения с указанием типа населенного пункта (</w:t>
      </w:r>
      <w:r>
        <w:rPr>
          <w:i/>
          <w:sz w:val="24"/>
          <w:szCs w:val="24"/>
        </w:rPr>
        <w:t>город, ПГТ, поселок, село, деревня),</w:t>
      </w:r>
      <w:r>
        <w:rPr>
          <w:sz w:val="24"/>
          <w:szCs w:val="24"/>
        </w:rPr>
        <w:t xml:space="preserve"> контактные телефоны:_____________________________________________________________________</w:t>
      </w:r>
    </w:p>
    <w:p w14:paraId="1D8ABBFD" w14:textId="2029FFFE" w:rsidR="002A5AF9" w:rsidRDefault="002A5AF9" w:rsidP="002A5AF9">
      <w:pPr>
        <w:jc w:val="both"/>
        <w:rPr>
          <w:sz w:val="24"/>
          <w:szCs w:val="24"/>
        </w:rPr>
      </w:pPr>
      <w:r>
        <w:rPr>
          <w:sz w:val="24"/>
          <w:szCs w:val="24"/>
        </w:rPr>
        <w:t>_____________________________________________________________________________</w:t>
      </w:r>
    </w:p>
    <w:p w14:paraId="6E5AA81B" w14:textId="560772EB" w:rsidR="002A5AF9" w:rsidRDefault="002A5AF9" w:rsidP="002A5AF9">
      <w:pPr>
        <w:jc w:val="both"/>
        <w:rPr>
          <w:sz w:val="24"/>
          <w:szCs w:val="24"/>
        </w:rPr>
      </w:pPr>
      <w:r>
        <w:rPr>
          <w:sz w:val="24"/>
          <w:szCs w:val="24"/>
        </w:rPr>
        <w:t>__________________________________________________________________________________________________________________________________________________________</w:t>
      </w:r>
    </w:p>
    <w:p w14:paraId="26F013CA" w14:textId="6BEAE8B4" w:rsidR="002A5AF9" w:rsidRDefault="002A5AF9" w:rsidP="00D309C6">
      <w:pPr>
        <w:jc w:val="both"/>
        <w:rPr>
          <w:sz w:val="24"/>
          <w:szCs w:val="24"/>
        </w:rPr>
      </w:pPr>
      <w:r>
        <w:rPr>
          <w:sz w:val="24"/>
          <w:szCs w:val="24"/>
        </w:rPr>
        <w:t xml:space="preserve">в соответствии с требованиями статьи 9 Федерального закона от 27.07.2006 № 152-ФЗ «О персональных данных» (ред. от 21.07.2014) </w:t>
      </w:r>
      <w:r>
        <w:rPr>
          <w:b/>
          <w:sz w:val="24"/>
          <w:szCs w:val="24"/>
        </w:rPr>
        <w:t>настоящим подтверждаю свое согласие</w:t>
      </w:r>
      <w:r>
        <w:rPr>
          <w:sz w:val="24"/>
          <w:szCs w:val="24"/>
        </w:rPr>
        <w:t xml:space="preserve"> на предоставление и обработку персональных данных моего ребенка/подопечного в Оргкомитет, утвержденный приказом Организатора, в соответствии с каждым этапом олимпиады, (далее – Оператору) школьного, муниципального, регионального, заключительного этапа, а также, региональной открытой интернет олимпиады по _____________________________________________________________________________.</w:t>
      </w:r>
    </w:p>
    <w:p w14:paraId="6333E926" w14:textId="77777777" w:rsidR="002A5AF9" w:rsidRPr="00890779" w:rsidRDefault="002A5AF9" w:rsidP="002A5AF9">
      <w:pPr>
        <w:spacing w:line="360" w:lineRule="auto"/>
        <w:jc w:val="center"/>
        <w:rPr>
          <w:i/>
          <w:sz w:val="24"/>
          <w:szCs w:val="24"/>
        </w:rPr>
      </w:pPr>
      <w:r w:rsidRPr="00890779">
        <w:rPr>
          <w:i/>
          <w:sz w:val="24"/>
          <w:szCs w:val="24"/>
        </w:rPr>
        <w:t>(указать общеобразовательный предмет)</w:t>
      </w:r>
    </w:p>
    <w:p w14:paraId="59843C8E" w14:textId="7FC5BEDD" w:rsidR="002A5AF9" w:rsidRDefault="002A5AF9" w:rsidP="00D309C6">
      <w:pPr>
        <w:pStyle w:val="af3"/>
        <w:numPr>
          <w:ilvl w:val="0"/>
          <w:numId w:val="4"/>
        </w:numPr>
        <w:tabs>
          <w:tab w:val="left" w:pos="993"/>
        </w:tabs>
        <w:ind w:left="0" w:firstLine="709"/>
        <w:jc w:val="both"/>
        <w:rPr>
          <w:color w:val="000000"/>
        </w:rPr>
      </w:pPr>
      <w:r>
        <w:t>Фамилии, имени, отчества, фотографий, видеоизображений, класса, места учебы, даты рождения, гражданства, паспортных данных, домашнего адреса, телефона, электронного адреса, результатов участия в школьном, муниципальном, региональном, заключительном этапах Всероссийской олимпиады школьников, а также региональной открытой интернет-олимпиады, олимпиадных работ, с целью формирования регламентированной отчетности, размещения результатов на сайте Оргкомитета в сети интернет, размещение данных в закрытой базе участников Всероссийской олимпиады школьников.</w:t>
      </w:r>
    </w:p>
    <w:p w14:paraId="4114070D" w14:textId="77777777" w:rsidR="002A5AF9" w:rsidRDefault="002A5AF9" w:rsidP="00D309C6">
      <w:pPr>
        <w:pStyle w:val="af3"/>
        <w:numPr>
          <w:ilvl w:val="0"/>
          <w:numId w:val="4"/>
        </w:numPr>
        <w:tabs>
          <w:tab w:val="left" w:pos="993"/>
        </w:tabs>
        <w:ind w:left="0" w:firstLine="709"/>
        <w:jc w:val="both"/>
      </w:pPr>
      <w:r>
        <w:t xml:space="preserve">Предоставляю Оператору право осуществлять все действия (операции) с персональными данными моего ребенка, включая сбор, запись, систематизацию, </w:t>
      </w:r>
      <w:r>
        <w:lastRenderedPageBreak/>
        <w:t>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 использованием автоматизированных средств и без использования средств автоматизации).</w:t>
      </w:r>
    </w:p>
    <w:p w14:paraId="385F540A" w14:textId="77777777" w:rsidR="002A5AF9" w:rsidRDefault="002A5AF9" w:rsidP="00D309C6">
      <w:pPr>
        <w:pStyle w:val="af3"/>
        <w:numPr>
          <w:ilvl w:val="0"/>
          <w:numId w:val="4"/>
        </w:numPr>
        <w:tabs>
          <w:tab w:val="left" w:pos="993"/>
        </w:tabs>
        <w:ind w:left="0" w:firstLine="709"/>
        <w:jc w:val="both"/>
      </w:pPr>
      <w:r>
        <w:t xml:space="preserve">Также я разрешаю Оператору производить фото- и видеосъемку моего ребенка, безвозмездно использовать эти фото, видео и информационные видеоматериалы во внутренних и внешних коммуникациях, связанных с проведением Всероссийской олимпиады школьников. Фотографии и видеоматериалы могут быть скопированы, представлены и сделаны достоянием общественности или адаптированы для использования любыми СМИ и любым способом, в частности в буклетах, видео, в Интернете и т.д. при условии, что произведенные фотографии и видео не нанесут вред достоинству и репутации моего ребенка. </w:t>
      </w:r>
    </w:p>
    <w:p w14:paraId="3C27E710" w14:textId="60381C52" w:rsidR="002A5AF9" w:rsidRDefault="002A5AF9" w:rsidP="00D309C6">
      <w:pPr>
        <w:tabs>
          <w:tab w:val="left" w:pos="993"/>
        </w:tabs>
        <w:ind w:firstLine="709"/>
        <w:jc w:val="both"/>
        <w:rPr>
          <w:sz w:val="24"/>
          <w:szCs w:val="24"/>
        </w:rPr>
      </w:pPr>
      <w:r>
        <w:rPr>
          <w:sz w:val="24"/>
          <w:szCs w:val="24"/>
        </w:rPr>
        <w:t xml:space="preserve">Согласие действует с даты подписания до </w:t>
      </w:r>
      <w:r>
        <w:rPr>
          <w:color w:val="000000"/>
          <w:sz w:val="24"/>
          <w:szCs w:val="24"/>
          <w:shd w:val="clear" w:color="auto" w:fill="FFFFFF"/>
        </w:rPr>
        <w:t>письменного отзыва согласия, но не ранее о</w:t>
      </w:r>
      <w:r>
        <w:rPr>
          <w:sz w:val="24"/>
          <w:szCs w:val="24"/>
        </w:rPr>
        <w:t>кончания заключительного этапа Всероссийской олимпиады школьников.</w:t>
      </w:r>
    </w:p>
    <w:p w14:paraId="61D82C13" w14:textId="77777777" w:rsidR="002A5AF9" w:rsidRDefault="002A5AF9" w:rsidP="00D309C6">
      <w:pPr>
        <w:tabs>
          <w:tab w:val="left" w:pos="993"/>
        </w:tabs>
        <w:ind w:firstLine="709"/>
        <w:jc w:val="both"/>
        <w:rPr>
          <w:sz w:val="24"/>
          <w:szCs w:val="24"/>
        </w:rPr>
      </w:pPr>
      <w:r>
        <w:rPr>
          <w:sz w:val="24"/>
          <w:szCs w:val="24"/>
        </w:rPr>
        <w:t>При условии не прохождения по результатам участия со школьного на муниципальный и последующие этапы, сроком окончания действия Согласия считается публикация итогов того этапа, на котором участник завершил свое участие.</w:t>
      </w:r>
    </w:p>
    <w:p w14:paraId="3D1FB7E2" w14:textId="77777777" w:rsidR="002A5AF9" w:rsidRDefault="002A5AF9" w:rsidP="002A5AF9">
      <w:pPr>
        <w:spacing w:line="360" w:lineRule="auto"/>
        <w:ind w:firstLine="708"/>
        <w:jc w:val="both"/>
        <w:rPr>
          <w:sz w:val="24"/>
          <w:szCs w:val="24"/>
        </w:rPr>
      </w:pPr>
    </w:p>
    <w:p w14:paraId="04DE30EC" w14:textId="77777777" w:rsidR="002A5AF9" w:rsidRDefault="002A5AF9" w:rsidP="002A5AF9">
      <w:pPr>
        <w:ind w:firstLine="708"/>
        <w:jc w:val="both"/>
        <w:rPr>
          <w:sz w:val="24"/>
          <w:szCs w:val="24"/>
        </w:rPr>
      </w:pPr>
    </w:p>
    <w:p w14:paraId="5B077CB7" w14:textId="77777777" w:rsidR="002A5AF9" w:rsidRDefault="002A5AF9" w:rsidP="002A5AF9">
      <w:pPr>
        <w:rPr>
          <w:sz w:val="24"/>
          <w:szCs w:val="24"/>
        </w:rPr>
      </w:pPr>
      <w:r>
        <w:rPr>
          <w:sz w:val="24"/>
          <w:szCs w:val="24"/>
        </w:rPr>
        <w:t>Дата: «_____»______________202</w:t>
      </w:r>
      <w:r w:rsidR="008C6F1F">
        <w:rPr>
          <w:sz w:val="24"/>
          <w:szCs w:val="24"/>
        </w:rPr>
        <w:t>4</w:t>
      </w:r>
      <w:r>
        <w:rPr>
          <w:sz w:val="24"/>
          <w:szCs w:val="24"/>
        </w:rPr>
        <w:t>г.    __________________/_______________________</w:t>
      </w:r>
    </w:p>
    <w:p w14:paraId="49484E0C" w14:textId="77777777" w:rsidR="002A5AF9" w:rsidRDefault="002A5AF9" w:rsidP="002A5AF9">
      <w:pPr>
        <w:jc w:val="both"/>
        <w:rPr>
          <w:i/>
          <w:sz w:val="24"/>
          <w:szCs w:val="24"/>
        </w:rPr>
      </w:pPr>
      <w:r>
        <w:rPr>
          <w:i/>
          <w:sz w:val="24"/>
          <w:szCs w:val="24"/>
        </w:rPr>
        <w:t xml:space="preserve">                                                                               (подпись)                       (расшифровка)</w:t>
      </w:r>
    </w:p>
    <w:p w14:paraId="75E70CD4" w14:textId="77777777" w:rsidR="002A5AF9" w:rsidRDefault="002A5AF9" w:rsidP="002A5AF9">
      <w:pPr>
        <w:jc w:val="both"/>
        <w:rPr>
          <w:sz w:val="24"/>
          <w:szCs w:val="24"/>
          <w:lang w:eastAsia="en-US"/>
        </w:rPr>
      </w:pPr>
    </w:p>
    <w:p w14:paraId="3BE4257D" w14:textId="77777777" w:rsidR="002A5AF9" w:rsidRDefault="002A5AF9" w:rsidP="002A5AF9">
      <w:pPr>
        <w:jc w:val="both"/>
        <w:rPr>
          <w:sz w:val="24"/>
          <w:szCs w:val="24"/>
        </w:rPr>
      </w:pPr>
    </w:p>
    <w:p w14:paraId="3A7F0BA5" w14:textId="77777777" w:rsidR="002A5AF9" w:rsidRDefault="002A5AF9" w:rsidP="002A5AF9">
      <w:pPr>
        <w:jc w:val="both"/>
        <w:rPr>
          <w:sz w:val="24"/>
          <w:szCs w:val="24"/>
        </w:rPr>
      </w:pPr>
      <w:r>
        <w:rPr>
          <w:sz w:val="24"/>
          <w:szCs w:val="24"/>
        </w:rPr>
        <w:t>Полномочия представителя субъекта персональных данных проверены</w:t>
      </w:r>
    </w:p>
    <w:p w14:paraId="36EE8D9C" w14:textId="77777777" w:rsidR="002A5AF9" w:rsidRDefault="002A5AF9" w:rsidP="002A5AF9">
      <w:pPr>
        <w:jc w:val="both"/>
        <w:rPr>
          <w:sz w:val="24"/>
          <w:szCs w:val="24"/>
        </w:rPr>
      </w:pPr>
    </w:p>
    <w:p w14:paraId="78BB7D40" w14:textId="77777777" w:rsidR="002A5AF9" w:rsidRDefault="002A5AF9" w:rsidP="002A5AF9">
      <w:pPr>
        <w:rPr>
          <w:sz w:val="24"/>
          <w:szCs w:val="24"/>
        </w:rPr>
      </w:pPr>
      <w:r>
        <w:rPr>
          <w:sz w:val="24"/>
          <w:szCs w:val="24"/>
        </w:rPr>
        <w:t>Дата: «_____»______________202</w:t>
      </w:r>
      <w:r w:rsidR="008C6F1F">
        <w:rPr>
          <w:sz w:val="24"/>
          <w:szCs w:val="24"/>
        </w:rPr>
        <w:t>4</w:t>
      </w:r>
      <w:r>
        <w:rPr>
          <w:sz w:val="24"/>
          <w:szCs w:val="24"/>
        </w:rPr>
        <w:t>г.     __________________/_______________________</w:t>
      </w:r>
    </w:p>
    <w:p w14:paraId="4BC0E973" w14:textId="77777777" w:rsidR="002A5AF9" w:rsidRDefault="002A5AF9" w:rsidP="002A5AF9">
      <w:pPr>
        <w:jc w:val="both"/>
        <w:rPr>
          <w:i/>
          <w:sz w:val="24"/>
          <w:szCs w:val="24"/>
        </w:rPr>
      </w:pPr>
      <w:r>
        <w:rPr>
          <w:i/>
          <w:sz w:val="24"/>
          <w:szCs w:val="24"/>
        </w:rPr>
        <w:t xml:space="preserve">                                                                               (подпись)                       (расшифровка)</w:t>
      </w:r>
    </w:p>
    <w:p w14:paraId="42C8BB84" w14:textId="77777777" w:rsidR="002A5AF9" w:rsidRDefault="002A5AF9" w:rsidP="002A5AF9">
      <w:pPr>
        <w:jc w:val="both"/>
        <w:rPr>
          <w:sz w:val="24"/>
          <w:szCs w:val="24"/>
          <w:lang w:eastAsia="en-US"/>
        </w:rPr>
      </w:pPr>
      <w:r>
        <w:rPr>
          <w:sz w:val="24"/>
          <w:szCs w:val="24"/>
        </w:rPr>
        <w:t xml:space="preserve">                                                                                   М.П.</w:t>
      </w:r>
    </w:p>
    <w:p w14:paraId="29CE8F85" w14:textId="63A34F54" w:rsidR="00D309C6" w:rsidRDefault="00D309C6">
      <w:pPr>
        <w:rPr>
          <w:noProof/>
        </w:rPr>
      </w:pPr>
      <w:r>
        <w:rPr>
          <w:noProof/>
        </w:rPr>
        <w:br w:type="page"/>
      </w:r>
    </w:p>
    <w:p w14:paraId="6A1CA387" w14:textId="77777777" w:rsidR="002A5AF9" w:rsidRPr="001A62FE" w:rsidRDefault="002A5AF9" w:rsidP="002A5AF9">
      <w:pPr>
        <w:jc w:val="center"/>
        <w:rPr>
          <w:b/>
          <w:sz w:val="24"/>
          <w:szCs w:val="24"/>
        </w:rPr>
      </w:pPr>
      <w:r w:rsidRPr="001A62FE">
        <w:rPr>
          <w:b/>
          <w:sz w:val="24"/>
          <w:szCs w:val="24"/>
        </w:rPr>
        <w:lastRenderedPageBreak/>
        <w:t>Заявление</w:t>
      </w:r>
    </w:p>
    <w:p w14:paraId="67BA5984" w14:textId="77777777" w:rsidR="002A5AF9" w:rsidRPr="001A62FE" w:rsidRDefault="002A5AF9" w:rsidP="002A5AF9">
      <w:pPr>
        <w:jc w:val="center"/>
        <w:rPr>
          <w:b/>
          <w:sz w:val="24"/>
          <w:szCs w:val="24"/>
        </w:rPr>
      </w:pPr>
      <w:r w:rsidRPr="001A62FE">
        <w:rPr>
          <w:b/>
          <w:sz w:val="24"/>
          <w:szCs w:val="24"/>
        </w:rPr>
        <w:t>на участие учащегося во всероссийской олимпиаде школьников</w:t>
      </w:r>
    </w:p>
    <w:p w14:paraId="7309173C" w14:textId="77777777" w:rsidR="002A5AF9" w:rsidRPr="007147AF" w:rsidRDefault="002A5AF9" w:rsidP="002A5AF9">
      <w:pPr>
        <w:ind w:left="708" w:hanging="708"/>
        <w:jc w:val="both"/>
        <w:rPr>
          <w:sz w:val="24"/>
          <w:szCs w:val="24"/>
        </w:rPr>
      </w:pPr>
    </w:p>
    <w:tbl>
      <w:tblPr>
        <w:tblW w:w="9923" w:type="dxa"/>
        <w:tblInd w:w="108" w:type="dxa"/>
        <w:tblLayout w:type="fixed"/>
        <w:tblLook w:val="04A0" w:firstRow="1" w:lastRow="0" w:firstColumn="1" w:lastColumn="0" w:noHBand="0" w:noVBand="1"/>
      </w:tblPr>
      <w:tblGrid>
        <w:gridCol w:w="4536"/>
        <w:gridCol w:w="5387"/>
      </w:tblGrid>
      <w:tr w:rsidR="002A5AF9" w:rsidRPr="007147AF" w14:paraId="68B1B0B4" w14:textId="77777777" w:rsidTr="002A5AF9">
        <w:tc>
          <w:tcPr>
            <w:tcW w:w="4536" w:type="dxa"/>
          </w:tcPr>
          <w:p w14:paraId="3ECD436C" w14:textId="77777777" w:rsidR="002A5AF9" w:rsidRPr="007147AF" w:rsidRDefault="002A5AF9" w:rsidP="002A5AF9">
            <w:pPr>
              <w:ind w:firstLine="709"/>
              <w:jc w:val="both"/>
              <w:rPr>
                <w:rFonts w:eastAsia="Calibri"/>
                <w:sz w:val="24"/>
                <w:szCs w:val="24"/>
                <w:lang w:eastAsia="en-US"/>
              </w:rPr>
            </w:pPr>
          </w:p>
        </w:tc>
        <w:tc>
          <w:tcPr>
            <w:tcW w:w="5387" w:type="dxa"/>
          </w:tcPr>
          <w:p w14:paraId="63A04BFE" w14:textId="77777777" w:rsidR="002A5AF9" w:rsidRDefault="002A5AF9" w:rsidP="002A5AF9">
            <w:pPr>
              <w:ind w:firstLine="3"/>
              <w:jc w:val="both"/>
              <w:rPr>
                <w:sz w:val="24"/>
                <w:szCs w:val="24"/>
              </w:rPr>
            </w:pPr>
          </w:p>
          <w:p w14:paraId="17902D3C" w14:textId="77777777" w:rsidR="002A5AF9" w:rsidRDefault="002A5AF9" w:rsidP="002A5AF9">
            <w:pPr>
              <w:spacing w:line="360" w:lineRule="auto"/>
              <w:ind w:firstLine="3"/>
              <w:jc w:val="both"/>
              <w:rPr>
                <w:sz w:val="24"/>
                <w:szCs w:val="24"/>
              </w:rPr>
            </w:pPr>
            <w:r>
              <w:rPr>
                <w:sz w:val="24"/>
                <w:szCs w:val="24"/>
              </w:rPr>
              <w:t>В оргкомитет школьного этапа всероссийской олимпиады школьников</w:t>
            </w:r>
          </w:p>
          <w:p w14:paraId="11242819" w14:textId="77777777" w:rsidR="002A5AF9" w:rsidRDefault="002A5AF9" w:rsidP="002A5AF9">
            <w:pPr>
              <w:spacing w:line="360" w:lineRule="auto"/>
              <w:ind w:firstLine="3"/>
              <w:jc w:val="both"/>
              <w:rPr>
                <w:sz w:val="24"/>
                <w:szCs w:val="24"/>
              </w:rPr>
            </w:pPr>
            <w:r>
              <w:rPr>
                <w:sz w:val="24"/>
                <w:szCs w:val="24"/>
              </w:rPr>
              <w:t>__________________________________________</w:t>
            </w:r>
          </w:p>
          <w:p w14:paraId="3322FDA2" w14:textId="77777777" w:rsidR="002A5AF9" w:rsidRPr="007147AF" w:rsidRDefault="002A5AF9" w:rsidP="002A5AF9">
            <w:pPr>
              <w:spacing w:line="360" w:lineRule="auto"/>
              <w:ind w:firstLine="3"/>
              <w:jc w:val="both"/>
              <w:rPr>
                <w:sz w:val="24"/>
                <w:szCs w:val="24"/>
              </w:rPr>
            </w:pPr>
            <w:r w:rsidRPr="007147AF">
              <w:rPr>
                <w:sz w:val="24"/>
                <w:szCs w:val="24"/>
              </w:rPr>
              <w:t>___________________________________</w:t>
            </w:r>
            <w:r>
              <w:rPr>
                <w:sz w:val="24"/>
                <w:szCs w:val="24"/>
              </w:rPr>
              <w:t>_______</w:t>
            </w:r>
            <w:r w:rsidRPr="007147AF">
              <w:rPr>
                <w:sz w:val="24"/>
                <w:szCs w:val="24"/>
              </w:rPr>
              <w:t xml:space="preserve"> </w:t>
            </w:r>
          </w:p>
          <w:p w14:paraId="6068EC51" w14:textId="77777777" w:rsidR="002A5AF9" w:rsidRDefault="002A5AF9" w:rsidP="002A5AF9">
            <w:pPr>
              <w:ind w:firstLine="3"/>
              <w:jc w:val="both"/>
              <w:rPr>
                <w:rFonts w:eastAsia="Calibri"/>
                <w:sz w:val="24"/>
                <w:szCs w:val="24"/>
                <w:lang w:eastAsia="en-US"/>
              </w:rPr>
            </w:pPr>
          </w:p>
          <w:p w14:paraId="343ECFAB" w14:textId="77777777" w:rsidR="002A5AF9" w:rsidRPr="007147AF" w:rsidRDefault="002A5AF9" w:rsidP="002A5AF9">
            <w:pPr>
              <w:ind w:firstLine="3"/>
              <w:jc w:val="both"/>
              <w:rPr>
                <w:rFonts w:eastAsia="Calibri"/>
                <w:sz w:val="24"/>
                <w:szCs w:val="24"/>
                <w:lang w:eastAsia="en-US"/>
              </w:rPr>
            </w:pPr>
          </w:p>
        </w:tc>
      </w:tr>
    </w:tbl>
    <w:p w14:paraId="03D4E494" w14:textId="77777777" w:rsidR="002A5AF9" w:rsidRPr="007147AF" w:rsidRDefault="002A5AF9" w:rsidP="00D309C6">
      <w:pPr>
        <w:spacing w:line="480" w:lineRule="auto"/>
        <w:jc w:val="center"/>
        <w:rPr>
          <w:sz w:val="24"/>
          <w:szCs w:val="24"/>
        </w:rPr>
      </w:pPr>
      <w:r w:rsidRPr="007147AF">
        <w:rPr>
          <w:sz w:val="24"/>
          <w:szCs w:val="24"/>
        </w:rPr>
        <w:t>заявление.</w:t>
      </w:r>
    </w:p>
    <w:p w14:paraId="5711D5F2" w14:textId="77777777" w:rsidR="00D309C6" w:rsidRDefault="002A5AF9" w:rsidP="002A5AF9">
      <w:pPr>
        <w:spacing w:line="480" w:lineRule="auto"/>
        <w:ind w:firstLine="708"/>
        <w:jc w:val="both"/>
        <w:rPr>
          <w:sz w:val="24"/>
          <w:szCs w:val="24"/>
        </w:rPr>
      </w:pPr>
      <w:r w:rsidRPr="007147AF">
        <w:rPr>
          <w:sz w:val="24"/>
          <w:szCs w:val="24"/>
        </w:rPr>
        <w:t xml:space="preserve">Прошу </w:t>
      </w:r>
      <w:r>
        <w:rPr>
          <w:sz w:val="24"/>
          <w:szCs w:val="24"/>
        </w:rPr>
        <w:t>допустить моего сына (подопечного)/ мою дочь (подопечную) _____________________________________________________________________,</w:t>
      </w:r>
      <w:r w:rsidR="00D309C6">
        <w:rPr>
          <w:sz w:val="24"/>
          <w:szCs w:val="24"/>
        </w:rPr>
        <w:t xml:space="preserve"> </w:t>
      </w:r>
      <w:r>
        <w:rPr>
          <w:sz w:val="24"/>
          <w:szCs w:val="24"/>
        </w:rPr>
        <w:t>учащего(</w:t>
      </w:r>
      <w:proofErr w:type="spellStart"/>
      <w:r>
        <w:rPr>
          <w:sz w:val="24"/>
          <w:szCs w:val="24"/>
        </w:rPr>
        <w:t>ую</w:t>
      </w:r>
      <w:proofErr w:type="spellEnd"/>
      <w:r>
        <w:rPr>
          <w:sz w:val="24"/>
          <w:szCs w:val="24"/>
        </w:rPr>
        <w:t>)</w:t>
      </w:r>
      <w:proofErr w:type="spellStart"/>
      <w:r>
        <w:rPr>
          <w:sz w:val="24"/>
          <w:szCs w:val="24"/>
        </w:rPr>
        <w:t>ся</w:t>
      </w:r>
      <w:proofErr w:type="spellEnd"/>
      <w:r>
        <w:rPr>
          <w:sz w:val="24"/>
          <w:szCs w:val="24"/>
        </w:rPr>
        <w:t>_________класса _________________________________________________</w:t>
      </w:r>
      <w:r w:rsidR="00D309C6">
        <w:rPr>
          <w:sz w:val="24"/>
          <w:szCs w:val="24"/>
        </w:rPr>
        <w:t xml:space="preserve"> </w:t>
      </w:r>
      <w:r>
        <w:rPr>
          <w:sz w:val="24"/>
          <w:szCs w:val="24"/>
        </w:rPr>
        <w:t>к участию в школьном этапе всероссийской олимпиады школьников в 202</w:t>
      </w:r>
      <w:r w:rsidR="008C6F1F">
        <w:rPr>
          <w:sz w:val="24"/>
          <w:szCs w:val="24"/>
        </w:rPr>
        <w:t>4</w:t>
      </w:r>
      <w:r>
        <w:rPr>
          <w:sz w:val="24"/>
          <w:szCs w:val="24"/>
        </w:rPr>
        <w:t>/202</w:t>
      </w:r>
      <w:r w:rsidR="008C6F1F">
        <w:rPr>
          <w:sz w:val="24"/>
          <w:szCs w:val="24"/>
        </w:rPr>
        <w:t>4</w:t>
      </w:r>
      <w:r>
        <w:rPr>
          <w:sz w:val="24"/>
          <w:szCs w:val="24"/>
        </w:rPr>
        <w:t xml:space="preserve"> учебном году по следующим предметам:</w:t>
      </w:r>
    </w:p>
    <w:p w14:paraId="1951A68F" w14:textId="26C3C8BB" w:rsidR="002A5AF9" w:rsidRDefault="002A5AF9" w:rsidP="00D309C6">
      <w:pPr>
        <w:spacing w:line="480" w:lineRule="auto"/>
        <w:jc w:val="both"/>
        <w:rPr>
          <w:sz w:val="24"/>
          <w:szCs w:val="24"/>
        </w:rPr>
      </w:pPr>
      <w:r>
        <w:rPr>
          <w:sz w:val="24"/>
          <w:szCs w:val="24"/>
        </w:rPr>
        <w:t>__________________________________________________________________________________________________________________________________________________________</w:t>
      </w:r>
    </w:p>
    <w:p w14:paraId="6C6F768A" w14:textId="77777777" w:rsidR="002A5AF9" w:rsidRDefault="002A5AF9" w:rsidP="002A5AF9">
      <w:pPr>
        <w:pStyle w:val="ConsPlusNormal"/>
        <w:spacing w:line="360" w:lineRule="auto"/>
        <w:jc w:val="both"/>
        <w:outlineLvl w:val="0"/>
      </w:pPr>
      <w:r>
        <w:t>С Порядком проведения всероссийской олимпиады школьников ознакомлен(а).</w:t>
      </w:r>
    </w:p>
    <w:p w14:paraId="0B238DFD" w14:textId="77777777" w:rsidR="002A5AF9" w:rsidRPr="003D58EA" w:rsidRDefault="002A5AF9" w:rsidP="002A5AF9">
      <w:pPr>
        <w:pStyle w:val="ConsPlusNormal"/>
        <w:spacing w:line="360" w:lineRule="auto"/>
        <w:jc w:val="both"/>
        <w:outlineLvl w:val="0"/>
      </w:pPr>
    </w:p>
    <w:p w14:paraId="6E0ACE24" w14:textId="77777777" w:rsidR="002A5AF9" w:rsidRDefault="002A5AF9" w:rsidP="002A5AF9">
      <w:pPr>
        <w:spacing w:line="480" w:lineRule="auto"/>
        <w:ind w:left="708" w:hanging="708"/>
        <w:jc w:val="both"/>
        <w:rPr>
          <w:sz w:val="24"/>
          <w:szCs w:val="24"/>
        </w:rPr>
      </w:pPr>
    </w:p>
    <w:p w14:paraId="2F9333DD" w14:textId="77777777" w:rsidR="002A5AF9" w:rsidRDefault="002A5AF9" w:rsidP="002A5AF9">
      <w:pPr>
        <w:spacing w:line="480" w:lineRule="auto"/>
        <w:ind w:left="708" w:hanging="708"/>
        <w:jc w:val="both"/>
        <w:rPr>
          <w:sz w:val="24"/>
          <w:szCs w:val="24"/>
        </w:rPr>
      </w:pPr>
      <w:r>
        <w:rPr>
          <w:sz w:val="24"/>
          <w:szCs w:val="24"/>
        </w:rPr>
        <w:t>«__» ___________ 202</w:t>
      </w:r>
      <w:r w:rsidR="008C6F1F">
        <w:rPr>
          <w:sz w:val="24"/>
          <w:szCs w:val="24"/>
        </w:rPr>
        <w:t>4</w:t>
      </w:r>
      <w:r>
        <w:rPr>
          <w:sz w:val="24"/>
          <w:szCs w:val="24"/>
        </w:rPr>
        <w:t xml:space="preserve"> года</w:t>
      </w:r>
      <w:r w:rsidRPr="007147AF">
        <w:rPr>
          <w:sz w:val="24"/>
          <w:szCs w:val="24"/>
        </w:rPr>
        <w:t xml:space="preserve">         </w:t>
      </w:r>
      <w:r>
        <w:rPr>
          <w:sz w:val="24"/>
          <w:szCs w:val="24"/>
        </w:rPr>
        <w:t xml:space="preserve">                         </w:t>
      </w:r>
      <w:r w:rsidRPr="007147AF">
        <w:rPr>
          <w:sz w:val="24"/>
          <w:szCs w:val="24"/>
        </w:rPr>
        <w:t>Подпись</w:t>
      </w:r>
      <w:r>
        <w:rPr>
          <w:sz w:val="24"/>
          <w:szCs w:val="24"/>
        </w:rPr>
        <w:t>_________________________</w:t>
      </w:r>
    </w:p>
    <w:p w14:paraId="3064D17C" w14:textId="77777777" w:rsidR="002A5AF9" w:rsidRDefault="002A5AF9" w:rsidP="002A5AF9">
      <w:pPr>
        <w:spacing w:after="200" w:line="276" w:lineRule="auto"/>
        <w:rPr>
          <w:b/>
          <w:sz w:val="24"/>
          <w:szCs w:val="24"/>
        </w:rPr>
      </w:pPr>
      <w:r>
        <w:rPr>
          <w:b/>
          <w:sz w:val="24"/>
          <w:szCs w:val="24"/>
        </w:rPr>
        <w:br w:type="page"/>
      </w:r>
    </w:p>
    <w:p w14:paraId="26C54B07" w14:textId="77777777" w:rsidR="002A5AF9" w:rsidRPr="00D309C6" w:rsidRDefault="002A5AF9" w:rsidP="00D309C6">
      <w:pPr>
        <w:pStyle w:val="af2"/>
        <w:rPr>
          <w:color w:val="auto"/>
        </w:rPr>
      </w:pPr>
      <w:r w:rsidRPr="00D309C6">
        <w:rPr>
          <w:color w:val="auto"/>
        </w:rPr>
        <w:lastRenderedPageBreak/>
        <w:t>Приложение 2</w:t>
      </w:r>
    </w:p>
    <w:p w14:paraId="79DC223B" w14:textId="77777777" w:rsidR="002A5AF9" w:rsidRPr="00D309C6" w:rsidRDefault="002A5AF9" w:rsidP="00D309C6">
      <w:pPr>
        <w:pStyle w:val="af2"/>
        <w:rPr>
          <w:color w:val="auto"/>
        </w:rPr>
      </w:pPr>
      <w:r w:rsidRPr="00D309C6">
        <w:rPr>
          <w:color w:val="auto"/>
        </w:rPr>
        <w:t>к организационно-технологической модели</w:t>
      </w:r>
    </w:p>
    <w:p w14:paraId="0D1A37B5" w14:textId="77777777" w:rsidR="002A5AF9" w:rsidRPr="00D309C6" w:rsidRDefault="002A5AF9" w:rsidP="00D309C6">
      <w:pPr>
        <w:pStyle w:val="ad"/>
        <w:ind w:firstLine="0"/>
        <w:jc w:val="right"/>
        <w:rPr>
          <w:b/>
          <w:sz w:val="24"/>
          <w:szCs w:val="24"/>
        </w:rPr>
      </w:pPr>
    </w:p>
    <w:p w14:paraId="41D7E169" w14:textId="77777777" w:rsidR="002A5AF9" w:rsidRPr="00D309C6" w:rsidRDefault="002A5AF9" w:rsidP="00D309C6">
      <w:pPr>
        <w:jc w:val="right"/>
        <w:rPr>
          <w:b/>
          <w:sz w:val="24"/>
          <w:szCs w:val="24"/>
        </w:rPr>
      </w:pPr>
    </w:p>
    <w:p w14:paraId="11EF5E00" w14:textId="77777777" w:rsidR="002A5AF9" w:rsidRPr="00D309C6" w:rsidRDefault="002A5AF9" w:rsidP="00D309C6">
      <w:pPr>
        <w:jc w:val="center"/>
        <w:rPr>
          <w:b/>
          <w:sz w:val="24"/>
          <w:szCs w:val="24"/>
        </w:rPr>
      </w:pPr>
      <w:r w:rsidRPr="00D309C6">
        <w:rPr>
          <w:b/>
          <w:sz w:val="24"/>
          <w:szCs w:val="24"/>
        </w:rPr>
        <w:t>Инструкция для дежурных учителей</w:t>
      </w:r>
    </w:p>
    <w:p w14:paraId="26F5EC36" w14:textId="77777777" w:rsidR="002A5AF9" w:rsidRPr="00D309C6" w:rsidRDefault="002A5AF9" w:rsidP="00D309C6">
      <w:pPr>
        <w:jc w:val="center"/>
        <w:rPr>
          <w:b/>
          <w:sz w:val="24"/>
          <w:szCs w:val="24"/>
        </w:rPr>
      </w:pPr>
      <w:r w:rsidRPr="00D309C6">
        <w:rPr>
          <w:b/>
          <w:sz w:val="24"/>
          <w:szCs w:val="24"/>
        </w:rPr>
        <w:t>во время проведения школьного этапа олимпиады</w:t>
      </w:r>
    </w:p>
    <w:p w14:paraId="43738EA9" w14:textId="77777777" w:rsidR="002A5AF9" w:rsidRPr="00D309C6" w:rsidRDefault="002A5AF9" w:rsidP="00D309C6">
      <w:pPr>
        <w:jc w:val="center"/>
        <w:rPr>
          <w:sz w:val="24"/>
          <w:szCs w:val="24"/>
        </w:rPr>
      </w:pPr>
    </w:p>
    <w:p w14:paraId="4334C854" w14:textId="76621504" w:rsidR="002A5AF9" w:rsidRPr="00D309C6" w:rsidRDefault="002A5AF9" w:rsidP="00D309C6">
      <w:pPr>
        <w:tabs>
          <w:tab w:val="left" w:pos="993"/>
        </w:tabs>
        <w:ind w:firstLine="720"/>
        <w:jc w:val="both"/>
        <w:rPr>
          <w:sz w:val="24"/>
          <w:szCs w:val="24"/>
        </w:rPr>
      </w:pPr>
      <w:r w:rsidRPr="00D309C6">
        <w:rPr>
          <w:sz w:val="24"/>
          <w:szCs w:val="24"/>
        </w:rPr>
        <w:t>К дежурству в помещениях, где выполняются задания, привлекаются учителя, не являющиеся предметниками по данной учебной дисциплине.</w:t>
      </w:r>
    </w:p>
    <w:p w14:paraId="77A9DAE1" w14:textId="77777777" w:rsidR="00D309C6" w:rsidRDefault="00D309C6" w:rsidP="00D309C6">
      <w:pPr>
        <w:tabs>
          <w:tab w:val="left" w:pos="993"/>
        </w:tabs>
        <w:ind w:firstLine="720"/>
        <w:jc w:val="both"/>
        <w:rPr>
          <w:sz w:val="24"/>
          <w:szCs w:val="24"/>
        </w:rPr>
      </w:pPr>
    </w:p>
    <w:p w14:paraId="5AF61DAC" w14:textId="2BCD224E" w:rsidR="002A5AF9" w:rsidRPr="00D309C6" w:rsidRDefault="002A5AF9" w:rsidP="00D309C6">
      <w:pPr>
        <w:tabs>
          <w:tab w:val="left" w:pos="993"/>
        </w:tabs>
        <w:ind w:firstLine="720"/>
        <w:jc w:val="both"/>
        <w:rPr>
          <w:sz w:val="24"/>
          <w:szCs w:val="24"/>
        </w:rPr>
      </w:pPr>
      <w:r w:rsidRPr="00D309C6">
        <w:rPr>
          <w:sz w:val="24"/>
          <w:szCs w:val="24"/>
        </w:rPr>
        <w:t>НЕОБХОДИМО:</w:t>
      </w:r>
    </w:p>
    <w:p w14:paraId="2EDD438D" w14:textId="4A3EF40E" w:rsidR="002A5AF9" w:rsidRPr="00D309C6" w:rsidRDefault="002A5AF9" w:rsidP="00D309C6">
      <w:pPr>
        <w:pStyle w:val="af3"/>
        <w:numPr>
          <w:ilvl w:val="0"/>
          <w:numId w:val="10"/>
        </w:numPr>
        <w:tabs>
          <w:tab w:val="left" w:pos="993"/>
        </w:tabs>
        <w:ind w:left="0" w:firstLine="720"/>
        <w:jc w:val="both"/>
      </w:pPr>
      <w:r w:rsidRPr="00D309C6">
        <w:t xml:space="preserve">До начала олимпиады проверить в кабинете столы и парты (на наличие посторонних записей, книг и </w:t>
      </w:r>
      <w:proofErr w:type="gramStart"/>
      <w:r w:rsidRPr="00D309C6">
        <w:t>т.п.</w:t>
      </w:r>
      <w:proofErr w:type="gramEnd"/>
      <w:r w:rsidRPr="00D309C6">
        <w:t>), технику (на исправность работы).</w:t>
      </w:r>
    </w:p>
    <w:p w14:paraId="7975398F" w14:textId="6C25A2E9" w:rsidR="002A5AF9" w:rsidRPr="00D309C6" w:rsidRDefault="002A5AF9" w:rsidP="00D309C6">
      <w:pPr>
        <w:pStyle w:val="af3"/>
        <w:numPr>
          <w:ilvl w:val="0"/>
          <w:numId w:val="10"/>
        </w:numPr>
        <w:tabs>
          <w:tab w:val="left" w:pos="993"/>
        </w:tabs>
        <w:ind w:left="0" w:firstLine="720"/>
        <w:jc w:val="both"/>
      </w:pPr>
      <w:r w:rsidRPr="00D309C6">
        <w:t>Посадить участников олимпиады по одному человеку за парту либо за один ПК. На олимпиаде допускается иметь линейку, ручку, карандаш (можно калькулятор, но не электронную записную книжку).</w:t>
      </w:r>
    </w:p>
    <w:p w14:paraId="212E0BC7" w14:textId="7AE7BF13" w:rsidR="002A5AF9" w:rsidRPr="00D309C6" w:rsidRDefault="002A5AF9" w:rsidP="00D309C6">
      <w:pPr>
        <w:pStyle w:val="af3"/>
        <w:numPr>
          <w:ilvl w:val="0"/>
          <w:numId w:val="10"/>
        </w:numPr>
        <w:tabs>
          <w:tab w:val="left" w:pos="993"/>
        </w:tabs>
        <w:ind w:left="0" w:firstLine="720"/>
        <w:jc w:val="both"/>
      </w:pPr>
      <w:r w:rsidRPr="00D309C6">
        <w:t>Отключить сотовые телефоны.</w:t>
      </w:r>
    </w:p>
    <w:p w14:paraId="7E868943" w14:textId="279A349D" w:rsidR="002A5AF9" w:rsidRPr="00D309C6" w:rsidRDefault="002A5AF9" w:rsidP="00D309C6">
      <w:pPr>
        <w:pStyle w:val="af3"/>
        <w:numPr>
          <w:ilvl w:val="0"/>
          <w:numId w:val="10"/>
        </w:numPr>
        <w:tabs>
          <w:tab w:val="left" w:pos="993"/>
        </w:tabs>
        <w:ind w:left="0" w:firstLine="720"/>
        <w:jc w:val="both"/>
      </w:pPr>
      <w:r w:rsidRPr="00D309C6">
        <w:t>Все участники олимпиады должны убрать свои учебники, сумки, телефоны на отдельно стоящий стол.</w:t>
      </w:r>
    </w:p>
    <w:p w14:paraId="0A4CC37B" w14:textId="61E1367C" w:rsidR="002A5AF9" w:rsidRPr="00D309C6" w:rsidRDefault="002A5AF9" w:rsidP="00D309C6">
      <w:pPr>
        <w:pStyle w:val="af3"/>
        <w:numPr>
          <w:ilvl w:val="0"/>
          <w:numId w:val="10"/>
        </w:numPr>
        <w:tabs>
          <w:tab w:val="left" w:pos="993"/>
        </w:tabs>
        <w:ind w:left="0" w:firstLine="720"/>
        <w:jc w:val="both"/>
      </w:pPr>
      <w:r w:rsidRPr="00D309C6">
        <w:t>Не допускать обсуждений, шпаргалок. Нарушители удаляются с олимпиады (объявить об этом участникам олимпиады заранее).</w:t>
      </w:r>
    </w:p>
    <w:p w14:paraId="3DF40E24" w14:textId="17F42FE1" w:rsidR="002A5AF9" w:rsidRPr="00D309C6" w:rsidRDefault="002A5AF9" w:rsidP="00D309C6">
      <w:pPr>
        <w:pStyle w:val="af3"/>
        <w:numPr>
          <w:ilvl w:val="0"/>
          <w:numId w:val="10"/>
        </w:numPr>
        <w:tabs>
          <w:tab w:val="left" w:pos="993"/>
        </w:tabs>
        <w:ind w:left="0" w:firstLine="720"/>
        <w:jc w:val="both"/>
      </w:pPr>
      <w:r w:rsidRPr="00D309C6">
        <w:t>Во время проведения олимпиады в кабинетах не должно быть посторонних людей.</w:t>
      </w:r>
    </w:p>
    <w:p w14:paraId="56CF475B" w14:textId="77777777" w:rsidR="002A5AF9" w:rsidRPr="00D309C6" w:rsidRDefault="002A5AF9" w:rsidP="00D309C6">
      <w:pPr>
        <w:pStyle w:val="af3"/>
        <w:numPr>
          <w:ilvl w:val="0"/>
          <w:numId w:val="10"/>
        </w:numPr>
        <w:tabs>
          <w:tab w:val="left" w:pos="993"/>
        </w:tabs>
        <w:ind w:left="0" w:firstLine="720"/>
        <w:jc w:val="both"/>
      </w:pPr>
      <w:r w:rsidRPr="00D309C6">
        <w:t>Во время дежурства не отлучаться из кабинета. Для решения экстренных вопросов пригласить представителя школьного оргкомитета через дежурного в фойе.</w:t>
      </w:r>
    </w:p>
    <w:p w14:paraId="68F14473" w14:textId="77777777" w:rsidR="002A5AF9" w:rsidRPr="00D309C6" w:rsidRDefault="002A5AF9" w:rsidP="00D309C6">
      <w:pPr>
        <w:pStyle w:val="af3"/>
        <w:numPr>
          <w:ilvl w:val="0"/>
          <w:numId w:val="10"/>
        </w:numPr>
        <w:tabs>
          <w:tab w:val="left" w:pos="993"/>
        </w:tabs>
        <w:ind w:left="0" w:firstLine="720"/>
        <w:jc w:val="both"/>
      </w:pPr>
      <w:r w:rsidRPr="00D309C6">
        <w:t>После завершения олимпиады все работы сдаются лично представителю школьного оргкомитета.</w:t>
      </w:r>
    </w:p>
    <w:p w14:paraId="0ADBDA2E" w14:textId="77777777" w:rsidR="002A5AF9" w:rsidRPr="00D309C6" w:rsidRDefault="002A5AF9" w:rsidP="00D309C6">
      <w:pPr>
        <w:pStyle w:val="af3"/>
        <w:numPr>
          <w:ilvl w:val="0"/>
          <w:numId w:val="10"/>
        </w:numPr>
        <w:tabs>
          <w:tab w:val="left" w:pos="993"/>
        </w:tabs>
        <w:ind w:left="0" w:firstLine="720"/>
        <w:jc w:val="both"/>
      </w:pPr>
      <w:r w:rsidRPr="00D309C6">
        <w:t xml:space="preserve">Дежурный несет личную ответственность за происходящее в кабинете во время олимпиады. </w:t>
      </w:r>
    </w:p>
    <w:p w14:paraId="2F4DC77E" w14:textId="77777777" w:rsidR="002A5AF9" w:rsidRPr="00D309C6" w:rsidRDefault="002A5AF9" w:rsidP="00D309C6">
      <w:pPr>
        <w:pStyle w:val="af3"/>
        <w:tabs>
          <w:tab w:val="left" w:pos="993"/>
        </w:tabs>
        <w:ind w:left="0" w:firstLine="720"/>
        <w:jc w:val="both"/>
      </w:pPr>
    </w:p>
    <w:p w14:paraId="55EAE9C4" w14:textId="77777777" w:rsidR="002A5AF9" w:rsidRPr="00D309C6" w:rsidRDefault="002A5AF9" w:rsidP="00D309C6">
      <w:pPr>
        <w:pStyle w:val="af3"/>
        <w:tabs>
          <w:tab w:val="left" w:pos="993"/>
        </w:tabs>
        <w:ind w:left="0" w:firstLine="720"/>
        <w:jc w:val="both"/>
      </w:pPr>
    </w:p>
    <w:p w14:paraId="3016D880" w14:textId="77777777" w:rsidR="002A5AF9" w:rsidRPr="00D309C6" w:rsidRDefault="002A5AF9" w:rsidP="00D309C6">
      <w:pPr>
        <w:pStyle w:val="af3"/>
        <w:tabs>
          <w:tab w:val="left" w:pos="993"/>
        </w:tabs>
        <w:ind w:left="0" w:firstLine="720"/>
        <w:jc w:val="both"/>
        <w:rPr>
          <w:b/>
          <w:i/>
        </w:rPr>
      </w:pPr>
      <w:r w:rsidRPr="00D309C6">
        <w:rPr>
          <w:b/>
          <w:i/>
        </w:rPr>
        <w:t>Организация фото и видеосъемки разрешена только представителям оргкомитета.</w:t>
      </w:r>
    </w:p>
    <w:p w14:paraId="7A916699" w14:textId="77777777" w:rsidR="002A5AF9" w:rsidRDefault="002A5AF9" w:rsidP="002A5AF9">
      <w:pPr>
        <w:spacing w:after="200" w:line="276" w:lineRule="auto"/>
        <w:rPr>
          <w:b/>
          <w:sz w:val="24"/>
          <w:szCs w:val="24"/>
        </w:rPr>
      </w:pPr>
      <w:r>
        <w:rPr>
          <w:b/>
          <w:sz w:val="24"/>
          <w:szCs w:val="24"/>
        </w:rPr>
        <w:br w:type="page"/>
      </w:r>
    </w:p>
    <w:p w14:paraId="3719FAE3" w14:textId="493E6CF9" w:rsidR="002A5AF9" w:rsidRPr="004907BE" w:rsidRDefault="002A5AF9" w:rsidP="00AD3396">
      <w:pPr>
        <w:jc w:val="right"/>
        <w:rPr>
          <w:sz w:val="24"/>
        </w:rPr>
      </w:pPr>
      <w:r w:rsidRPr="004907BE">
        <w:rPr>
          <w:sz w:val="24"/>
        </w:rPr>
        <w:lastRenderedPageBreak/>
        <w:t>Приложение 3</w:t>
      </w:r>
    </w:p>
    <w:p w14:paraId="7ABAA151" w14:textId="7AE77667" w:rsidR="002A5AF9" w:rsidRPr="004907BE" w:rsidRDefault="002A5AF9" w:rsidP="00AD3396">
      <w:pPr>
        <w:jc w:val="right"/>
        <w:rPr>
          <w:sz w:val="24"/>
        </w:rPr>
      </w:pPr>
      <w:r w:rsidRPr="004907BE">
        <w:rPr>
          <w:sz w:val="24"/>
        </w:rPr>
        <w:t>к организационно-технологической модели</w:t>
      </w:r>
    </w:p>
    <w:p w14:paraId="64CB8BDF" w14:textId="77777777" w:rsidR="002A5AF9" w:rsidRPr="004907BE" w:rsidRDefault="002A5AF9" w:rsidP="00AD3396">
      <w:pPr>
        <w:jc w:val="right"/>
        <w:rPr>
          <w:sz w:val="24"/>
        </w:rPr>
      </w:pPr>
    </w:p>
    <w:p w14:paraId="6FC1D621" w14:textId="77777777" w:rsidR="002A5AF9" w:rsidRPr="004907BE" w:rsidRDefault="002A5AF9" w:rsidP="00AD3396">
      <w:pPr>
        <w:jc w:val="right"/>
        <w:rPr>
          <w:sz w:val="24"/>
        </w:rPr>
      </w:pPr>
    </w:p>
    <w:p w14:paraId="7A40B44F" w14:textId="77777777" w:rsidR="002A5AF9" w:rsidRPr="004907BE" w:rsidRDefault="002A5AF9" w:rsidP="00AD3396">
      <w:pPr>
        <w:jc w:val="center"/>
        <w:rPr>
          <w:b/>
          <w:sz w:val="24"/>
        </w:rPr>
      </w:pPr>
      <w:r w:rsidRPr="004907BE">
        <w:rPr>
          <w:b/>
          <w:sz w:val="24"/>
        </w:rPr>
        <w:t>Ведомость проведения инструктажа участников школьного этапа Всероссий</w:t>
      </w:r>
      <w:r>
        <w:rPr>
          <w:b/>
          <w:sz w:val="24"/>
        </w:rPr>
        <w:t>ской олимпиады школьников в 202</w:t>
      </w:r>
      <w:r w:rsidR="007D19E8">
        <w:rPr>
          <w:b/>
          <w:sz w:val="24"/>
        </w:rPr>
        <w:t>4</w:t>
      </w:r>
      <w:r>
        <w:rPr>
          <w:b/>
          <w:sz w:val="24"/>
        </w:rPr>
        <w:t>-202</w:t>
      </w:r>
      <w:r w:rsidR="007D19E8">
        <w:rPr>
          <w:b/>
          <w:sz w:val="24"/>
        </w:rPr>
        <w:t>5</w:t>
      </w:r>
      <w:r w:rsidRPr="004907BE">
        <w:rPr>
          <w:b/>
          <w:sz w:val="24"/>
        </w:rPr>
        <w:t xml:space="preserve"> учебном году</w:t>
      </w:r>
    </w:p>
    <w:p w14:paraId="1F523283" w14:textId="77777777" w:rsidR="002A5AF9" w:rsidRPr="004907BE" w:rsidRDefault="002A5AF9" w:rsidP="00AD3396">
      <w:pPr>
        <w:jc w:val="center"/>
        <w:rPr>
          <w:b/>
          <w:sz w:val="24"/>
        </w:rPr>
      </w:pPr>
    </w:p>
    <w:p w14:paraId="2F689027" w14:textId="77777777" w:rsidR="002A5AF9" w:rsidRPr="004907BE" w:rsidRDefault="002A5AF9" w:rsidP="002A5AF9">
      <w:pPr>
        <w:ind w:firstLine="720"/>
        <w:jc w:val="both"/>
        <w:rPr>
          <w:sz w:val="24"/>
        </w:rPr>
      </w:pPr>
      <w:r w:rsidRPr="004907BE">
        <w:rPr>
          <w:sz w:val="24"/>
        </w:rPr>
        <w:t xml:space="preserve">Дата проведения олимпиады ___________________ </w:t>
      </w:r>
    </w:p>
    <w:p w14:paraId="596EE35C" w14:textId="77777777" w:rsidR="002A5AF9" w:rsidRPr="004907BE" w:rsidRDefault="002A5AF9" w:rsidP="002A5AF9">
      <w:pPr>
        <w:ind w:firstLine="720"/>
        <w:jc w:val="both"/>
        <w:rPr>
          <w:sz w:val="24"/>
        </w:rPr>
      </w:pPr>
      <w:r w:rsidRPr="004907BE">
        <w:rPr>
          <w:sz w:val="24"/>
        </w:rPr>
        <w:t xml:space="preserve">Предмет ____________________________________ </w:t>
      </w:r>
    </w:p>
    <w:p w14:paraId="0E152D4C" w14:textId="77777777" w:rsidR="002A5AF9" w:rsidRPr="004907BE" w:rsidRDefault="002A5AF9" w:rsidP="002A5AF9">
      <w:pPr>
        <w:ind w:firstLine="720"/>
        <w:jc w:val="both"/>
        <w:rPr>
          <w:sz w:val="24"/>
        </w:rPr>
      </w:pPr>
      <w:r w:rsidRPr="004907BE">
        <w:rPr>
          <w:sz w:val="24"/>
        </w:rPr>
        <w:t xml:space="preserve">Пункт проведения ____________________________ </w:t>
      </w:r>
    </w:p>
    <w:p w14:paraId="5D776D29" w14:textId="77777777" w:rsidR="002A5AF9" w:rsidRPr="004907BE" w:rsidRDefault="002A5AF9" w:rsidP="002A5AF9">
      <w:pPr>
        <w:ind w:firstLine="720"/>
        <w:jc w:val="both"/>
        <w:rPr>
          <w:b/>
          <w:sz w:val="32"/>
          <w:szCs w:val="24"/>
        </w:rPr>
      </w:pPr>
      <w:r w:rsidRPr="004907BE">
        <w:rPr>
          <w:sz w:val="24"/>
        </w:rPr>
        <w:t>Аудитория __________________________________</w:t>
      </w:r>
    </w:p>
    <w:p w14:paraId="49A3B2B5" w14:textId="77777777" w:rsidR="002A5AF9" w:rsidRDefault="002A5AF9" w:rsidP="002A5AF9">
      <w:pPr>
        <w:jc w:val="both"/>
        <w:rPr>
          <w:b/>
          <w:sz w:val="24"/>
          <w:szCs w:val="24"/>
        </w:rPr>
      </w:pPr>
    </w:p>
    <w:tbl>
      <w:tblPr>
        <w:tblStyle w:val="ac"/>
        <w:tblW w:w="0" w:type="auto"/>
        <w:jc w:val="center"/>
        <w:tblLook w:val="04A0" w:firstRow="1" w:lastRow="0" w:firstColumn="1" w:lastColumn="0" w:noHBand="0" w:noVBand="1"/>
      </w:tblPr>
      <w:tblGrid>
        <w:gridCol w:w="775"/>
        <w:gridCol w:w="4720"/>
        <w:gridCol w:w="1417"/>
        <w:gridCol w:w="2410"/>
      </w:tblGrid>
      <w:tr w:rsidR="002A5AF9" w14:paraId="5AD3945E" w14:textId="77777777" w:rsidTr="00AD3396">
        <w:trPr>
          <w:jc w:val="center"/>
        </w:trPr>
        <w:tc>
          <w:tcPr>
            <w:tcW w:w="775" w:type="dxa"/>
          </w:tcPr>
          <w:p w14:paraId="280BAA6A" w14:textId="77777777" w:rsidR="002A5AF9" w:rsidRDefault="002A5AF9" w:rsidP="002A5AF9">
            <w:pPr>
              <w:jc w:val="center"/>
              <w:rPr>
                <w:b/>
                <w:sz w:val="24"/>
                <w:szCs w:val="24"/>
              </w:rPr>
            </w:pPr>
            <w:r>
              <w:rPr>
                <w:b/>
                <w:sz w:val="24"/>
                <w:szCs w:val="24"/>
              </w:rPr>
              <w:t>№</w:t>
            </w:r>
          </w:p>
        </w:tc>
        <w:tc>
          <w:tcPr>
            <w:tcW w:w="4720" w:type="dxa"/>
          </w:tcPr>
          <w:p w14:paraId="6295641F" w14:textId="77777777" w:rsidR="002A5AF9" w:rsidRDefault="002A5AF9" w:rsidP="002A5AF9">
            <w:pPr>
              <w:jc w:val="center"/>
              <w:rPr>
                <w:b/>
                <w:sz w:val="24"/>
                <w:szCs w:val="24"/>
              </w:rPr>
            </w:pPr>
            <w:r>
              <w:rPr>
                <w:b/>
                <w:sz w:val="24"/>
                <w:szCs w:val="24"/>
              </w:rPr>
              <w:t>Ф.И.О. участника олимпиады</w:t>
            </w:r>
          </w:p>
        </w:tc>
        <w:tc>
          <w:tcPr>
            <w:tcW w:w="1417" w:type="dxa"/>
          </w:tcPr>
          <w:p w14:paraId="182EDB45" w14:textId="77777777" w:rsidR="002A5AF9" w:rsidRDefault="002A5AF9" w:rsidP="002A5AF9">
            <w:pPr>
              <w:jc w:val="center"/>
              <w:rPr>
                <w:b/>
                <w:sz w:val="24"/>
                <w:szCs w:val="24"/>
              </w:rPr>
            </w:pPr>
            <w:r>
              <w:rPr>
                <w:b/>
                <w:sz w:val="24"/>
                <w:szCs w:val="24"/>
              </w:rPr>
              <w:t>Класс</w:t>
            </w:r>
          </w:p>
        </w:tc>
        <w:tc>
          <w:tcPr>
            <w:tcW w:w="2410" w:type="dxa"/>
          </w:tcPr>
          <w:p w14:paraId="589EB005" w14:textId="77777777" w:rsidR="002A5AF9" w:rsidRDefault="002A5AF9" w:rsidP="002A5AF9">
            <w:pPr>
              <w:jc w:val="center"/>
              <w:rPr>
                <w:b/>
                <w:sz w:val="24"/>
                <w:szCs w:val="24"/>
              </w:rPr>
            </w:pPr>
            <w:r>
              <w:rPr>
                <w:b/>
                <w:sz w:val="24"/>
                <w:szCs w:val="24"/>
              </w:rPr>
              <w:t>Подпись участника</w:t>
            </w:r>
          </w:p>
        </w:tc>
      </w:tr>
      <w:tr w:rsidR="002A5AF9" w14:paraId="790B9D73" w14:textId="77777777" w:rsidTr="00AD3396">
        <w:trPr>
          <w:jc w:val="center"/>
        </w:trPr>
        <w:tc>
          <w:tcPr>
            <w:tcW w:w="775" w:type="dxa"/>
          </w:tcPr>
          <w:p w14:paraId="01EFD137" w14:textId="77777777" w:rsidR="002A5AF9" w:rsidRDefault="002A5AF9" w:rsidP="002A5AF9">
            <w:pPr>
              <w:jc w:val="both"/>
              <w:rPr>
                <w:b/>
                <w:sz w:val="24"/>
                <w:szCs w:val="24"/>
              </w:rPr>
            </w:pPr>
          </w:p>
        </w:tc>
        <w:tc>
          <w:tcPr>
            <w:tcW w:w="4720" w:type="dxa"/>
          </w:tcPr>
          <w:p w14:paraId="6839D025" w14:textId="77777777" w:rsidR="002A5AF9" w:rsidRDefault="002A5AF9" w:rsidP="002A5AF9">
            <w:pPr>
              <w:jc w:val="both"/>
              <w:rPr>
                <w:b/>
                <w:sz w:val="24"/>
                <w:szCs w:val="24"/>
              </w:rPr>
            </w:pPr>
          </w:p>
        </w:tc>
        <w:tc>
          <w:tcPr>
            <w:tcW w:w="1417" w:type="dxa"/>
          </w:tcPr>
          <w:p w14:paraId="0CF2F8E2" w14:textId="77777777" w:rsidR="002A5AF9" w:rsidRDefault="002A5AF9" w:rsidP="002A5AF9">
            <w:pPr>
              <w:jc w:val="both"/>
              <w:rPr>
                <w:b/>
                <w:sz w:val="24"/>
                <w:szCs w:val="24"/>
              </w:rPr>
            </w:pPr>
          </w:p>
        </w:tc>
        <w:tc>
          <w:tcPr>
            <w:tcW w:w="2410" w:type="dxa"/>
          </w:tcPr>
          <w:p w14:paraId="6042AD9F" w14:textId="77777777" w:rsidR="002A5AF9" w:rsidRDefault="002A5AF9" w:rsidP="002A5AF9">
            <w:pPr>
              <w:jc w:val="both"/>
              <w:rPr>
                <w:b/>
                <w:sz w:val="24"/>
                <w:szCs w:val="24"/>
              </w:rPr>
            </w:pPr>
          </w:p>
        </w:tc>
      </w:tr>
      <w:tr w:rsidR="002A5AF9" w14:paraId="3FAEB03E" w14:textId="77777777" w:rsidTr="00AD3396">
        <w:trPr>
          <w:jc w:val="center"/>
        </w:trPr>
        <w:tc>
          <w:tcPr>
            <w:tcW w:w="775" w:type="dxa"/>
          </w:tcPr>
          <w:p w14:paraId="4DA44C2C" w14:textId="77777777" w:rsidR="002A5AF9" w:rsidRDefault="002A5AF9" w:rsidP="002A5AF9">
            <w:pPr>
              <w:jc w:val="both"/>
              <w:rPr>
                <w:b/>
                <w:sz w:val="24"/>
                <w:szCs w:val="24"/>
              </w:rPr>
            </w:pPr>
          </w:p>
        </w:tc>
        <w:tc>
          <w:tcPr>
            <w:tcW w:w="4720" w:type="dxa"/>
          </w:tcPr>
          <w:p w14:paraId="330B1684" w14:textId="77777777" w:rsidR="002A5AF9" w:rsidRDefault="002A5AF9" w:rsidP="002A5AF9">
            <w:pPr>
              <w:jc w:val="both"/>
              <w:rPr>
                <w:b/>
                <w:sz w:val="24"/>
                <w:szCs w:val="24"/>
              </w:rPr>
            </w:pPr>
          </w:p>
        </w:tc>
        <w:tc>
          <w:tcPr>
            <w:tcW w:w="1417" w:type="dxa"/>
          </w:tcPr>
          <w:p w14:paraId="4B6B9A52" w14:textId="77777777" w:rsidR="002A5AF9" w:rsidRDefault="002A5AF9" w:rsidP="002A5AF9">
            <w:pPr>
              <w:jc w:val="both"/>
              <w:rPr>
                <w:b/>
                <w:sz w:val="24"/>
                <w:szCs w:val="24"/>
              </w:rPr>
            </w:pPr>
          </w:p>
        </w:tc>
        <w:tc>
          <w:tcPr>
            <w:tcW w:w="2410" w:type="dxa"/>
          </w:tcPr>
          <w:p w14:paraId="7A0C29DB" w14:textId="77777777" w:rsidR="002A5AF9" w:rsidRDefault="002A5AF9" w:rsidP="002A5AF9">
            <w:pPr>
              <w:jc w:val="both"/>
              <w:rPr>
                <w:b/>
                <w:sz w:val="24"/>
                <w:szCs w:val="24"/>
              </w:rPr>
            </w:pPr>
          </w:p>
        </w:tc>
      </w:tr>
    </w:tbl>
    <w:p w14:paraId="2AB6C7CC" w14:textId="77777777" w:rsidR="002A5AF9" w:rsidRDefault="002A5AF9" w:rsidP="002A5AF9">
      <w:pPr>
        <w:spacing w:after="200" w:line="276" w:lineRule="auto"/>
        <w:rPr>
          <w:b/>
          <w:sz w:val="24"/>
          <w:szCs w:val="24"/>
        </w:rPr>
      </w:pPr>
      <w:r>
        <w:rPr>
          <w:b/>
          <w:sz w:val="24"/>
          <w:szCs w:val="24"/>
        </w:rPr>
        <w:br w:type="page"/>
      </w:r>
    </w:p>
    <w:p w14:paraId="411B9EAC" w14:textId="52D07EB2" w:rsidR="002A5AF9" w:rsidRPr="00AD3396" w:rsidRDefault="002A5AF9" w:rsidP="00AD3396">
      <w:pPr>
        <w:jc w:val="right"/>
        <w:rPr>
          <w:sz w:val="24"/>
          <w:szCs w:val="24"/>
        </w:rPr>
      </w:pPr>
      <w:r w:rsidRPr="00AD3396">
        <w:rPr>
          <w:sz w:val="24"/>
          <w:szCs w:val="24"/>
        </w:rPr>
        <w:lastRenderedPageBreak/>
        <w:t>Приложение 4</w:t>
      </w:r>
    </w:p>
    <w:p w14:paraId="5BA303D9" w14:textId="239964A2" w:rsidR="002A5AF9" w:rsidRPr="00AD3396" w:rsidRDefault="002A5AF9" w:rsidP="00AD3396">
      <w:pPr>
        <w:jc w:val="right"/>
        <w:rPr>
          <w:sz w:val="24"/>
          <w:szCs w:val="24"/>
        </w:rPr>
      </w:pPr>
      <w:r w:rsidRPr="00AD3396">
        <w:rPr>
          <w:sz w:val="24"/>
          <w:szCs w:val="24"/>
        </w:rPr>
        <w:t>к организационно-технологической модели</w:t>
      </w:r>
    </w:p>
    <w:p w14:paraId="17D79418" w14:textId="77777777" w:rsidR="002A5AF9" w:rsidRPr="00AD3396" w:rsidRDefault="002A5AF9" w:rsidP="00AD3396">
      <w:pPr>
        <w:jc w:val="right"/>
        <w:rPr>
          <w:sz w:val="24"/>
          <w:szCs w:val="24"/>
        </w:rPr>
      </w:pPr>
    </w:p>
    <w:p w14:paraId="445924A6" w14:textId="77777777" w:rsidR="002A5AF9" w:rsidRPr="00AD3396" w:rsidRDefault="002A5AF9" w:rsidP="00AD3396">
      <w:pPr>
        <w:jc w:val="right"/>
        <w:rPr>
          <w:sz w:val="24"/>
          <w:szCs w:val="24"/>
        </w:rPr>
      </w:pPr>
    </w:p>
    <w:p w14:paraId="691C1A48" w14:textId="77777777" w:rsidR="002A5AF9" w:rsidRPr="002F4B29" w:rsidRDefault="002A5AF9" w:rsidP="00AD3396">
      <w:pPr>
        <w:jc w:val="center"/>
        <w:rPr>
          <w:b/>
          <w:sz w:val="24"/>
        </w:rPr>
      </w:pPr>
      <w:r w:rsidRPr="002F4B29">
        <w:rPr>
          <w:b/>
          <w:sz w:val="24"/>
        </w:rPr>
        <w:t>АКТ</w:t>
      </w:r>
    </w:p>
    <w:p w14:paraId="762923EE" w14:textId="77777777" w:rsidR="002A5AF9" w:rsidRPr="002F4B29" w:rsidRDefault="002A5AF9" w:rsidP="00AD3396">
      <w:pPr>
        <w:jc w:val="center"/>
        <w:rPr>
          <w:b/>
          <w:sz w:val="24"/>
        </w:rPr>
      </w:pPr>
      <w:r w:rsidRPr="002F4B29">
        <w:rPr>
          <w:b/>
          <w:sz w:val="24"/>
        </w:rPr>
        <w:t>об удалении участника школьного этапа</w:t>
      </w:r>
    </w:p>
    <w:p w14:paraId="23545142" w14:textId="77777777" w:rsidR="002A5AF9" w:rsidRPr="002F4B29" w:rsidRDefault="002A5AF9" w:rsidP="00AD3396">
      <w:pPr>
        <w:jc w:val="center"/>
        <w:rPr>
          <w:b/>
          <w:sz w:val="24"/>
        </w:rPr>
      </w:pPr>
      <w:r w:rsidRPr="002F4B29">
        <w:rPr>
          <w:b/>
          <w:sz w:val="24"/>
        </w:rPr>
        <w:t>Всероссийской олимпиады школьников</w:t>
      </w:r>
    </w:p>
    <w:p w14:paraId="74BE04C0" w14:textId="77777777" w:rsidR="002A5AF9" w:rsidRDefault="002A5AF9" w:rsidP="00AD3396">
      <w:pPr>
        <w:jc w:val="center"/>
        <w:rPr>
          <w:sz w:val="24"/>
        </w:rPr>
      </w:pPr>
    </w:p>
    <w:p w14:paraId="38C9274C" w14:textId="77777777" w:rsidR="002A5AF9" w:rsidRDefault="002A5AF9" w:rsidP="002A5AF9">
      <w:pPr>
        <w:jc w:val="both"/>
        <w:rPr>
          <w:sz w:val="24"/>
        </w:rPr>
      </w:pPr>
    </w:p>
    <w:p w14:paraId="17F557AB" w14:textId="1D8EB115" w:rsidR="002A5AF9" w:rsidRDefault="002A5AF9" w:rsidP="002A5AF9">
      <w:pPr>
        <w:jc w:val="both"/>
        <w:rPr>
          <w:sz w:val="24"/>
        </w:rPr>
      </w:pPr>
      <w:r w:rsidRPr="004907BE">
        <w:rPr>
          <w:sz w:val="24"/>
        </w:rPr>
        <w:t>Пункт проведения школьног</w:t>
      </w:r>
      <w:r>
        <w:rPr>
          <w:sz w:val="24"/>
        </w:rPr>
        <w:t xml:space="preserve">о этапа всероссийской олимпиады </w:t>
      </w:r>
      <w:r w:rsidRPr="004907BE">
        <w:rPr>
          <w:sz w:val="24"/>
        </w:rPr>
        <w:t>школьников_____________</w:t>
      </w:r>
      <w:r>
        <w:rPr>
          <w:sz w:val="24"/>
        </w:rPr>
        <w:t>__________</w:t>
      </w:r>
      <w:r w:rsidRPr="004907BE">
        <w:rPr>
          <w:sz w:val="24"/>
        </w:rPr>
        <w:t>__________</w:t>
      </w:r>
      <w:r>
        <w:rPr>
          <w:sz w:val="24"/>
        </w:rPr>
        <w:t>__________________________________</w:t>
      </w:r>
    </w:p>
    <w:p w14:paraId="3A30F26B" w14:textId="77777777" w:rsidR="002A5AF9" w:rsidRPr="004907BE" w:rsidRDefault="002A5AF9" w:rsidP="002A5AF9">
      <w:pPr>
        <w:jc w:val="both"/>
        <w:rPr>
          <w:sz w:val="24"/>
        </w:rPr>
      </w:pPr>
    </w:p>
    <w:p w14:paraId="02D0CEAA" w14:textId="77777777" w:rsidR="002A5AF9" w:rsidRDefault="002A5AF9" w:rsidP="002A5AF9">
      <w:pPr>
        <w:jc w:val="both"/>
        <w:rPr>
          <w:sz w:val="24"/>
        </w:rPr>
      </w:pPr>
      <w:r w:rsidRPr="004907BE">
        <w:rPr>
          <w:sz w:val="24"/>
        </w:rPr>
        <w:t>Дата проведения ___________</w:t>
      </w:r>
      <w:r>
        <w:rPr>
          <w:sz w:val="24"/>
        </w:rPr>
        <w:t>_______</w:t>
      </w:r>
    </w:p>
    <w:p w14:paraId="1F94F06E" w14:textId="062C35EB" w:rsidR="002A5AF9" w:rsidRPr="004907BE" w:rsidRDefault="002A5AF9" w:rsidP="002A5AF9">
      <w:pPr>
        <w:jc w:val="both"/>
        <w:rPr>
          <w:sz w:val="24"/>
        </w:rPr>
      </w:pPr>
    </w:p>
    <w:p w14:paraId="2FD866EF" w14:textId="77777777" w:rsidR="002A5AF9" w:rsidRDefault="002A5AF9" w:rsidP="002A5AF9">
      <w:pPr>
        <w:jc w:val="both"/>
        <w:rPr>
          <w:sz w:val="24"/>
        </w:rPr>
      </w:pPr>
      <w:r>
        <w:rPr>
          <w:sz w:val="24"/>
        </w:rPr>
        <w:t>Предмет__________________________</w:t>
      </w:r>
    </w:p>
    <w:p w14:paraId="1BF1A76F" w14:textId="77777777" w:rsidR="002A5AF9" w:rsidRPr="004907BE" w:rsidRDefault="002A5AF9" w:rsidP="002A5AF9">
      <w:pPr>
        <w:jc w:val="both"/>
        <w:rPr>
          <w:sz w:val="24"/>
        </w:rPr>
      </w:pPr>
    </w:p>
    <w:p w14:paraId="20B1012D" w14:textId="77777777" w:rsidR="002A5AF9" w:rsidRDefault="002A5AF9" w:rsidP="002A5AF9">
      <w:pPr>
        <w:jc w:val="both"/>
        <w:rPr>
          <w:sz w:val="24"/>
        </w:rPr>
      </w:pPr>
      <w:r w:rsidRPr="004907BE">
        <w:rPr>
          <w:sz w:val="24"/>
        </w:rPr>
        <w:t>Класс обучения_________</w:t>
      </w:r>
      <w:r>
        <w:rPr>
          <w:sz w:val="24"/>
        </w:rPr>
        <w:t>___________</w:t>
      </w:r>
    </w:p>
    <w:p w14:paraId="4186E980" w14:textId="77777777" w:rsidR="002A5AF9" w:rsidRPr="004907BE" w:rsidRDefault="002A5AF9" w:rsidP="002A5AF9">
      <w:pPr>
        <w:jc w:val="both"/>
        <w:rPr>
          <w:sz w:val="24"/>
        </w:rPr>
      </w:pPr>
    </w:p>
    <w:p w14:paraId="17B6F89F" w14:textId="39BD2965" w:rsidR="002A5AF9" w:rsidRDefault="002A5AF9" w:rsidP="00AD3396">
      <w:pPr>
        <w:jc w:val="both"/>
        <w:rPr>
          <w:sz w:val="24"/>
        </w:rPr>
      </w:pPr>
      <w:r w:rsidRPr="004907BE">
        <w:rPr>
          <w:sz w:val="24"/>
        </w:rPr>
        <w:t>Причина удаления участника школьного этапа всероссийской олимпиады школьников _____________________________________________</w:t>
      </w:r>
      <w:r>
        <w:rPr>
          <w:sz w:val="24"/>
        </w:rPr>
        <w:t>_____________________________</w:t>
      </w:r>
      <w:r w:rsidRPr="004907BE">
        <w:rPr>
          <w:sz w:val="24"/>
        </w:rPr>
        <w:t>____</w:t>
      </w:r>
      <w:r>
        <w:rPr>
          <w:sz w:val="24"/>
        </w:rPr>
        <w:t>_____________</w:t>
      </w:r>
      <w:r w:rsidRPr="004907BE">
        <w:rPr>
          <w:sz w:val="24"/>
        </w:rPr>
        <w:t>_____________________________________________</w:t>
      </w:r>
      <w:r>
        <w:rPr>
          <w:sz w:val="24"/>
        </w:rPr>
        <w:t>___________________________________</w:t>
      </w:r>
      <w:r w:rsidRPr="004907BE">
        <w:rPr>
          <w:sz w:val="24"/>
        </w:rPr>
        <w:t>____________________________________________________________</w:t>
      </w:r>
    </w:p>
    <w:p w14:paraId="616CA5FB" w14:textId="77777777" w:rsidR="002A5AF9" w:rsidRDefault="002A5AF9" w:rsidP="002A5AF9">
      <w:pPr>
        <w:ind w:firstLine="720"/>
        <w:jc w:val="both"/>
        <w:rPr>
          <w:sz w:val="24"/>
        </w:rPr>
      </w:pPr>
    </w:p>
    <w:p w14:paraId="20286D32" w14:textId="77777777" w:rsidR="002A5AF9" w:rsidRDefault="002A5AF9" w:rsidP="002A5AF9">
      <w:pPr>
        <w:ind w:firstLine="720"/>
        <w:jc w:val="both"/>
        <w:rPr>
          <w:sz w:val="24"/>
        </w:rPr>
      </w:pPr>
    </w:p>
    <w:p w14:paraId="49F1D6EE" w14:textId="77777777" w:rsidR="002A5AF9" w:rsidRDefault="002A5AF9" w:rsidP="002A5AF9">
      <w:pPr>
        <w:ind w:firstLine="720"/>
        <w:jc w:val="both"/>
        <w:rPr>
          <w:sz w:val="24"/>
        </w:rPr>
      </w:pPr>
    </w:p>
    <w:p w14:paraId="5DCF320A" w14:textId="77777777" w:rsidR="002A5AF9" w:rsidRDefault="002A5AF9" w:rsidP="002A5AF9">
      <w:pPr>
        <w:ind w:firstLine="720"/>
        <w:jc w:val="both"/>
        <w:rPr>
          <w:sz w:val="24"/>
        </w:rPr>
      </w:pPr>
      <w:r w:rsidRPr="004907BE">
        <w:rPr>
          <w:sz w:val="24"/>
        </w:rPr>
        <w:t xml:space="preserve">Организатор в аудитории проведения _______________/_____________/ </w:t>
      </w:r>
    </w:p>
    <w:p w14:paraId="70BF91B5" w14:textId="77777777" w:rsidR="002A5AF9" w:rsidRDefault="002A5AF9" w:rsidP="002A5AF9">
      <w:pPr>
        <w:ind w:firstLine="720"/>
        <w:jc w:val="both"/>
        <w:rPr>
          <w:sz w:val="24"/>
        </w:rPr>
      </w:pPr>
    </w:p>
    <w:p w14:paraId="0045B210" w14:textId="77777777" w:rsidR="002A5AF9" w:rsidRPr="004907BE" w:rsidRDefault="002A5AF9" w:rsidP="002A5AF9">
      <w:pPr>
        <w:ind w:firstLine="720"/>
        <w:jc w:val="both"/>
        <w:rPr>
          <w:sz w:val="24"/>
        </w:rPr>
      </w:pPr>
    </w:p>
    <w:p w14:paraId="0CCCB31B" w14:textId="77777777" w:rsidR="002A5AF9" w:rsidRDefault="002A5AF9" w:rsidP="002A5AF9">
      <w:pPr>
        <w:ind w:firstLine="720"/>
        <w:jc w:val="both"/>
        <w:rPr>
          <w:sz w:val="24"/>
        </w:rPr>
      </w:pPr>
      <w:r w:rsidRPr="004907BE">
        <w:rPr>
          <w:sz w:val="24"/>
        </w:rPr>
        <w:t xml:space="preserve">Руководитель пункта проведения школьного этапа олимпиады </w:t>
      </w:r>
      <w:r>
        <w:rPr>
          <w:sz w:val="24"/>
        </w:rPr>
        <w:t xml:space="preserve">    </w:t>
      </w:r>
    </w:p>
    <w:p w14:paraId="23FFDB7E" w14:textId="77777777" w:rsidR="002A5AF9" w:rsidRDefault="002A5AF9" w:rsidP="002A5AF9">
      <w:pPr>
        <w:ind w:firstLine="720"/>
        <w:jc w:val="both"/>
        <w:rPr>
          <w:sz w:val="24"/>
        </w:rPr>
      </w:pPr>
    </w:p>
    <w:p w14:paraId="299439F9" w14:textId="77777777" w:rsidR="002A5AF9" w:rsidRPr="004907BE" w:rsidRDefault="002A5AF9" w:rsidP="002A5AF9">
      <w:pPr>
        <w:ind w:firstLine="720"/>
        <w:jc w:val="both"/>
        <w:rPr>
          <w:b/>
          <w:sz w:val="32"/>
          <w:szCs w:val="24"/>
        </w:rPr>
      </w:pPr>
      <w:r w:rsidRPr="004907BE">
        <w:rPr>
          <w:sz w:val="24"/>
        </w:rPr>
        <w:t>________________/________________</w:t>
      </w:r>
    </w:p>
    <w:p w14:paraId="0F966B7E" w14:textId="77777777" w:rsidR="002A5AF9" w:rsidRDefault="002A5AF9" w:rsidP="002A5AF9">
      <w:pPr>
        <w:spacing w:after="200" w:line="276" w:lineRule="auto"/>
        <w:rPr>
          <w:sz w:val="24"/>
          <w:szCs w:val="24"/>
        </w:rPr>
      </w:pPr>
      <w:r>
        <w:br w:type="page"/>
      </w:r>
    </w:p>
    <w:p w14:paraId="18A67261" w14:textId="77777777" w:rsidR="002A5AF9" w:rsidRPr="00AD3396" w:rsidRDefault="002A5AF9" w:rsidP="00AD3396">
      <w:pPr>
        <w:pStyle w:val="af2"/>
        <w:rPr>
          <w:color w:val="auto"/>
        </w:rPr>
      </w:pPr>
      <w:r w:rsidRPr="00AD3396">
        <w:rPr>
          <w:color w:val="auto"/>
        </w:rPr>
        <w:lastRenderedPageBreak/>
        <w:t>Приложение 5</w:t>
      </w:r>
    </w:p>
    <w:p w14:paraId="447EB028" w14:textId="28E9EAC0" w:rsidR="002A5AF9" w:rsidRPr="00AD3396" w:rsidRDefault="002A5AF9" w:rsidP="00AD3396">
      <w:pPr>
        <w:jc w:val="right"/>
        <w:rPr>
          <w:sz w:val="24"/>
          <w:szCs w:val="24"/>
        </w:rPr>
      </w:pPr>
      <w:r w:rsidRPr="00AD3396">
        <w:rPr>
          <w:sz w:val="24"/>
          <w:szCs w:val="24"/>
        </w:rPr>
        <w:t>к организационно-технологической модели</w:t>
      </w:r>
    </w:p>
    <w:p w14:paraId="4B38BBDB" w14:textId="77777777" w:rsidR="002A5AF9" w:rsidRPr="00AD3396" w:rsidRDefault="002A5AF9" w:rsidP="00AD3396">
      <w:pPr>
        <w:pStyle w:val="af2"/>
      </w:pPr>
    </w:p>
    <w:tbl>
      <w:tblPr>
        <w:tblStyle w:val="ac"/>
        <w:tblW w:w="0" w:type="auto"/>
        <w:tblInd w:w="6487"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088"/>
      </w:tblGrid>
      <w:tr w:rsidR="002A5AF9" w14:paraId="45C32FAB" w14:textId="77777777" w:rsidTr="002A5AF9">
        <w:tc>
          <w:tcPr>
            <w:tcW w:w="3792" w:type="dxa"/>
          </w:tcPr>
          <w:p w14:paraId="5A8BABC8" w14:textId="77777777" w:rsidR="002A5AF9" w:rsidRPr="00EE1B00" w:rsidRDefault="002A5AF9" w:rsidP="002A5AF9">
            <w:pPr>
              <w:pStyle w:val="ad"/>
              <w:ind w:firstLine="0"/>
              <w:jc w:val="both"/>
              <w:rPr>
                <w:b/>
                <w:sz w:val="24"/>
              </w:rPr>
            </w:pPr>
            <w:r w:rsidRPr="00EE1B00">
              <w:rPr>
                <w:b/>
                <w:sz w:val="24"/>
              </w:rPr>
              <w:t>Председателю жюри школьного этапа Всероссийской олимпиады школьников</w:t>
            </w:r>
          </w:p>
          <w:p w14:paraId="3B49EEB9" w14:textId="6088E186" w:rsidR="002A5AF9" w:rsidRPr="00EE1B00" w:rsidRDefault="002A5AF9" w:rsidP="002A5AF9">
            <w:pPr>
              <w:pStyle w:val="ad"/>
              <w:ind w:firstLine="0"/>
              <w:jc w:val="both"/>
              <w:rPr>
                <w:sz w:val="24"/>
              </w:rPr>
            </w:pPr>
            <w:r w:rsidRPr="00EE1B00">
              <w:rPr>
                <w:sz w:val="24"/>
              </w:rPr>
              <w:t>по___________________</w:t>
            </w:r>
            <w:r>
              <w:rPr>
                <w:sz w:val="24"/>
              </w:rPr>
              <w:t>__</w:t>
            </w:r>
          </w:p>
          <w:p w14:paraId="1E580B99" w14:textId="77777777" w:rsidR="002A5AF9" w:rsidRPr="00EE1B00" w:rsidRDefault="002A5AF9" w:rsidP="002A5AF9">
            <w:pPr>
              <w:pStyle w:val="ad"/>
              <w:ind w:firstLine="0"/>
              <w:jc w:val="center"/>
              <w:rPr>
                <w:sz w:val="18"/>
              </w:rPr>
            </w:pPr>
            <w:r w:rsidRPr="00EE1B00">
              <w:rPr>
                <w:sz w:val="18"/>
              </w:rPr>
              <w:t>(предмет)</w:t>
            </w:r>
          </w:p>
          <w:p w14:paraId="32C19EA3" w14:textId="70456813" w:rsidR="002A5AF9" w:rsidRDefault="002A5AF9" w:rsidP="002A5AF9">
            <w:pPr>
              <w:pStyle w:val="ad"/>
              <w:ind w:firstLine="0"/>
              <w:jc w:val="both"/>
              <w:rPr>
                <w:sz w:val="24"/>
                <w:szCs w:val="24"/>
              </w:rPr>
            </w:pPr>
            <w:r w:rsidRPr="00EE1B00">
              <w:rPr>
                <w:sz w:val="24"/>
                <w:szCs w:val="24"/>
              </w:rPr>
              <w:t>от _______________________</w:t>
            </w:r>
            <w:r>
              <w:rPr>
                <w:sz w:val="24"/>
                <w:szCs w:val="24"/>
              </w:rPr>
              <w:t>______________________________________________</w:t>
            </w:r>
          </w:p>
          <w:p w14:paraId="48EF9394" w14:textId="77777777" w:rsidR="002A5AF9" w:rsidRDefault="002A5AF9" w:rsidP="002A5AF9">
            <w:pPr>
              <w:pStyle w:val="ad"/>
              <w:ind w:firstLine="0"/>
              <w:jc w:val="center"/>
              <w:rPr>
                <w:sz w:val="18"/>
                <w:szCs w:val="24"/>
              </w:rPr>
            </w:pPr>
            <w:r w:rsidRPr="00EE1B00">
              <w:rPr>
                <w:sz w:val="18"/>
                <w:szCs w:val="24"/>
              </w:rPr>
              <w:t>(Ф.И.О. участника олимпиады)</w:t>
            </w:r>
          </w:p>
          <w:p w14:paraId="29FD6FBB" w14:textId="77777777" w:rsidR="002A5AF9" w:rsidRDefault="002A5AF9" w:rsidP="002A5AF9">
            <w:pPr>
              <w:pStyle w:val="ad"/>
              <w:ind w:firstLine="0"/>
              <w:jc w:val="both"/>
              <w:rPr>
                <w:sz w:val="24"/>
              </w:rPr>
            </w:pPr>
            <w:r w:rsidRPr="004C25F9">
              <w:rPr>
                <w:sz w:val="24"/>
              </w:rPr>
              <w:t>ученика(</w:t>
            </w:r>
            <w:proofErr w:type="spellStart"/>
            <w:r w:rsidRPr="004C25F9">
              <w:rPr>
                <w:sz w:val="24"/>
              </w:rPr>
              <w:t>цы</w:t>
            </w:r>
            <w:proofErr w:type="spellEnd"/>
            <w:r w:rsidRPr="004C25F9">
              <w:rPr>
                <w:sz w:val="24"/>
              </w:rPr>
              <w:t>) ____________ класса</w:t>
            </w:r>
          </w:p>
          <w:p w14:paraId="7AB4200A" w14:textId="7FFBF33C" w:rsidR="002A5AF9" w:rsidRPr="00EE1B00" w:rsidRDefault="002A5AF9" w:rsidP="002A5AF9">
            <w:pPr>
              <w:pStyle w:val="ad"/>
              <w:ind w:firstLine="0"/>
              <w:jc w:val="both"/>
              <w:rPr>
                <w:sz w:val="24"/>
              </w:rPr>
            </w:pPr>
            <w:r>
              <w:rPr>
                <w:sz w:val="24"/>
              </w:rPr>
              <w:t>______________________________________________</w:t>
            </w:r>
          </w:p>
          <w:p w14:paraId="6B3E07EE" w14:textId="77777777" w:rsidR="002A5AF9" w:rsidRPr="00EE1B00" w:rsidRDefault="002A5AF9" w:rsidP="002A5AF9">
            <w:pPr>
              <w:pStyle w:val="ad"/>
              <w:ind w:firstLine="0"/>
              <w:jc w:val="center"/>
              <w:rPr>
                <w:sz w:val="22"/>
              </w:rPr>
            </w:pPr>
            <w:r w:rsidRPr="00EE1B00">
              <w:rPr>
                <w:sz w:val="18"/>
              </w:rPr>
              <w:t>(название ОО)</w:t>
            </w:r>
          </w:p>
        </w:tc>
      </w:tr>
    </w:tbl>
    <w:p w14:paraId="6C0896D9" w14:textId="77777777" w:rsidR="002A5AF9" w:rsidRDefault="002A5AF9" w:rsidP="002A5AF9">
      <w:pPr>
        <w:pStyle w:val="ad"/>
        <w:jc w:val="both"/>
        <w:rPr>
          <w:b/>
          <w:sz w:val="24"/>
          <w:szCs w:val="24"/>
        </w:rPr>
      </w:pPr>
    </w:p>
    <w:p w14:paraId="208FF9F8" w14:textId="77777777" w:rsidR="002A5AF9" w:rsidRPr="00372D3B" w:rsidRDefault="002A5AF9" w:rsidP="002A5AF9">
      <w:pPr>
        <w:pStyle w:val="ad"/>
        <w:jc w:val="both"/>
        <w:rPr>
          <w:b/>
          <w:sz w:val="22"/>
          <w:szCs w:val="24"/>
        </w:rPr>
      </w:pPr>
    </w:p>
    <w:p w14:paraId="4E7571BD" w14:textId="77777777" w:rsidR="002A5AF9" w:rsidRPr="00372D3B" w:rsidRDefault="002A5AF9" w:rsidP="002A5AF9">
      <w:pPr>
        <w:pStyle w:val="ad"/>
        <w:jc w:val="both"/>
        <w:rPr>
          <w:b/>
          <w:sz w:val="22"/>
          <w:szCs w:val="24"/>
        </w:rPr>
      </w:pPr>
    </w:p>
    <w:p w14:paraId="0A9946EA" w14:textId="77777777" w:rsidR="002A5AF9" w:rsidRPr="00372D3B" w:rsidRDefault="002A5AF9" w:rsidP="00AD3396">
      <w:pPr>
        <w:pStyle w:val="ad"/>
        <w:ind w:firstLine="0"/>
        <w:jc w:val="center"/>
        <w:rPr>
          <w:sz w:val="24"/>
        </w:rPr>
      </w:pPr>
      <w:r w:rsidRPr="00372D3B">
        <w:rPr>
          <w:sz w:val="24"/>
        </w:rPr>
        <w:t>заявление.</w:t>
      </w:r>
    </w:p>
    <w:p w14:paraId="35423E06" w14:textId="77777777" w:rsidR="002A5AF9" w:rsidRPr="00372D3B" w:rsidRDefault="002A5AF9" w:rsidP="002A5AF9">
      <w:pPr>
        <w:pStyle w:val="ad"/>
        <w:jc w:val="both"/>
        <w:rPr>
          <w:sz w:val="24"/>
        </w:rPr>
      </w:pPr>
    </w:p>
    <w:p w14:paraId="49523CCD" w14:textId="77777777" w:rsidR="002A5AF9" w:rsidRPr="00372D3B" w:rsidRDefault="002A5AF9" w:rsidP="002A5AF9">
      <w:pPr>
        <w:pStyle w:val="ad"/>
        <w:jc w:val="both"/>
        <w:rPr>
          <w:sz w:val="24"/>
        </w:rPr>
      </w:pPr>
      <w:r w:rsidRPr="00372D3B">
        <w:rPr>
          <w:sz w:val="24"/>
        </w:rPr>
        <w:t xml:space="preserve">Прошу Вас разрешить пересмотреть мою работу по (предмет, номера заданий), так как я не согласен с выставленными мне баллами (обоснование). </w:t>
      </w:r>
    </w:p>
    <w:p w14:paraId="72F36F64" w14:textId="77777777" w:rsidR="002A5AF9" w:rsidRPr="00372D3B" w:rsidRDefault="002A5AF9" w:rsidP="002A5AF9">
      <w:pPr>
        <w:pStyle w:val="ad"/>
        <w:jc w:val="both"/>
        <w:rPr>
          <w:sz w:val="24"/>
        </w:rPr>
      </w:pPr>
    </w:p>
    <w:p w14:paraId="00055741" w14:textId="77777777" w:rsidR="002A5AF9" w:rsidRPr="00372D3B" w:rsidRDefault="002A5AF9" w:rsidP="002A5AF9">
      <w:pPr>
        <w:pStyle w:val="ad"/>
        <w:jc w:val="both"/>
        <w:rPr>
          <w:sz w:val="24"/>
        </w:rPr>
      </w:pPr>
    </w:p>
    <w:p w14:paraId="67F0F8E8" w14:textId="77777777" w:rsidR="002A5AF9" w:rsidRPr="00372D3B" w:rsidRDefault="002A5AF9" w:rsidP="002A5AF9">
      <w:pPr>
        <w:pStyle w:val="ad"/>
        <w:jc w:val="both"/>
        <w:rPr>
          <w:sz w:val="24"/>
        </w:rPr>
      </w:pPr>
    </w:p>
    <w:p w14:paraId="2289C123" w14:textId="77777777" w:rsidR="002A5AF9" w:rsidRPr="00372D3B" w:rsidRDefault="002A5AF9" w:rsidP="002A5AF9">
      <w:pPr>
        <w:pStyle w:val="ad"/>
        <w:jc w:val="both"/>
        <w:rPr>
          <w:sz w:val="24"/>
        </w:rPr>
      </w:pPr>
    </w:p>
    <w:p w14:paraId="19C32FC9" w14:textId="77777777" w:rsidR="002A5AF9" w:rsidRPr="00372D3B" w:rsidRDefault="002A5AF9" w:rsidP="002A5AF9">
      <w:pPr>
        <w:pStyle w:val="ad"/>
        <w:jc w:val="both"/>
        <w:rPr>
          <w:b/>
          <w:sz w:val="22"/>
          <w:szCs w:val="24"/>
        </w:rPr>
      </w:pPr>
      <w:r w:rsidRPr="00372D3B">
        <w:rPr>
          <w:sz w:val="24"/>
        </w:rPr>
        <w:t>Дата____________________ Подпись____________________</w:t>
      </w:r>
    </w:p>
    <w:p w14:paraId="74037543" w14:textId="77777777" w:rsidR="002A5AF9" w:rsidRDefault="002A5AF9" w:rsidP="002A5AF9">
      <w:pPr>
        <w:spacing w:after="200" w:line="276" w:lineRule="auto"/>
        <w:rPr>
          <w:sz w:val="24"/>
        </w:rPr>
      </w:pPr>
      <w:r>
        <w:rPr>
          <w:sz w:val="24"/>
        </w:rPr>
        <w:br w:type="page"/>
      </w:r>
    </w:p>
    <w:p w14:paraId="43B681CD" w14:textId="42E139EB" w:rsidR="002A5AF9" w:rsidRPr="0049308F" w:rsidRDefault="002A5AF9" w:rsidP="00AD3396">
      <w:pPr>
        <w:jc w:val="right"/>
        <w:rPr>
          <w:sz w:val="24"/>
        </w:rPr>
      </w:pPr>
      <w:r w:rsidRPr="0049308F">
        <w:rPr>
          <w:sz w:val="24"/>
        </w:rPr>
        <w:lastRenderedPageBreak/>
        <w:t>Приложение 6</w:t>
      </w:r>
    </w:p>
    <w:p w14:paraId="4B9E760E" w14:textId="5577BBF2" w:rsidR="002A5AF9" w:rsidRPr="0049308F" w:rsidRDefault="002A5AF9" w:rsidP="00AD3396">
      <w:pPr>
        <w:jc w:val="right"/>
        <w:rPr>
          <w:sz w:val="24"/>
        </w:rPr>
      </w:pPr>
      <w:r w:rsidRPr="0049308F">
        <w:rPr>
          <w:sz w:val="24"/>
        </w:rPr>
        <w:t>к организационно-технологической модели</w:t>
      </w:r>
    </w:p>
    <w:p w14:paraId="1923D619" w14:textId="77777777" w:rsidR="002A5AF9" w:rsidRPr="0049308F" w:rsidRDefault="002A5AF9" w:rsidP="00AD3396">
      <w:pPr>
        <w:jc w:val="right"/>
        <w:rPr>
          <w:sz w:val="24"/>
        </w:rPr>
      </w:pPr>
    </w:p>
    <w:p w14:paraId="0ED93CD9" w14:textId="77777777" w:rsidR="002A5AF9" w:rsidRPr="0049308F" w:rsidRDefault="002A5AF9" w:rsidP="00AD3396">
      <w:pPr>
        <w:jc w:val="right"/>
        <w:rPr>
          <w:sz w:val="24"/>
        </w:rPr>
      </w:pPr>
    </w:p>
    <w:p w14:paraId="3F001A69" w14:textId="77777777" w:rsidR="002A5AF9" w:rsidRPr="00AD3396" w:rsidRDefault="002A5AF9" w:rsidP="00AD3396">
      <w:pPr>
        <w:jc w:val="center"/>
        <w:rPr>
          <w:b/>
          <w:sz w:val="24"/>
          <w:szCs w:val="24"/>
        </w:rPr>
      </w:pPr>
      <w:r w:rsidRPr="00AD3396">
        <w:rPr>
          <w:b/>
          <w:sz w:val="24"/>
          <w:szCs w:val="24"/>
        </w:rPr>
        <w:t>Протокол №_______</w:t>
      </w:r>
    </w:p>
    <w:p w14:paraId="02021639" w14:textId="77777777" w:rsidR="002A5AF9" w:rsidRPr="00AD3396" w:rsidRDefault="002A5AF9" w:rsidP="00AD3396">
      <w:pPr>
        <w:jc w:val="center"/>
        <w:rPr>
          <w:sz w:val="24"/>
          <w:szCs w:val="24"/>
        </w:rPr>
      </w:pPr>
      <w:r w:rsidRPr="00AD3396">
        <w:rPr>
          <w:sz w:val="24"/>
          <w:szCs w:val="24"/>
        </w:rPr>
        <w:t>заседания жюри по итогам проведения апелляции участника школьного этапа</w:t>
      </w:r>
    </w:p>
    <w:p w14:paraId="251B47A6" w14:textId="77777777" w:rsidR="002A5AF9" w:rsidRPr="00AD3396" w:rsidRDefault="002A5AF9" w:rsidP="00AD3396">
      <w:pPr>
        <w:jc w:val="center"/>
        <w:rPr>
          <w:sz w:val="24"/>
          <w:szCs w:val="24"/>
        </w:rPr>
      </w:pPr>
      <w:r w:rsidRPr="00AD3396">
        <w:rPr>
          <w:sz w:val="24"/>
          <w:szCs w:val="24"/>
        </w:rPr>
        <w:t>Всероссийской олимпиады школьников по ______________________</w:t>
      </w:r>
    </w:p>
    <w:p w14:paraId="229874F7" w14:textId="76947AA5" w:rsidR="002A5AF9" w:rsidRPr="0049308F" w:rsidRDefault="002A5AF9" w:rsidP="002A5AF9">
      <w:pPr>
        <w:ind w:firstLine="720"/>
        <w:jc w:val="center"/>
        <w:rPr>
          <w:sz w:val="18"/>
        </w:rPr>
      </w:pPr>
      <w:r>
        <w:rPr>
          <w:sz w:val="18"/>
        </w:rPr>
        <w:t xml:space="preserve">                                                                                     </w:t>
      </w:r>
      <w:r w:rsidRPr="0049308F">
        <w:rPr>
          <w:sz w:val="18"/>
        </w:rPr>
        <w:t>(предмет)</w:t>
      </w:r>
    </w:p>
    <w:p w14:paraId="4DCBE10D" w14:textId="4D9BD51F" w:rsidR="002A5AF9" w:rsidRDefault="002A5AF9" w:rsidP="002A5AF9">
      <w:pPr>
        <w:rPr>
          <w:sz w:val="24"/>
        </w:rPr>
      </w:pPr>
      <w:r>
        <w:rPr>
          <w:sz w:val="24"/>
        </w:rPr>
        <w:t>_____________________________________________________________________________</w:t>
      </w:r>
    </w:p>
    <w:p w14:paraId="218587D7" w14:textId="77777777" w:rsidR="002A5AF9" w:rsidRDefault="002A5AF9" w:rsidP="002A5AF9">
      <w:pPr>
        <w:ind w:firstLine="720"/>
        <w:jc w:val="center"/>
        <w:rPr>
          <w:sz w:val="24"/>
        </w:rPr>
      </w:pPr>
      <w:r w:rsidRPr="0049308F">
        <w:rPr>
          <w:sz w:val="18"/>
        </w:rPr>
        <w:t>(Ф.И.О. полностью)</w:t>
      </w:r>
    </w:p>
    <w:p w14:paraId="1AB90DF6" w14:textId="77777777" w:rsidR="002A5AF9" w:rsidRDefault="002A5AF9" w:rsidP="00AD3396">
      <w:pPr>
        <w:rPr>
          <w:sz w:val="24"/>
        </w:rPr>
      </w:pPr>
    </w:p>
    <w:p w14:paraId="48595B73" w14:textId="13BB0A2C" w:rsidR="002A5AF9" w:rsidRPr="00890779" w:rsidRDefault="002A5AF9" w:rsidP="002A5AF9">
      <w:pPr>
        <w:rPr>
          <w:sz w:val="24"/>
        </w:rPr>
      </w:pPr>
      <w:r w:rsidRPr="00890779">
        <w:rPr>
          <w:sz w:val="24"/>
        </w:rPr>
        <w:t>обучающаяся (</w:t>
      </w:r>
      <w:proofErr w:type="spellStart"/>
      <w:r w:rsidRPr="00890779">
        <w:rPr>
          <w:sz w:val="24"/>
        </w:rPr>
        <w:t>йся</w:t>
      </w:r>
      <w:proofErr w:type="spellEnd"/>
      <w:r w:rsidRPr="00890779">
        <w:rPr>
          <w:sz w:val="24"/>
        </w:rPr>
        <w:t>) _______ класса________________________________________________________________________</w:t>
      </w:r>
    </w:p>
    <w:p w14:paraId="271636C0" w14:textId="5A570454" w:rsidR="002A5AF9" w:rsidRDefault="002A5AF9" w:rsidP="002A5AF9">
      <w:pPr>
        <w:rPr>
          <w:sz w:val="24"/>
        </w:rPr>
      </w:pPr>
      <w:r w:rsidRPr="00890779">
        <w:rPr>
          <w:sz w:val="24"/>
        </w:rPr>
        <w:t>_____________________________________________________________________________</w:t>
      </w:r>
    </w:p>
    <w:p w14:paraId="1A3F33C7" w14:textId="574DF297" w:rsidR="002A5AF9" w:rsidRPr="0049308F" w:rsidRDefault="002A5AF9" w:rsidP="00AD3396">
      <w:pPr>
        <w:jc w:val="center"/>
        <w:rPr>
          <w:sz w:val="16"/>
        </w:rPr>
      </w:pPr>
      <w:r w:rsidRPr="0049308F">
        <w:rPr>
          <w:sz w:val="16"/>
        </w:rPr>
        <w:t>(полное название образовательного учреждения)</w:t>
      </w:r>
    </w:p>
    <w:p w14:paraId="05B20C79" w14:textId="77777777" w:rsidR="002A5AF9" w:rsidRDefault="002A5AF9" w:rsidP="002A5AF9">
      <w:pPr>
        <w:rPr>
          <w:sz w:val="24"/>
        </w:rPr>
      </w:pPr>
    </w:p>
    <w:p w14:paraId="1A9533C2" w14:textId="77777777" w:rsidR="002A5AF9" w:rsidRDefault="002A5AF9" w:rsidP="002A5AF9">
      <w:pPr>
        <w:rPr>
          <w:sz w:val="24"/>
        </w:rPr>
      </w:pPr>
      <w:r w:rsidRPr="0049308F">
        <w:rPr>
          <w:sz w:val="24"/>
        </w:rPr>
        <w:t>Место проведения __________________</w:t>
      </w:r>
      <w:r>
        <w:rPr>
          <w:sz w:val="24"/>
        </w:rPr>
        <w:t>_______________________________</w:t>
      </w:r>
    </w:p>
    <w:p w14:paraId="68EF5CFC" w14:textId="77777777" w:rsidR="002A5AF9" w:rsidRDefault="002A5AF9" w:rsidP="002A5AF9">
      <w:pPr>
        <w:rPr>
          <w:sz w:val="24"/>
        </w:rPr>
      </w:pPr>
      <w:r w:rsidRPr="0049308F">
        <w:rPr>
          <w:sz w:val="24"/>
        </w:rPr>
        <w:t>Дата и время _________________</w:t>
      </w:r>
      <w:r>
        <w:rPr>
          <w:sz w:val="24"/>
        </w:rPr>
        <w:t>_____________________________________</w:t>
      </w:r>
    </w:p>
    <w:p w14:paraId="41CF22A3" w14:textId="77777777" w:rsidR="002A5AF9" w:rsidRDefault="002A5AF9" w:rsidP="002A5AF9">
      <w:pPr>
        <w:rPr>
          <w:sz w:val="24"/>
        </w:rPr>
      </w:pPr>
      <w:r w:rsidRPr="0049308F">
        <w:rPr>
          <w:sz w:val="24"/>
        </w:rPr>
        <w:t>Присутствуют:</w:t>
      </w:r>
    </w:p>
    <w:p w14:paraId="4270A10E" w14:textId="64607028" w:rsidR="002A5AF9" w:rsidRDefault="002A5AF9" w:rsidP="002A5AF9">
      <w:pPr>
        <w:rPr>
          <w:sz w:val="24"/>
        </w:rPr>
      </w:pPr>
      <w:r w:rsidRPr="0049308F">
        <w:rPr>
          <w:sz w:val="24"/>
        </w:rPr>
        <w:t xml:space="preserve">___________________________ председатель, член жюри муниципального этапа </w:t>
      </w:r>
    </w:p>
    <w:p w14:paraId="75DF67C1" w14:textId="77777777" w:rsidR="002A5AF9" w:rsidRDefault="002A5AF9" w:rsidP="002A5AF9">
      <w:pPr>
        <w:rPr>
          <w:sz w:val="24"/>
        </w:rPr>
      </w:pPr>
      <w:r>
        <w:rPr>
          <w:sz w:val="24"/>
        </w:rPr>
        <w:t>Всероссий</w:t>
      </w:r>
      <w:r w:rsidRPr="0049308F">
        <w:rPr>
          <w:sz w:val="24"/>
        </w:rPr>
        <w:t>ской олимпиады школьников по _______________</w:t>
      </w:r>
      <w:r>
        <w:rPr>
          <w:sz w:val="24"/>
        </w:rPr>
        <w:t>__________</w:t>
      </w:r>
      <w:r w:rsidRPr="0049308F">
        <w:rPr>
          <w:sz w:val="24"/>
        </w:rPr>
        <w:t xml:space="preserve">; </w:t>
      </w:r>
    </w:p>
    <w:p w14:paraId="169C56DE" w14:textId="29779B19" w:rsidR="002A5AF9" w:rsidRPr="0049308F" w:rsidRDefault="002A5AF9" w:rsidP="002A5AF9">
      <w:pPr>
        <w:jc w:val="both"/>
        <w:rPr>
          <w:sz w:val="18"/>
        </w:rPr>
      </w:pPr>
      <w:r>
        <w:rPr>
          <w:sz w:val="18"/>
        </w:rPr>
        <w:t xml:space="preserve">                                                                                                               </w:t>
      </w:r>
      <w:r w:rsidR="00AD3396">
        <w:rPr>
          <w:sz w:val="18"/>
        </w:rPr>
        <w:t xml:space="preserve">             </w:t>
      </w:r>
      <w:r w:rsidRPr="0049308F">
        <w:rPr>
          <w:sz w:val="18"/>
        </w:rPr>
        <w:t>(предмет)</w:t>
      </w:r>
    </w:p>
    <w:p w14:paraId="06BD50F4" w14:textId="77777777" w:rsidR="002A5AF9" w:rsidRDefault="002A5AF9" w:rsidP="002A5AF9">
      <w:pPr>
        <w:jc w:val="both"/>
        <w:rPr>
          <w:sz w:val="24"/>
        </w:rPr>
      </w:pPr>
      <w:r w:rsidRPr="0049308F">
        <w:rPr>
          <w:sz w:val="24"/>
        </w:rPr>
        <w:t>_______________________, секретарь, член жюри муниципального этапа всероссийской олимпиа</w:t>
      </w:r>
      <w:r>
        <w:rPr>
          <w:sz w:val="24"/>
        </w:rPr>
        <w:t>ды школьников по __________________________;</w:t>
      </w:r>
    </w:p>
    <w:p w14:paraId="27D74D00" w14:textId="10128A45" w:rsidR="002A5AF9" w:rsidRPr="0049308F" w:rsidRDefault="002A5AF9" w:rsidP="002A5AF9">
      <w:pPr>
        <w:jc w:val="both"/>
        <w:rPr>
          <w:sz w:val="18"/>
        </w:rPr>
      </w:pPr>
      <w:r>
        <w:rPr>
          <w:sz w:val="18"/>
        </w:rPr>
        <w:t xml:space="preserve">                                                                        </w:t>
      </w:r>
      <w:r w:rsidR="00AD3396">
        <w:rPr>
          <w:sz w:val="18"/>
        </w:rPr>
        <w:t xml:space="preserve">                   </w:t>
      </w:r>
      <w:r>
        <w:rPr>
          <w:sz w:val="18"/>
        </w:rPr>
        <w:t xml:space="preserve"> </w:t>
      </w:r>
      <w:r w:rsidRPr="0049308F">
        <w:rPr>
          <w:sz w:val="18"/>
        </w:rPr>
        <w:t>(предмет)</w:t>
      </w:r>
    </w:p>
    <w:p w14:paraId="09B1C0DC" w14:textId="77777777" w:rsidR="002A5AF9" w:rsidRDefault="002A5AF9" w:rsidP="002A5AF9">
      <w:pPr>
        <w:jc w:val="both"/>
        <w:rPr>
          <w:sz w:val="24"/>
        </w:rPr>
      </w:pPr>
      <w:r w:rsidRPr="0049308F">
        <w:rPr>
          <w:sz w:val="24"/>
        </w:rPr>
        <w:t>___</w:t>
      </w:r>
      <w:r>
        <w:rPr>
          <w:sz w:val="24"/>
        </w:rPr>
        <w:t>____________________,</w:t>
      </w:r>
      <w:r w:rsidRPr="0049308F">
        <w:rPr>
          <w:sz w:val="24"/>
        </w:rPr>
        <w:t xml:space="preserve"> член жюри муниципального этапа всероссийской олимпиа</w:t>
      </w:r>
      <w:r>
        <w:rPr>
          <w:sz w:val="24"/>
        </w:rPr>
        <w:t>ды школьников по __________________________;</w:t>
      </w:r>
    </w:p>
    <w:p w14:paraId="034072D2" w14:textId="2297F850" w:rsidR="002A5AF9" w:rsidRPr="0049308F" w:rsidRDefault="002A5AF9" w:rsidP="002A5AF9">
      <w:pPr>
        <w:jc w:val="both"/>
        <w:rPr>
          <w:sz w:val="18"/>
        </w:rPr>
      </w:pPr>
      <w:r>
        <w:rPr>
          <w:sz w:val="18"/>
        </w:rPr>
        <w:t xml:space="preserve">                                              </w:t>
      </w:r>
      <w:r w:rsidR="00AD3396">
        <w:rPr>
          <w:sz w:val="18"/>
        </w:rPr>
        <w:t xml:space="preserve">                 </w:t>
      </w:r>
      <w:r>
        <w:rPr>
          <w:sz w:val="18"/>
        </w:rPr>
        <w:t xml:space="preserve"> </w:t>
      </w:r>
      <w:r w:rsidRPr="0049308F">
        <w:rPr>
          <w:sz w:val="18"/>
        </w:rPr>
        <w:t>(предмет)</w:t>
      </w:r>
    </w:p>
    <w:p w14:paraId="5A818CEC" w14:textId="77777777" w:rsidR="002A5AF9" w:rsidRDefault="002A5AF9" w:rsidP="002A5AF9">
      <w:pPr>
        <w:jc w:val="both"/>
        <w:rPr>
          <w:sz w:val="24"/>
        </w:rPr>
      </w:pPr>
      <w:r w:rsidRPr="0049308F">
        <w:rPr>
          <w:sz w:val="24"/>
        </w:rPr>
        <w:t>___</w:t>
      </w:r>
      <w:r>
        <w:rPr>
          <w:sz w:val="24"/>
        </w:rPr>
        <w:t xml:space="preserve">____________________, </w:t>
      </w:r>
      <w:r w:rsidRPr="0049308F">
        <w:rPr>
          <w:sz w:val="24"/>
        </w:rPr>
        <w:t>член жюри муниципального этапа всероссийской олимпиа</w:t>
      </w:r>
      <w:r>
        <w:rPr>
          <w:sz w:val="24"/>
        </w:rPr>
        <w:t>ды школьников по _______________________;</w:t>
      </w:r>
    </w:p>
    <w:p w14:paraId="37082123" w14:textId="5BC4DED1" w:rsidR="002A5AF9" w:rsidRPr="0049308F" w:rsidRDefault="002A5AF9" w:rsidP="002A5AF9">
      <w:pPr>
        <w:jc w:val="both"/>
        <w:rPr>
          <w:sz w:val="18"/>
        </w:rPr>
      </w:pPr>
      <w:r>
        <w:rPr>
          <w:sz w:val="18"/>
        </w:rPr>
        <w:t xml:space="preserve">                                               </w:t>
      </w:r>
      <w:r w:rsidR="00AD3396">
        <w:rPr>
          <w:sz w:val="18"/>
        </w:rPr>
        <w:t xml:space="preserve">               </w:t>
      </w:r>
      <w:r w:rsidRPr="0049308F">
        <w:rPr>
          <w:sz w:val="18"/>
        </w:rPr>
        <w:t>(предмет)</w:t>
      </w:r>
    </w:p>
    <w:p w14:paraId="4DEC1FAB" w14:textId="77777777" w:rsidR="002A5AF9" w:rsidRDefault="002A5AF9" w:rsidP="002A5AF9">
      <w:pPr>
        <w:jc w:val="both"/>
        <w:rPr>
          <w:sz w:val="24"/>
        </w:rPr>
      </w:pPr>
      <w:r w:rsidRPr="0049308F">
        <w:rPr>
          <w:sz w:val="24"/>
        </w:rPr>
        <w:t>___</w:t>
      </w:r>
      <w:r>
        <w:rPr>
          <w:sz w:val="24"/>
        </w:rPr>
        <w:t xml:space="preserve">____________________, </w:t>
      </w:r>
      <w:r w:rsidRPr="0049308F">
        <w:rPr>
          <w:sz w:val="24"/>
        </w:rPr>
        <w:t>член жюри муниципального этапа всероссийской олимпиа</w:t>
      </w:r>
      <w:r>
        <w:rPr>
          <w:sz w:val="24"/>
        </w:rPr>
        <w:t>ды школьников по _______________________;</w:t>
      </w:r>
    </w:p>
    <w:p w14:paraId="7687C8CC" w14:textId="5279E377" w:rsidR="002A5AF9" w:rsidRPr="0049308F" w:rsidRDefault="002A5AF9" w:rsidP="002A5AF9">
      <w:pPr>
        <w:jc w:val="both"/>
        <w:rPr>
          <w:sz w:val="18"/>
        </w:rPr>
      </w:pPr>
      <w:r>
        <w:rPr>
          <w:sz w:val="18"/>
        </w:rPr>
        <w:t xml:space="preserve">                                               </w:t>
      </w:r>
      <w:r w:rsidR="00AD3396">
        <w:rPr>
          <w:sz w:val="18"/>
        </w:rPr>
        <w:t xml:space="preserve">           </w:t>
      </w:r>
      <w:r w:rsidRPr="0049308F">
        <w:rPr>
          <w:sz w:val="18"/>
        </w:rPr>
        <w:t>(предмет)</w:t>
      </w:r>
    </w:p>
    <w:p w14:paraId="522F269B" w14:textId="77777777" w:rsidR="002A5AF9" w:rsidRDefault="002A5AF9" w:rsidP="002A5AF9">
      <w:pPr>
        <w:rPr>
          <w:sz w:val="24"/>
        </w:rPr>
      </w:pPr>
      <w:r w:rsidRPr="0049308F">
        <w:rPr>
          <w:sz w:val="24"/>
        </w:rPr>
        <w:t>Краткая запись разъяснений членов жюри (по сути апел</w:t>
      </w:r>
      <w:r>
        <w:rPr>
          <w:sz w:val="24"/>
        </w:rPr>
        <w:t>ляции):</w:t>
      </w:r>
    </w:p>
    <w:p w14:paraId="75E8E2BE" w14:textId="2278A42C" w:rsidR="002A5AF9" w:rsidRDefault="002A5AF9" w:rsidP="002A5AF9">
      <w:pPr>
        <w:rPr>
          <w:sz w:val="24"/>
        </w:rPr>
      </w:pPr>
      <w:r>
        <w:rPr>
          <w:sz w:val="24"/>
        </w:rPr>
        <w:t>_____________________________________________________________________________</w:t>
      </w:r>
    </w:p>
    <w:p w14:paraId="024F9C72" w14:textId="12C78040" w:rsidR="002A5AF9" w:rsidRDefault="002A5AF9" w:rsidP="002A5AF9">
      <w:pPr>
        <w:rPr>
          <w:sz w:val="24"/>
        </w:rPr>
      </w:pPr>
      <w:r w:rsidRPr="0049308F">
        <w:rPr>
          <w:sz w:val="24"/>
        </w:rPr>
        <w:t>_____________________________________________________________________________</w:t>
      </w:r>
      <w:r>
        <w:rPr>
          <w:sz w:val="24"/>
        </w:rPr>
        <w:t>_________</w:t>
      </w:r>
      <w:r w:rsidRPr="0049308F">
        <w:rPr>
          <w:sz w:val="24"/>
        </w:rPr>
        <w:t>______________________________________________</w:t>
      </w:r>
      <w:r>
        <w:rPr>
          <w:sz w:val="24"/>
        </w:rPr>
        <w:t>________________________________________</w:t>
      </w:r>
      <w:r w:rsidRPr="0049308F">
        <w:rPr>
          <w:sz w:val="24"/>
        </w:rPr>
        <w:t>______________________________________________</w:t>
      </w:r>
      <w:r>
        <w:rPr>
          <w:sz w:val="24"/>
        </w:rPr>
        <w:t>______________________________</w:t>
      </w:r>
      <w:r w:rsidRPr="0049308F">
        <w:rPr>
          <w:sz w:val="24"/>
        </w:rPr>
        <w:t>______________________________________________</w:t>
      </w:r>
      <w:r>
        <w:rPr>
          <w:sz w:val="24"/>
        </w:rPr>
        <w:t>_______________________________</w:t>
      </w:r>
      <w:r w:rsidRPr="0049308F">
        <w:rPr>
          <w:sz w:val="24"/>
        </w:rPr>
        <w:t>______________________________________________________________</w:t>
      </w:r>
      <w:r>
        <w:rPr>
          <w:sz w:val="24"/>
        </w:rPr>
        <w:t>_______________</w:t>
      </w:r>
      <w:r w:rsidRPr="0049308F">
        <w:rPr>
          <w:sz w:val="24"/>
        </w:rPr>
        <w:t>______________________________________________</w:t>
      </w:r>
      <w:r>
        <w:rPr>
          <w:sz w:val="24"/>
        </w:rPr>
        <w:t>______________</w:t>
      </w:r>
    </w:p>
    <w:p w14:paraId="433179FC" w14:textId="77777777" w:rsidR="002A5AF9" w:rsidRDefault="002A5AF9" w:rsidP="002A5AF9">
      <w:pPr>
        <w:rPr>
          <w:sz w:val="24"/>
        </w:rPr>
      </w:pPr>
    </w:p>
    <w:p w14:paraId="5C2197B5" w14:textId="77777777" w:rsidR="002A5AF9" w:rsidRDefault="002A5AF9" w:rsidP="002A5AF9">
      <w:pPr>
        <w:rPr>
          <w:sz w:val="24"/>
        </w:rPr>
      </w:pPr>
      <w:r w:rsidRPr="0049308F">
        <w:rPr>
          <w:sz w:val="24"/>
        </w:rPr>
        <w:t xml:space="preserve">Результат апелляции: </w:t>
      </w:r>
    </w:p>
    <w:p w14:paraId="0FC5DF76" w14:textId="77777777" w:rsidR="002A5AF9" w:rsidRDefault="002A5AF9" w:rsidP="002A5AF9">
      <w:pPr>
        <w:rPr>
          <w:sz w:val="24"/>
        </w:rPr>
      </w:pPr>
      <w:r w:rsidRPr="0049308F">
        <w:rPr>
          <w:sz w:val="24"/>
        </w:rPr>
        <w:t xml:space="preserve">1) баллы, выставленные участнику олимпиады, оставлены без изменения; </w:t>
      </w:r>
    </w:p>
    <w:p w14:paraId="351A6A24" w14:textId="77777777" w:rsidR="002A5AF9" w:rsidRDefault="002A5AF9" w:rsidP="002A5AF9">
      <w:pPr>
        <w:rPr>
          <w:sz w:val="24"/>
        </w:rPr>
      </w:pPr>
      <w:r w:rsidRPr="0049308F">
        <w:rPr>
          <w:sz w:val="24"/>
        </w:rPr>
        <w:t xml:space="preserve">2) баллы, выставленные участнику олимпиады, изменены на _____________; </w:t>
      </w:r>
    </w:p>
    <w:p w14:paraId="5166AA5D" w14:textId="77777777" w:rsidR="002A5AF9" w:rsidRDefault="002A5AF9" w:rsidP="002A5AF9">
      <w:pPr>
        <w:rPr>
          <w:sz w:val="24"/>
        </w:rPr>
      </w:pPr>
    </w:p>
    <w:p w14:paraId="6AA28FF8" w14:textId="77777777" w:rsidR="002A5AF9" w:rsidRDefault="002A5AF9" w:rsidP="002A5AF9">
      <w:pPr>
        <w:rPr>
          <w:sz w:val="24"/>
        </w:rPr>
      </w:pPr>
      <w:r w:rsidRPr="0049308F">
        <w:rPr>
          <w:sz w:val="24"/>
        </w:rPr>
        <w:t xml:space="preserve">С результатом апелляции согласен (не согласен) _____________________ </w:t>
      </w:r>
    </w:p>
    <w:p w14:paraId="797A034B" w14:textId="77777777" w:rsidR="002A5AF9" w:rsidRPr="0049308F" w:rsidRDefault="002A5AF9" w:rsidP="002A5AF9">
      <w:pPr>
        <w:rPr>
          <w:sz w:val="18"/>
        </w:rPr>
      </w:pPr>
      <w:r>
        <w:rPr>
          <w:sz w:val="18"/>
        </w:rPr>
        <w:t xml:space="preserve">                                                                                                                           </w:t>
      </w:r>
      <w:r w:rsidRPr="0049308F">
        <w:rPr>
          <w:sz w:val="18"/>
        </w:rPr>
        <w:t xml:space="preserve">(подпись заявителя) </w:t>
      </w:r>
    </w:p>
    <w:p w14:paraId="58DD4B28" w14:textId="77777777" w:rsidR="002A5AF9" w:rsidRDefault="002A5AF9" w:rsidP="002A5AF9">
      <w:pPr>
        <w:rPr>
          <w:sz w:val="24"/>
        </w:rPr>
      </w:pPr>
    </w:p>
    <w:p w14:paraId="3C992190" w14:textId="77777777" w:rsidR="002A5AF9" w:rsidRPr="0049308F" w:rsidRDefault="002A5AF9" w:rsidP="002A5AF9">
      <w:pPr>
        <w:rPr>
          <w:b/>
          <w:sz w:val="40"/>
          <w:szCs w:val="24"/>
        </w:rPr>
      </w:pPr>
      <w:r w:rsidRPr="0049308F">
        <w:rPr>
          <w:sz w:val="24"/>
        </w:rPr>
        <w:t>Председатель жюри Члены жюри_________________________</w:t>
      </w:r>
    </w:p>
    <w:p w14:paraId="59A95798" w14:textId="0A8FE315" w:rsidR="00AD3396" w:rsidRDefault="00AD3396">
      <w:pPr>
        <w:rPr>
          <w:sz w:val="24"/>
          <w:szCs w:val="24"/>
        </w:rPr>
      </w:pPr>
      <w:r>
        <w:br w:type="page"/>
      </w:r>
    </w:p>
    <w:p w14:paraId="35249588" w14:textId="2B907961" w:rsidR="002A5AF9" w:rsidRPr="00D00059" w:rsidRDefault="002A5AF9" w:rsidP="00AD3396">
      <w:pPr>
        <w:pStyle w:val="af2"/>
        <w:rPr>
          <w:color w:val="auto"/>
        </w:rPr>
      </w:pPr>
      <w:r w:rsidRPr="00D00059">
        <w:rPr>
          <w:color w:val="auto"/>
        </w:rPr>
        <w:lastRenderedPageBreak/>
        <w:t>Приложение №</w:t>
      </w:r>
      <w:r w:rsidR="005646B3" w:rsidRPr="00D00059">
        <w:rPr>
          <w:color w:val="auto"/>
        </w:rPr>
        <w:t>6</w:t>
      </w:r>
    </w:p>
    <w:p w14:paraId="578946BD" w14:textId="77777777" w:rsidR="002A5AF9" w:rsidRPr="00D00059" w:rsidRDefault="002A5AF9" w:rsidP="00AD3396">
      <w:pPr>
        <w:pStyle w:val="af2"/>
        <w:rPr>
          <w:color w:val="auto"/>
        </w:rPr>
      </w:pPr>
      <w:r w:rsidRPr="00D00059">
        <w:rPr>
          <w:color w:val="auto"/>
        </w:rPr>
        <w:t>к приказу Отдела образования</w:t>
      </w:r>
    </w:p>
    <w:p w14:paraId="486BB3AD" w14:textId="608D5321" w:rsidR="002A5AF9" w:rsidRPr="00D00059" w:rsidRDefault="002A5AF9" w:rsidP="00AD3396">
      <w:pPr>
        <w:pStyle w:val="af2"/>
        <w:rPr>
          <w:color w:val="auto"/>
        </w:rPr>
      </w:pPr>
      <w:r w:rsidRPr="00D00059">
        <w:rPr>
          <w:color w:val="auto"/>
        </w:rPr>
        <w:t xml:space="preserve">от </w:t>
      </w:r>
      <w:r w:rsidR="00E67391">
        <w:rPr>
          <w:color w:val="auto"/>
        </w:rPr>
        <w:t>30.08</w:t>
      </w:r>
      <w:r w:rsidRPr="00D00059">
        <w:rPr>
          <w:color w:val="auto"/>
        </w:rPr>
        <w:t>.202</w:t>
      </w:r>
      <w:r w:rsidR="00E67391">
        <w:rPr>
          <w:color w:val="auto"/>
        </w:rPr>
        <w:t>4г. №</w:t>
      </w:r>
      <w:r w:rsidR="00AD3396">
        <w:rPr>
          <w:color w:val="auto"/>
        </w:rPr>
        <w:t xml:space="preserve"> </w:t>
      </w:r>
      <w:r w:rsidR="00E67391">
        <w:rPr>
          <w:color w:val="auto"/>
        </w:rPr>
        <w:t>438</w:t>
      </w:r>
    </w:p>
    <w:p w14:paraId="66D8C6B7" w14:textId="77777777" w:rsidR="002A5AF9" w:rsidRPr="00D00059" w:rsidRDefault="002A5AF9" w:rsidP="00AD3396">
      <w:pPr>
        <w:pStyle w:val="ad"/>
        <w:ind w:firstLine="0"/>
        <w:jc w:val="right"/>
        <w:rPr>
          <w:b/>
          <w:sz w:val="24"/>
          <w:szCs w:val="24"/>
        </w:rPr>
      </w:pPr>
    </w:p>
    <w:p w14:paraId="254C56A3" w14:textId="77777777" w:rsidR="002A5AF9" w:rsidRPr="00AD3396" w:rsidRDefault="002A5AF9" w:rsidP="00AD3396">
      <w:pPr>
        <w:pStyle w:val="af"/>
        <w:spacing w:after="0"/>
        <w:jc w:val="center"/>
        <w:rPr>
          <w:b/>
          <w:sz w:val="24"/>
          <w:szCs w:val="24"/>
        </w:rPr>
      </w:pPr>
      <w:r w:rsidRPr="00AD3396">
        <w:rPr>
          <w:b/>
          <w:sz w:val="24"/>
          <w:szCs w:val="24"/>
        </w:rPr>
        <w:t>Требования к организации и проведению школьного этапа всероссийской олимпиады школьников на территории Веселовского района</w:t>
      </w:r>
    </w:p>
    <w:p w14:paraId="7CA4843A" w14:textId="77777777" w:rsidR="002A5AF9" w:rsidRPr="00AD3396" w:rsidRDefault="002A5AF9" w:rsidP="00AD3396">
      <w:pPr>
        <w:pStyle w:val="af"/>
        <w:spacing w:after="0"/>
        <w:jc w:val="center"/>
        <w:rPr>
          <w:b/>
          <w:sz w:val="24"/>
          <w:szCs w:val="24"/>
        </w:rPr>
      </w:pPr>
      <w:r w:rsidRPr="00AD3396">
        <w:rPr>
          <w:b/>
          <w:sz w:val="24"/>
          <w:szCs w:val="24"/>
        </w:rPr>
        <w:t>в 202</w:t>
      </w:r>
      <w:r w:rsidR="007A15E3" w:rsidRPr="00AD3396">
        <w:rPr>
          <w:b/>
          <w:sz w:val="24"/>
          <w:szCs w:val="24"/>
        </w:rPr>
        <w:t>4-2025</w:t>
      </w:r>
      <w:r w:rsidRPr="00AD3396">
        <w:rPr>
          <w:b/>
          <w:sz w:val="24"/>
          <w:szCs w:val="24"/>
        </w:rPr>
        <w:t xml:space="preserve"> учебном году</w:t>
      </w:r>
    </w:p>
    <w:p w14:paraId="3E857FA0" w14:textId="77777777" w:rsidR="00AD3396" w:rsidRDefault="00AD3396" w:rsidP="002A5AF9">
      <w:pPr>
        <w:jc w:val="center"/>
        <w:rPr>
          <w:b/>
          <w:sz w:val="24"/>
          <w:szCs w:val="24"/>
        </w:rPr>
      </w:pPr>
    </w:p>
    <w:p w14:paraId="4E719D2E" w14:textId="355CA728" w:rsidR="002A5AF9" w:rsidRPr="00AD3396" w:rsidRDefault="002A5AF9" w:rsidP="00AD3396">
      <w:pPr>
        <w:jc w:val="center"/>
        <w:rPr>
          <w:b/>
          <w:sz w:val="24"/>
          <w:szCs w:val="24"/>
        </w:rPr>
      </w:pPr>
      <w:r w:rsidRPr="00AD3396">
        <w:rPr>
          <w:b/>
          <w:sz w:val="24"/>
          <w:szCs w:val="24"/>
        </w:rPr>
        <w:t>Введение</w:t>
      </w:r>
    </w:p>
    <w:p w14:paraId="77A7CE24" w14:textId="77777777" w:rsidR="002A5AF9" w:rsidRPr="00AD3396" w:rsidRDefault="002A5AF9" w:rsidP="00AD3396">
      <w:pPr>
        <w:pStyle w:val="af"/>
        <w:spacing w:after="0"/>
        <w:ind w:firstLine="720"/>
        <w:jc w:val="both"/>
        <w:rPr>
          <w:sz w:val="24"/>
          <w:szCs w:val="24"/>
        </w:rPr>
      </w:pPr>
      <w:r w:rsidRPr="00AD3396">
        <w:rPr>
          <w:sz w:val="24"/>
          <w:szCs w:val="24"/>
        </w:rPr>
        <w:t>Требования к организации и проведению школьного этапа всероссийской олимпиады школьников (далее – олимпиада) по общеобразовательным предметам в 202</w:t>
      </w:r>
      <w:r w:rsidR="007A15E3" w:rsidRPr="00AD3396">
        <w:rPr>
          <w:sz w:val="24"/>
          <w:szCs w:val="24"/>
        </w:rPr>
        <w:t>4</w:t>
      </w:r>
      <w:r w:rsidRPr="00AD3396">
        <w:rPr>
          <w:sz w:val="24"/>
          <w:szCs w:val="24"/>
        </w:rPr>
        <w:t>-202</w:t>
      </w:r>
      <w:r w:rsidR="007A15E3" w:rsidRPr="00AD3396">
        <w:rPr>
          <w:sz w:val="24"/>
          <w:szCs w:val="24"/>
        </w:rPr>
        <w:t>5</w:t>
      </w:r>
      <w:r w:rsidRPr="00AD3396">
        <w:rPr>
          <w:sz w:val="24"/>
          <w:szCs w:val="24"/>
        </w:rPr>
        <w:t xml:space="preserve"> учебном году разработаны:</w:t>
      </w:r>
    </w:p>
    <w:p w14:paraId="7B9C3283" w14:textId="5709AD11" w:rsidR="002A5AF9" w:rsidRPr="00AD3396" w:rsidRDefault="002A5AF9" w:rsidP="00AD3396">
      <w:pPr>
        <w:pStyle w:val="af"/>
        <w:spacing w:after="0"/>
        <w:ind w:firstLine="720"/>
        <w:jc w:val="both"/>
        <w:rPr>
          <w:sz w:val="24"/>
          <w:szCs w:val="24"/>
        </w:rPr>
      </w:pPr>
      <w:r w:rsidRPr="00AD3396">
        <w:rPr>
          <w:sz w:val="24"/>
          <w:szCs w:val="24"/>
        </w:rPr>
        <w:t>- в соответствии с Порядком проведения всероссийской олимпиады школьников, утвержденным приказом Министерства образования и науки Российской Федерации от 2</w:t>
      </w:r>
      <w:r w:rsidR="0087391A" w:rsidRPr="00AD3396">
        <w:rPr>
          <w:sz w:val="24"/>
          <w:szCs w:val="24"/>
        </w:rPr>
        <w:t>7</w:t>
      </w:r>
      <w:r w:rsidRPr="00AD3396">
        <w:rPr>
          <w:sz w:val="24"/>
          <w:szCs w:val="24"/>
        </w:rPr>
        <w:t>.11.2020г. № 678 «Об утверждении Порядка проведения всероссийской олимпиады школьников», приказом Министерства общего и профессионального обр</w:t>
      </w:r>
      <w:r w:rsidR="0087391A" w:rsidRPr="00AD3396">
        <w:rPr>
          <w:sz w:val="24"/>
          <w:szCs w:val="24"/>
        </w:rPr>
        <w:t>азования Ростовской области от 29.08</w:t>
      </w:r>
      <w:r w:rsidRPr="00AD3396">
        <w:rPr>
          <w:sz w:val="24"/>
          <w:szCs w:val="24"/>
        </w:rPr>
        <w:t>.202</w:t>
      </w:r>
      <w:r w:rsidR="0087391A" w:rsidRPr="00AD3396">
        <w:rPr>
          <w:sz w:val="24"/>
          <w:szCs w:val="24"/>
        </w:rPr>
        <w:t>4</w:t>
      </w:r>
      <w:r w:rsidRPr="00AD3396">
        <w:rPr>
          <w:sz w:val="24"/>
          <w:szCs w:val="24"/>
        </w:rPr>
        <w:t>г. № 8</w:t>
      </w:r>
      <w:r w:rsidR="0087391A" w:rsidRPr="00AD3396">
        <w:rPr>
          <w:sz w:val="24"/>
          <w:szCs w:val="24"/>
        </w:rPr>
        <w:t>13</w:t>
      </w:r>
      <w:r w:rsidRPr="00AD3396">
        <w:rPr>
          <w:sz w:val="24"/>
          <w:szCs w:val="24"/>
        </w:rPr>
        <w:t xml:space="preserve"> «О порядке организации и проведения школьного этапа всероссийской олимпиады школьников на территории Ростовской области в 202</w:t>
      </w:r>
      <w:r w:rsidR="0087391A" w:rsidRPr="00AD3396">
        <w:rPr>
          <w:sz w:val="24"/>
          <w:szCs w:val="24"/>
        </w:rPr>
        <w:t>4</w:t>
      </w:r>
      <w:r w:rsidRPr="00AD3396">
        <w:rPr>
          <w:sz w:val="24"/>
          <w:szCs w:val="24"/>
        </w:rPr>
        <w:t>-202</w:t>
      </w:r>
      <w:r w:rsidR="0087391A" w:rsidRPr="00AD3396">
        <w:rPr>
          <w:sz w:val="24"/>
          <w:szCs w:val="24"/>
        </w:rPr>
        <w:t>5</w:t>
      </w:r>
      <w:r w:rsidRPr="00AD3396">
        <w:rPr>
          <w:sz w:val="24"/>
          <w:szCs w:val="24"/>
        </w:rPr>
        <w:t xml:space="preserve"> учебном году»;</w:t>
      </w:r>
    </w:p>
    <w:p w14:paraId="324ABA1C" w14:textId="77777777" w:rsidR="002A5AF9" w:rsidRPr="00AD3396" w:rsidRDefault="002A5AF9" w:rsidP="00AD3396">
      <w:pPr>
        <w:pStyle w:val="af"/>
        <w:spacing w:after="0"/>
        <w:ind w:firstLine="720"/>
        <w:jc w:val="both"/>
        <w:rPr>
          <w:sz w:val="24"/>
          <w:szCs w:val="24"/>
        </w:rPr>
      </w:pPr>
      <w:r w:rsidRPr="00AD3396">
        <w:rPr>
          <w:sz w:val="24"/>
          <w:szCs w:val="24"/>
        </w:rPr>
        <w:t>- с учетом методических рекомендаций по проведению школьного этапа олимпиады по общеобразовательным предметам в 202</w:t>
      </w:r>
      <w:r w:rsidR="0087391A" w:rsidRPr="00AD3396">
        <w:rPr>
          <w:sz w:val="24"/>
          <w:szCs w:val="24"/>
        </w:rPr>
        <w:t>4</w:t>
      </w:r>
      <w:r w:rsidRPr="00AD3396">
        <w:rPr>
          <w:sz w:val="24"/>
          <w:szCs w:val="24"/>
        </w:rPr>
        <w:t>-202</w:t>
      </w:r>
      <w:r w:rsidR="0087391A" w:rsidRPr="00AD3396">
        <w:rPr>
          <w:sz w:val="24"/>
          <w:szCs w:val="24"/>
        </w:rPr>
        <w:t>5</w:t>
      </w:r>
      <w:r w:rsidRPr="00AD3396">
        <w:rPr>
          <w:sz w:val="24"/>
          <w:szCs w:val="24"/>
        </w:rPr>
        <w:t xml:space="preserve"> учебном году, подготовленных центральной предметно-методической комиссией</w:t>
      </w:r>
      <w:r w:rsidRPr="00AD3396">
        <w:rPr>
          <w:spacing w:val="-5"/>
          <w:sz w:val="24"/>
          <w:szCs w:val="24"/>
        </w:rPr>
        <w:t xml:space="preserve"> </w:t>
      </w:r>
      <w:r w:rsidRPr="00AD3396">
        <w:rPr>
          <w:sz w:val="24"/>
          <w:szCs w:val="24"/>
        </w:rPr>
        <w:t>олимпиады.</w:t>
      </w:r>
    </w:p>
    <w:p w14:paraId="217D4E2B" w14:textId="77777777" w:rsidR="007A7E27" w:rsidRDefault="007A7E27" w:rsidP="007A7E27">
      <w:pPr>
        <w:ind w:firstLine="720"/>
        <w:jc w:val="both"/>
        <w:rPr>
          <w:i/>
          <w:sz w:val="24"/>
          <w:szCs w:val="24"/>
        </w:rPr>
      </w:pPr>
    </w:p>
    <w:p w14:paraId="77D29B03" w14:textId="02B98057" w:rsidR="002A5AF9" w:rsidRPr="00AD3396" w:rsidRDefault="002A5AF9" w:rsidP="007A7E27">
      <w:pPr>
        <w:ind w:firstLine="720"/>
        <w:jc w:val="both"/>
        <w:rPr>
          <w:sz w:val="24"/>
          <w:szCs w:val="24"/>
        </w:rPr>
      </w:pPr>
      <w:r w:rsidRPr="00AD3396">
        <w:rPr>
          <w:i/>
          <w:sz w:val="24"/>
          <w:szCs w:val="24"/>
        </w:rPr>
        <w:t xml:space="preserve">Основные цели </w:t>
      </w:r>
      <w:r w:rsidRPr="00AD3396">
        <w:rPr>
          <w:sz w:val="24"/>
          <w:szCs w:val="24"/>
        </w:rPr>
        <w:t>школьного этапа олимпиады:</w:t>
      </w:r>
    </w:p>
    <w:p w14:paraId="6591AFEF"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стимулирование интереса учащихся к</w:t>
      </w:r>
      <w:r w:rsidRPr="00AD3396">
        <w:rPr>
          <w:spacing w:val="-16"/>
        </w:rPr>
        <w:t xml:space="preserve"> </w:t>
      </w:r>
      <w:r w:rsidRPr="00AD3396">
        <w:t>предмету;</w:t>
      </w:r>
    </w:p>
    <w:p w14:paraId="211748C1"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расширение знаний школьников по</w:t>
      </w:r>
      <w:r w:rsidRPr="00AD3396">
        <w:rPr>
          <w:spacing w:val="-20"/>
        </w:rPr>
        <w:t xml:space="preserve"> </w:t>
      </w:r>
      <w:r w:rsidRPr="00AD3396">
        <w:t>предмету;</w:t>
      </w:r>
    </w:p>
    <w:p w14:paraId="154EE14B"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создание определенной интеллектуальной среды, способствующей сознательному и творческому отношению к процессу образования и</w:t>
      </w:r>
      <w:r w:rsidRPr="00AD3396">
        <w:rPr>
          <w:spacing w:val="-13"/>
        </w:rPr>
        <w:t xml:space="preserve"> </w:t>
      </w:r>
      <w:r w:rsidRPr="00AD3396">
        <w:t>самообразования;</w:t>
      </w:r>
    </w:p>
    <w:p w14:paraId="0E25B12C"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расширение возможностей оценки знаний, умений и навыков, полученных учащимися в школьном курсе по</w:t>
      </w:r>
      <w:r w:rsidRPr="00AD3396">
        <w:rPr>
          <w:spacing w:val="-2"/>
        </w:rPr>
        <w:t xml:space="preserve"> </w:t>
      </w:r>
      <w:r w:rsidRPr="00AD3396">
        <w:t>предмету;</w:t>
      </w:r>
    </w:p>
    <w:p w14:paraId="570A9DEE"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активизация творческих способностей</w:t>
      </w:r>
      <w:r w:rsidRPr="00AD3396">
        <w:rPr>
          <w:spacing w:val="4"/>
        </w:rPr>
        <w:t xml:space="preserve"> </w:t>
      </w:r>
      <w:r w:rsidRPr="00AD3396">
        <w:t>учащихся;</w:t>
      </w:r>
    </w:p>
    <w:p w14:paraId="4D598F19"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развитие системы работы с одаренными детьми в</w:t>
      </w:r>
      <w:r w:rsidRPr="00AD3396">
        <w:rPr>
          <w:spacing w:val="-6"/>
        </w:rPr>
        <w:t xml:space="preserve"> </w:t>
      </w:r>
      <w:r w:rsidRPr="00AD3396">
        <w:t>районе,</w:t>
      </w:r>
    </w:p>
    <w:p w14:paraId="7FD39189"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отбор наиболее способных школьников в каждой</w:t>
      </w:r>
      <w:r w:rsidRPr="00AD3396">
        <w:rPr>
          <w:spacing w:val="-2"/>
        </w:rPr>
        <w:t xml:space="preserve"> </w:t>
      </w:r>
      <w:r w:rsidRPr="00AD3396">
        <w:t>школе,</w:t>
      </w:r>
    </w:p>
    <w:p w14:paraId="728344B4" w14:textId="77777777" w:rsidR="002A5AF9" w:rsidRPr="00AD3396" w:rsidRDefault="002A5AF9" w:rsidP="007A7E27">
      <w:pPr>
        <w:pStyle w:val="af3"/>
        <w:widowControl w:val="0"/>
        <w:numPr>
          <w:ilvl w:val="0"/>
          <w:numId w:val="11"/>
        </w:numPr>
        <w:tabs>
          <w:tab w:val="left" w:pos="993"/>
        </w:tabs>
        <w:autoSpaceDE w:val="0"/>
        <w:autoSpaceDN w:val="0"/>
        <w:ind w:left="0" w:firstLine="720"/>
        <w:contextualSpacing w:val="0"/>
        <w:jc w:val="both"/>
      </w:pPr>
      <w:r w:rsidRPr="00AD3396">
        <w:t>формирование муниципального списка наиболее одаренных</w:t>
      </w:r>
      <w:r w:rsidRPr="00AD3396">
        <w:rPr>
          <w:spacing w:val="-1"/>
        </w:rPr>
        <w:t xml:space="preserve"> </w:t>
      </w:r>
      <w:r w:rsidRPr="00AD3396">
        <w:t>учащихся.</w:t>
      </w:r>
    </w:p>
    <w:p w14:paraId="30EFAB0C" w14:textId="77777777" w:rsidR="002A5AF9" w:rsidRPr="00D00059" w:rsidRDefault="002A5AF9" w:rsidP="002A5AF9">
      <w:pPr>
        <w:pStyle w:val="ad"/>
        <w:ind w:firstLine="0"/>
        <w:rPr>
          <w:b/>
          <w:sz w:val="24"/>
          <w:szCs w:val="24"/>
        </w:rPr>
      </w:pPr>
    </w:p>
    <w:p w14:paraId="7581B65C" w14:textId="77777777" w:rsidR="002A5AF9" w:rsidRPr="00D00059" w:rsidRDefault="002A5AF9" w:rsidP="007A7E27">
      <w:pPr>
        <w:pStyle w:val="af"/>
        <w:spacing w:after="0"/>
        <w:jc w:val="center"/>
        <w:rPr>
          <w:b/>
          <w:sz w:val="24"/>
          <w:szCs w:val="24"/>
        </w:rPr>
      </w:pPr>
      <w:r w:rsidRPr="00D00059">
        <w:rPr>
          <w:b/>
          <w:sz w:val="24"/>
          <w:szCs w:val="24"/>
        </w:rPr>
        <w:t xml:space="preserve">Раздел </w:t>
      </w:r>
      <w:r w:rsidRPr="00D00059">
        <w:rPr>
          <w:b/>
          <w:sz w:val="24"/>
          <w:szCs w:val="24"/>
          <w:lang w:val="en-US"/>
        </w:rPr>
        <w:t>I</w:t>
      </w:r>
      <w:r w:rsidRPr="00D00059">
        <w:rPr>
          <w:b/>
          <w:sz w:val="24"/>
          <w:szCs w:val="24"/>
        </w:rPr>
        <w:t>. Общие требования</w:t>
      </w:r>
    </w:p>
    <w:p w14:paraId="0C3DE0CF" w14:textId="77777777" w:rsidR="002A5AF9" w:rsidRPr="00D00059" w:rsidRDefault="002A5AF9" w:rsidP="007A7E27">
      <w:pPr>
        <w:pStyle w:val="af"/>
        <w:spacing w:after="0"/>
        <w:jc w:val="center"/>
        <w:rPr>
          <w:b/>
          <w:sz w:val="24"/>
          <w:szCs w:val="24"/>
        </w:rPr>
      </w:pPr>
    </w:p>
    <w:p w14:paraId="3CE62291" w14:textId="77777777" w:rsidR="002A5AF9" w:rsidRPr="007A7E27" w:rsidRDefault="002A5AF9" w:rsidP="007A7E27">
      <w:pPr>
        <w:pStyle w:val="af3"/>
        <w:widowControl w:val="0"/>
        <w:numPr>
          <w:ilvl w:val="0"/>
          <w:numId w:val="15"/>
        </w:numPr>
        <w:tabs>
          <w:tab w:val="left" w:pos="993"/>
        </w:tabs>
        <w:autoSpaceDE w:val="0"/>
        <w:autoSpaceDN w:val="0"/>
        <w:ind w:left="0" w:firstLine="709"/>
        <w:contextualSpacing w:val="0"/>
        <w:jc w:val="both"/>
        <w:rPr>
          <w:b/>
        </w:rPr>
      </w:pPr>
      <w:r w:rsidRPr="007A7E27">
        <w:rPr>
          <w:b/>
        </w:rPr>
        <w:t>Порядок проведения</w:t>
      </w:r>
    </w:p>
    <w:p w14:paraId="2D173F46" w14:textId="77777777" w:rsidR="002A5AF9" w:rsidRPr="007A7E27" w:rsidRDefault="002A5AF9" w:rsidP="007A7E27">
      <w:pPr>
        <w:pStyle w:val="af"/>
        <w:spacing w:after="0"/>
        <w:ind w:firstLine="709"/>
        <w:jc w:val="both"/>
        <w:rPr>
          <w:sz w:val="24"/>
          <w:szCs w:val="24"/>
        </w:rPr>
      </w:pPr>
      <w:r w:rsidRPr="007A7E27">
        <w:rPr>
          <w:sz w:val="24"/>
          <w:szCs w:val="24"/>
        </w:rPr>
        <w:t xml:space="preserve">Организатором школьного этапа олимпиады является Отдел образования Администрации Весёловского района. Функции организатора школьного этапа олимпиады определены пунктом </w:t>
      </w:r>
      <w:r w:rsidR="0064399F" w:rsidRPr="007A7E27">
        <w:rPr>
          <w:sz w:val="24"/>
          <w:szCs w:val="24"/>
        </w:rPr>
        <w:t>31</w:t>
      </w:r>
      <w:r w:rsidRPr="007A7E27">
        <w:rPr>
          <w:sz w:val="24"/>
          <w:szCs w:val="24"/>
        </w:rPr>
        <w:t xml:space="preserve"> Порядка проведения всероссийской олимпиады школьников.</w:t>
      </w:r>
    </w:p>
    <w:p w14:paraId="6FE339BE" w14:textId="77777777" w:rsidR="002A5AF9" w:rsidRPr="007A7E27" w:rsidRDefault="002A5AF9" w:rsidP="007A7E27">
      <w:pPr>
        <w:pStyle w:val="af"/>
        <w:spacing w:after="0"/>
        <w:ind w:firstLine="709"/>
        <w:jc w:val="both"/>
        <w:rPr>
          <w:sz w:val="24"/>
          <w:szCs w:val="24"/>
        </w:rPr>
      </w:pPr>
      <w:r w:rsidRPr="007A7E27">
        <w:rPr>
          <w:sz w:val="24"/>
          <w:szCs w:val="24"/>
        </w:rPr>
        <w:t>Определение организационно-технологической модели проведения школьного этапа олимпиады, процедуры шифрования и дешифрования работ относится к компетенции оргкомитета школьного этапа олимпиады. Оргкомитет школьного этапа олимпиады обеспечивает организацию и проведение олимпиады в соответствии с настоящими требованиями, разработанными муниципальной предметно-методической комиссией олимпиады.</w:t>
      </w:r>
    </w:p>
    <w:p w14:paraId="7B2B1BA4" w14:textId="1A8AB855" w:rsidR="002A5AF9" w:rsidRPr="007A7E27" w:rsidRDefault="002A5AF9" w:rsidP="007A7E27">
      <w:pPr>
        <w:pStyle w:val="af"/>
        <w:spacing w:after="0"/>
        <w:ind w:firstLine="709"/>
        <w:jc w:val="both"/>
        <w:rPr>
          <w:sz w:val="24"/>
          <w:szCs w:val="24"/>
        </w:rPr>
      </w:pPr>
      <w:r w:rsidRPr="007A7E27">
        <w:rPr>
          <w:color w:val="000000"/>
          <w:sz w:val="24"/>
          <w:szCs w:val="24"/>
        </w:rPr>
        <w:t>Школьный этап всероссийской олимпиады школьников на технологической платформе «Сириус.</w:t>
      </w:r>
      <w:r w:rsidR="007A7E27">
        <w:rPr>
          <w:color w:val="000000"/>
          <w:sz w:val="24"/>
          <w:szCs w:val="24"/>
        </w:rPr>
        <w:t xml:space="preserve"> </w:t>
      </w:r>
      <w:r w:rsidRPr="007A7E27">
        <w:rPr>
          <w:color w:val="000000"/>
          <w:sz w:val="24"/>
          <w:szCs w:val="24"/>
        </w:rPr>
        <w:t xml:space="preserve">Курсы» (далее – олимпиада) проводится по 6 общеобразовательным предметам (физика, химия, биология, математика, информатика, астрономия) с использованием дистанционных информационно-коммуникационных технологий в части </w:t>
      </w:r>
      <w:r w:rsidRPr="007A7E27">
        <w:rPr>
          <w:color w:val="000000"/>
          <w:sz w:val="24"/>
          <w:szCs w:val="24"/>
        </w:rPr>
        <w:lastRenderedPageBreak/>
        <w:t>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w:t>
      </w:r>
      <w:r w:rsidR="007A7E27">
        <w:rPr>
          <w:color w:val="000000"/>
          <w:sz w:val="24"/>
          <w:szCs w:val="24"/>
        </w:rPr>
        <w:t xml:space="preserve"> </w:t>
      </w:r>
      <w:hyperlink r:id="rId9" w:history="1">
        <w:proofErr w:type="spellStart"/>
        <w:proofErr w:type="gramStart"/>
        <w:r w:rsidRPr="007A7E27">
          <w:rPr>
            <w:rStyle w:val="a8"/>
            <w:color w:val="004166"/>
            <w:sz w:val="24"/>
            <w:szCs w:val="24"/>
            <w:bdr w:val="none" w:sz="0" w:space="0" w:color="auto" w:frame="1"/>
          </w:rPr>
          <w:t>uts.sirius</w:t>
        </w:r>
        <w:proofErr w:type="gramEnd"/>
        <w:r w:rsidRPr="007A7E27">
          <w:rPr>
            <w:rStyle w:val="a8"/>
            <w:color w:val="004166"/>
            <w:sz w:val="24"/>
            <w:szCs w:val="24"/>
            <w:bdr w:val="none" w:sz="0" w:space="0" w:color="auto" w:frame="1"/>
          </w:rPr>
          <w:t>.online</w:t>
        </w:r>
        <w:proofErr w:type="spellEnd"/>
      </w:hyperlink>
      <w:r w:rsidRPr="007A7E27">
        <w:rPr>
          <w:color w:val="000000"/>
          <w:sz w:val="24"/>
          <w:szCs w:val="24"/>
        </w:rPr>
        <w:t xml:space="preserve">. Инструкция для организатора олимпиады в Приложении 1, для учителей – в Приложении 2. </w:t>
      </w:r>
      <w:r w:rsidRPr="007A7E27">
        <w:rPr>
          <w:sz w:val="24"/>
          <w:szCs w:val="24"/>
        </w:rPr>
        <w:t>По остальным предметам школьный этап олимпиады проводится с использованием разработанных муниципальной предметно-методической комиссией олимпиады заданий, основанных на содержании образовательных программ основного общего и среднего общего образования углубленного уровня и соответствующей направленности (профиля).</w:t>
      </w:r>
    </w:p>
    <w:p w14:paraId="3FD058E4" w14:textId="77777777" w:rsidR="002A5AF9" w:rsidRPr="007A7E27" w:rsidRDefault="002A5AF9" w:rsidP="007A7E27">
      <w:pPr>
        <w:ind w:firstLine="709"/>
        <w:jc w:val="both"/>
        <w:rPr>
          <w:sz w:val="24"/>
          <w:szCs w:val="24"/>
        </w:rPr>
      </w:pPr>
      <w:r w:rsidRPr="007A7E27">
        <w:rPr>
          <w:sz w:val="24"/>
          <w:szCs w:val="24"/>
        </w:rPr>
        <w:t>В аудиторию не разрешается брать справочные материалы, средства сотовой связи, фото- и видео аппаратуру.</w:t>
      </w:r>
    </w:p>
    <w:p w14:paraId="36EEF57A" w14:textId="77777777" w:rsidR="002A5AF9" w:rsidRPr="007A7E27" w:rsidRDefault="002A5AF9" w:rsidP="007A7E27">
      <w:pPr>
        <w:ind w:firstLine="709"/>
        <w:jc w:val="both"/>
        <w:rPr>
          <w:sz w:val="24"/>
          <w:szCs w:val="24"/>
        </w:rPr>
      </w:pPr>
      <w:r w:rsidRPr="007A7E27">
        <w:rPr>
          <w:sz w:val="24"/>
          <w:szCs w:val="24"/>
        </w:rPr>
        <w:t>Участники могут взять в аудиторию прохладительные напитки в прозрачной упаковке, шоколад.</w:t>
      </w:r>
    </w:p>
    <w:p w14:paraId="084C0A36" w14:textId="77777777" w:rsidR="002A5AF9" w:rsidRPr="007A7E27" w:rsidRDefault="002A5AF9" w:rsidP="007A7E27">
      <w:pPr>
        <w:tabs>
          <w:tab w:val="left" w:pos="453"/>
        </w:tabs>
        <w:ind w:firstLine="709"/>
        <w:jc w:val="both"/>
        <w:rPr>
          <w:sz w:val="24"/>
          <w:szCs w:val="24"/>
        </w:rPr>
      </w:pPr>
      <w:r w:rsidRPr="007A7E27">
        <w:rPr>
          <w:sz w:val="24"/>
          <w:szCs w:val="24"/>
        </w:rPr>
        <w:t>Для проведения школьного этапа Олимпиады создаются оргкомитет и жюри.</w:t>
      </w:r>
    </w:p>
    <w:p w14:paraId="683078A1" w14:textId="77777777" w:rsidR="002A5AF9" w:rsidRPr="007A7E27" w:rsidRDefault="002A5AF9" w:rsidP="007A7E27">
      <w:pPr>
        <w:tabs>
          <w:tab w:val="left" w:pos="1302"/>
        </w:tabs>
        <w:spacing w:before="2"/>
        <w:ind w:firstLine="709"/>
        <w:jc w:val="both"/>
        <w:rPr>
          <w:sz w:val="24"/>
          <w:szCs w:val="24"/>
        </w:rPr>
      </w:pPr>
      <w:r w:rsidRPr="007A7E27">
        <w:rPr>
          <w:sz w:val="24"/>
          <w:szCs w:val="24"/>
        </w:rPr>
        <w:t>Оргкомитет школьного этапа</w:t>
      </w:r>
      <w:r w:rsidRPr="007A7E27">
        <w:rPr>
          <w:spacing w:val="1"/>
          <w:sz w:val="24"/>
          <w:szCs w:val="24"/>
        </w:rPr>
        <w:t xml:space="preserve"> </w:t>
      </w:r>
      <w:r w:rsidRPr="007A7E27">
        <w:rPr>
          <w:sz w:val="24"/>
          <w:szCs w:val="24"/>
        </w:rPr>
        <w:t>Олимпиады:</w:t>
      </w:r>
    </w:p>
    <w:p w14:paraId="2690AF7A" w14:textId="77777777" w:rsidR="002A5AF9" w:rsidRPr="007A7E27" w:rsidRDefault="002A5AF9" w:rsidP="007A7E27">
      <w:pPr>
        <w:tabs>
          <w:tab w:val="left" w:pos="2219"/>
        </w:tabs>
        <w:ind w:firstLine="709"/>
        <w:jc w:val="both"/>
        <w:rPr>
          <w:sz w:val="24"/>
          <w:szCs w:val="24"/>
        </w:rPr>
      </w:pPr>
      <w:r w:rsidRPr="007A7E27">
        <w:rPr>
          <w:sz w:val="24"/>
          <w:szCs w:val="24"/>
        </w:rPr>
        <w:t>Определяет организационно-технологическую модель проведения школьного этапа</w:t>
      </w:r>
      <w:r w:rsidRPr="007A7E27">
        <w:rPr>
          <w:spacing w:val="1"/>
          <w:sz w:val="24"/>
          <w:szCs w:val="24"/>
        </w:rPr>
        <w:t xml:space="preserve"> </w:t>
      </w:r>
      <w:r w:rsidRPr="007A7E27">
        <w:rPr>
          <w:sz w:val="24"/>
          <w:szCs w:val="24"/>
        </w:rPr>
        <w:t>Олимпиады;</w:t>
      </w:r>
    </w:p>
    <w:p w14:paraId="17A89FE2" w14:textId="77777777" w:rsidR="002A5AF9" w:rsidRPr="007A7E27" w:rsidRDefault="002A5AF9" w:rsidP="007A7E27">
      <w:pPr>
        <w:tabs>
          <w:tab w:val="left" w:pos="2380"/>
          <w:tab w:val="left" w:pos="2381"/>
        </w:tabs>
        <w:ind w:firstLine="709"/>
        <w:jc w:val="both"/>
        <w:rPr>
          <w:sz w:val="24"/>
          <w:szCs w:val="24"/>
        </w:rPr>
      </w:pPr>
      <w:r w:rsidRPr="007A7E27">
        <w:rPr>
          <w:sz w:val="24"/>
          <w:szCs w:val="24"/>
        </w:rPr>
        <w:t>Обеспечивает организацию и проведение школьного этапа Олимпиады в соответствии с требованиями к проведению школьного этапа Олимпиады по каждому общеобразовательному предмету, Порядком проведения всероссийской олимпиады школьников и действующими на момент проведения Олимпиады санитарно-эпидемиологическими требованиями к условиям и организации обучения в организациях,</w:t>
      </w:r>
      <w:r w:rsidRPr="007A7E27">
        <w:rPr>
          <w:spacing w:val="-5"/>
          <w:sz w:val="24"/>
          <w:szCs w:val="24"/>
        </w:rPr>
        <w:t xml:space="preserve"> </w:t>
      </w:r>
      <w:r w:rsidRPr="007A7E27">
        <w:rPr>
          <w:sz w:val="24"/>
          <w:szCs w:val="24"/>
        </w:rPr>
        <w:t>осуществляющих образовательную деятельность по образовательным программам основного общего и среднего общего образования;</w:t>
      </w:r>
    </w:p>
    <w:p w14:paraId="3B0A5C4C" w14:textId="77777777" w:rsidR="002A5AF9" w:rsidRPr="007A7E27" w:rsidRDefault="002A5AF9" w:rsidP="007A7E27">
      <w:pPr>
        <w:tabs>
          <w:tab w:val="left" w:pos="2219"/>
        </w:tabs>
        <w:ind w:firstLine="709"/>
        <w:jc w:val="both"/>
        <w:rPr>
          <w:sz w:val="24"/>
          <w:szCs w:val="24"/>
        </w:rPr>
      </w:pPr>
      <w:r w:rsidRPr="007A7E27">
        <w:rPr>
          <w:sz w:val="24"/>
          <w:szCs w:val="24"/>
        </w:rPr>
        <w:t>Несёт ответственность за жизнь и здоровье участников Олимпиады во время проведения школьного этапа</w:t>
      </w:r>
      <w:r w:rsidRPr="007A7E27">
        <w:rPr>
          <w:spacing w:val="-15"/>
          <w:sz w:val="24"/>
          <w:szCs w:val="24"/>
        </w:rPr>
        <w:t xml:space="preserve"> </w:t>
      </w:r>
      <w:r w:rsidRPr="007A7E27">
        <w:rPr>
          <w:sz w:val="24"/>
          <w:szCs w:val="24"/>
        </w:rPr>
        <w:t>Олимпиады.</w:t>
      </w:r>
    </w:p>
    <w:p w14:paraId="1783961F" w14:textId="77777777" w:rsidR="002A5AF9" w:rsidRPr="007A7E27" w:rsidRDefault="002A5AF9" w:rsidP="007A7E27">
      <w:pPr>
        <w:tabs>
          <w:tab w:val="left" w:pos="2381"/>
        </w:tabs>
        <w:ind w:firstLine="709"/>
        <w:jc w:val="both"/>
        <w:rPr>
          <w:sz w:val="24"/>
          <w:szCs w:val="24"/>
        </w:rPr>
      </w:pPr>
      <w:r w:rsidRPr="007A7E27">
        <w:rPr>
          <w:sz w:val="24"/>
          <w:szCs w:val="24"/>
        </w:rPr>
        <w:t>Состав жюри школьного этапа Олимпиады формируется из числа педагогических, научных и научно-педагогических работников и утверждается приказом Отдела</w:t>
      </w:r>
      <w:r w:rsidRPr="007A7E27">
        <w:rPr>
          <w:spacing w:val="-8"/>
          <w:sz w:val="24"/>
          <w:szCs w:val="24"/>
        </w:rPr>
        <w:t xml:space="preserve"> </w:t>
      </w:r>
      <w:r w:rsidRPr="007A7E27">
        <w:rPr>
          <w:sz w:val="24"/>
          <w:szCs w:val="24"/>
        </w:rPr>
        <w:t>образования.</w:t>
      </w:r>
    </w:p>
    <w:p w14:paraId="2E22D3D1" w14:textId="77777777" w:rsidR="002A5AF9" w:rsidRPr="007A7E27" w:rsidRDefault="002A5AF9" w:rsidP="007A7E27">
      <w:pPr>
        <w:pStyle w:val="af"/>
        <w:spacing w:after="0"/>
        <w:ind w:firstLine="709"/>
        <w:jc w:val="both"/>
        <w:rPr>
          <w:sz w:val="24"/>
          <w:szCs w:val="24"/>
        </w:rPr>
      </w:pPr>
      <w:r w:rsidRPr="007A7E27">
        <w:rPr>
          <w:sz w:val="24"/>
          <w:szCs w:val="24"/>
        </w:rPr>
        <w:t>Состав жюри всех этапов Олимпиады должен меняться не менее чем на пятую часть от общего числа членов не реже одного раза в пять лет.</w:t>
      </w:r>
    </w:p>
    <w:p w14:paraId="0924C761" w14:textId="77777777" w:rsidR="00A671C6" w:rsidRPr="007A7E27" w:rsidRDefault="002A5AF9" w:rsidP="007A7E27">
      <w:pPr>
        <w:tabs>
          <w:tab w:val="left" w:pos="974"/>
        </w:tabs>
        <w:ind w:firstLine="709"/>
        <w:jc w:val="both"/>
        <w:rPr>
          <w:sz w:val="24"/>
          <w:szCs w:val="24"/>
        </w:rPr>
      </w:pPr>
      <w:r w:rsidRPr="007A7E27">
        <w:rPr>
          <w:sz w:val="24"/>
          <w:szCs w:val="24"/>
        </w:rPr>
        <w:t>Перед началом школьного этапа представители оргкомитета обеспечивают сбор и хранение заявлений родителей (законных представителей) обучающихся, заявивших о своём участии в олимпиаде, об ознакомлении с Порядком проведения всероссийской олимпиады школьников и настоящими Требованиями и о согласии на сбор, хранение, использование, распространение (передачу) и публикацию персональных данных своих несовершеннолетних детей, а также их олимпиадных работ, в том</w:t>
      </w:r>
      <w:r w:rsidRPr="007A7E27">
        <w:rPr>
          <w:spacing w:val="19"/>
          <w:sz w:val="24"/>
          <w:szCs w:val="24"/>
        </w:rPr>
        <w:t xml:space="preserve"> </w:t>
      </w:r>
      <w:r w:rsidRPr="007A7E27">
        <w:rPr>
          <w:sz w:val="24"/>
          <w:szCs w:val="24"/>
        </w:rPr>
        <w:t>числе</w:t>
      </w:r>
      <w:r w:rsidRPr="007A7E27">
        <w:rPr>
          <w:spacing w:val="19"/>
          <w:sz w:val="24"/>
          <w:szCs w:val="24"/>
        </w:rPr>
        <w:t xml:space="preserve"> </w:t>
      </w:r>
      <w:r w:rsidRPr="007A7E27">
        <w:rPr>
          <w:sz w:val="24"/>
          <w:szCs w:val="24"/>
        </w:rPr>
        <w:t>в</w:t>
      </w:r>
      <w:r w:rsidRPr="007A7E27">
        <w:rPr>
          <w:spacing w:val="19"/>
          <w:sz w:val="24"/>
          <w:szCs w:val="24"/>
        </w:rPr>
        <w:t xml:space="preserve"> </w:t>
      </w:r>
      <w:r w:rsidRPr="007A7E27">
        <w:rPr>
          <w:sz w:val="24"/>
          <w:szCs w:val="24"/>
        </w:rPr>
        <w:t>информационно-телекоммуникационной</w:t>
      </w:r>
      <w:r w:rsidRPr="007A7E27">
        <w:rPr>
          <w:spacing w:val="20"/>
          <w:sz w:val="24"/>
          <w:szCs w:val="24"/>
        </w:rPr>
        <w:t xml:space="preserve"> </w:t>
      </w:r>
      <w:r w:rsidRPr="007A7E27">
        <w:rPr>
          <w:sz w:val="24"/>
          <w:szCs w:val="24"/>
        </w:rPr>
        <w:t>сети</w:t>
      </w:r>
      <w:r w:rsidRPr="007A7E27">
        <w:rPr>
          <w:spacing w:val="18"/>
          <w:sz w:val="24"/>
          <w:szCs w:val="24"/>
        </w:rPr>
        <w:t xml:space="preserve"> </w:t>
      </w:r>
      <w:r w:rsidRPr="007A7E27">
        <w:rPr>
          <w:sz w:val="24"/>
          <w:szCs w:val="24"/>
        </w:rPr>
        <w:t>"Интернет"</w:t>
      </w:r>
      <w:r w:rsidRPr="007A7E27">
        <w:rPr>
          <w:spacing w:val="19"/>
          <w:sz w:val="24"/>
          <w:szCs w:val="24"/>
        </w:rPr>
        <w:t xml:space="preserve"> </w:t>
      </w:r>
      <w:r w:rsidR="00A671C6" w:rsidRPr="007A7E27">
        <w:rPr>
          <w:sz w:val="24"/>
          <w:szCs w:val="24"/>
        </w:rPr>
        <w:t>(далее - сеть "Интернет").</w:t>
      </w:r>
    </w:p>
    <w:p w14:paraId="63018E88" w14:textId="77777777" w:rsidR="002A5AF9" w:rsidRPr="007A7E27" w:rsidRDefault="002A5AF9" w:rsidP="007A7E27">
      <w:pPr>
        <w:tabs>
          <w:tab w:val="left" w:pos="974"/>
        </w:tabs>
        <w:ind w:firstLine="709"/>
        <w:jc w:val="both"/>
        <w:rPr>
          <w:sz w:val="24"/>
          <w:szCs w:val="24"/>
        </w:rPr>
      </w:pPr>
      <w:r w:rsidRPr="007A7E27">
        <w:rPr>
          <w:sz w:val="24"/>
          <w:szCs w:val="24"/>
        </w:rPr>
        <w:t>Руководители образовательных организаций обеспечивают соблюдение санитарно-эпидемиологических требований при проведении ШЭ ВсОШ.</w:t>
      </w:r>
    </w:p>
    <w:p w14:paraId="4DC5DD62" w14:textId="77777777" w:rsidR="002A5AF9" w:rsidRPr="007A7E27" w:rsidRDefault="002A5AF9" w:rsidP="007A7E27">
      <w:pPr>
        <w:tabs>
          <w:tab w:val="left" w:pos="1437"/>
        </w:tabs>
        <w:ind w:firstLine="709"/>
        <w:jc w:val="both"/>
        <w:rPr>
          <w:sz w:val="24"/>
          <w:szCs w:val="24"/>
        </w:rPr>
      </w:pPr>
      <w:r w:rsidRPr="007A7E27">
        <w:rPr>
          <w:sz w:val="24"/>
          <w:szCs w:val="24"/>
        </w:rPr>
        <w:t>Каждому участнику Олимпиады должно быть предоставлено отдельное рабочее место, оборудованное в соответствии с требованиями к проведению школьного этапа Олимпиады по каждому общеобразовательному предмету.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санитарным эпидемиологическим правилам и</w:t>
      </w:r>
      <w:r w:rsidRPr="007A7E27">
        <w:rPr>
          <w:spacing w:val="-12"/>
          <w:sz w:val="24"/>
          <w:szCs w:val="24"/>
        </w:rPr>
        <w:t xml:space="preserve"> </w:t>
      </w:r>
      <w:r w:rsidRPr="007A7E27">
        <w:rPr>
          <w:sz w:val="24"/>
          <w:szCs w:val="24"/>
        </w:rPr>
        <w:t>нормам.</w:t>
      </w:r>
    </w:p>
    <w:p w14:paraId="3ACADA9C" w14:textId="77777777" w:rsidR="002A5AF9" w:rsidRPr="007A7E27" w:rsidRDefault="002A5AF9" w:rsidP="007A7E27">
      <w:pPr>
        <w:tabs>
          <w:tab w:val="left" w:pos="1571"/>
        </w:tabs>
        <w:ind w:firstLine="709"/>
        <w:jc w:val="both"/>
        <w:rPr>
          <w:sz w:val="24"/>
          <w:szCs w:val="24"/>
        </w:rPr>
      </w:pPr>
      <w:r w:rsidRPr="007A7E27">
        <w:rPr>
          <w:sz w:val="24"/>
          <w:szCs w:val="24"/>
        </w:rPr>
        <w:t>До начала школьного этапа Олимпиады по каждому общеобразовательному предмету представители организатора Олимпиады проводят инструктаж участников Олимпиады - информируют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w:t>
      </w:r>
    </w:p>
    <w:p w14:paraId="13315CA1" w14:textId="7C55B675" w:rsidR="002A5AF9" w:rsidRPr="007A7E27" w:rsidRDefault="002A5AF9" w:rsidP="007A7E27">
      <w:pPr>
        <w:tabs>
          <w:tab w:val="left" w:pos="1744"/>
        </w:tabs>
        <w:ind w:firstLine="709"/>
        <w:jc w:val="both"/>
        <w:rPr>
          <w:sz w:val="24"/>
          <w:szCs w:val="24"/>
        </w:rPr>
      </w:pPr>
      <w:r w:rsidRPr="007A7E27">
        <w:rPr>
          <w:sz w:val="24"/>
          <w:szCs w:val="24"/>
        </w:rPr>
        <w:lastRenderedPageBreak/>
        <w:t xml:space="preserve">До начала Олимпиады дежурный по аудитории предлагает участникам оставить личные вещи в специально определенном месте, рассаживает участников Олимпиады по одному за парту, предупреждает, что работа должна быть оформлена только шариковой или </w:t>
      </w:r>
      <w:proofErr w:type="spellStart"/>
      <w:r w:rsidRPr="007A7E27">
        <w:rPr>
          <w:sz w:val="24"/>
          <w:szCs w:val="24"/>
        </w:rPr>
        <w:t>гелевой</w:t>
      </w:r>
      <w:proofErr w:type="spellEnd"/>
      <w:r w:rsidRPr="007A7E27">
        <w:rPr>
          <w:sz w:val="24"/>
          <w:szCs w:val="24"/>
        </w:rPr>
        <w:t xml:space="preserve"> ручкой,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 Дежурные по аудитории не должны комментировать</w:t>
      </w:r>
      <w:r w:rsidRPr="007A7E27">
        <w:rPr>
          <w:spacing w:val="-3"/>
          <w:sz w:val="24"/>
          <w:szCs w:val="24"/>
        </w:rPr>
        <w:t xml:space="preserve"> </w:t>
      </w:r>
      <w:r w:rsidRPr="007A7E27">
        <w:rPr>
          <w:sz w:val="24"/>
          <w:szCs w:val="24"/>
        </w:rPr>
        <w:t>задания.</w:t>
      </w:r>
    </w:p>
    <w:p w14:paraId="67BB4AAD" w14:textId="0CCEE64B" w:rsidR="002A5AF9" w:rsidRPr="007A7E27" w:rsidRDefault="002A5AF9" w:rsidP="007A7E27">
      <w:pPr>
        <w:tabs>
          <w:tab w:val="left" w:pos="1744"/>
        </w:tabs>
        <w:ind w:firstLine="709"/>
        <w:jc w:val="both"/>
        <w:rPr>
          <w:sz w:val="24"/>
          <w:szCs w:val="24"/>
        </w:rPr>
      </w:pPr>
      <w:r w:rsidRPr="007A7E27">
        <w:rPr>
          <w:sz w:val="24"/>
          <w:szCs w:val="24"/>
        </w:rPr>
        <w:t>Для участия в олимпиаде на платформе «Сириус.</w:t>
      </w:r>
      <w:r w:rsidR="007A7E27">
        <w:rPr>
          <w:sz w:val="24"/>
          <w:szCs w:val="24"/>
        </w:rPr>
        <w:t xml:space="preserve"> </w:t>
      </w:r>
      <w:r w:rsidRPr="007A7E27">
        <w:rPr>
          <w:sz w:val="24"/>
          <w:szCs w:val="24"/>
        </w:rPr>
        <w:t xml:space="preserve">Курсы» организаторы получают коды участников в личном кабинете ФИС ОКО. </w:t>
      </w:r>
      <w:r w:rsidRPr="007A7E27">
        <w:rPr>
          <w:color w:val="000000"/>
          <w:sz w:val="24"/>
          <w:szCs w:val="24"/>
        </w:rPr>
        <w:t>Образовательные организации получают доступ к индивидуальным кодам участников не позднее, чем за 5 календарных дней до даты проведения тура олимпиады в соответствии с</w:t>
      </w:r>
      <w:r w:rsidR="007A7E27">
        <w:rPr>
          <w:color w:val="000000"/>
          <w:sz w:val="24"/>
          <w:szCs w:val="24"/>
        </w:rPr>
        <w:t xml:space="preserve"> </w:t>
      </w:r>
      <w:hyperlink r:id="rId10" w:history="1">
        <w:r w:rsidRPr="007A7E27">
          <w:rPr>
            <w:rStyle w:val="a8"/>
            <w:sz w:val="24"/>
            <w:szCs w:val="24"/>
            <w:bdr w:val="none" w:sz="0" w:space="0" w:color="auto" w:frame="1"/>
          </w:rPr>
          <w:t>инструкцией</w:t>
        </w:r>
      </w:hyperlink>
      <w:r w:rsidR="007A7E27">
        <w:rPr>
          <w:color w:val="000000"/>
          <w:sz w:val="24"/>
          <w:szCs w:val="24"/>
        </w:rPr>
        <w:t xml:space="preserve"> </w:t>
      </w:r>
      <w:r w:rsidRPr="007A7E27">
        <w:rPr>
          <w:color w:val="000000"/>
          <w:sz w:val="24"/>
          <w:szCs w:val="24"/>
        </w:rPr>
        <w:t>на официальном сайте олимпиады</w:t>
      </w:r>
      <w:r w:rsidR="007A7E27">
        <w:rPr>
          <w:color w:val="000000"/>
          <w:sz w:val="24"/>
          <w:szCs w:val="24"/>
        </w:rPr>
        <w:t xml:space="preserve"> </w:t>
      </w:r>
      <w:hyperlink r:id="rId11" w:history="1">
        <w:r w:rsidRPr="007A7E27">
          <w:rPr>
            <w:rStyle w:val="a8"/>
            <w:color w:val="004166"/>
            <w:sz w:val="24"/>
            <w:szCs w:val="24"/>
            <w:bdr w:val="none" w:sz="0" w:space="0" w:color="auto" w:frame="1"/>
          </w:rPr>
          <w:t>siriusolymp.ru</w:t>
        </w:r>
      </w:hyperlink>
      <w:r w:rsidRPr="007A7E27">
        <w:rPr>
          <w:color w:val="000000"/>
          <w:sz w:val="24"/>
          <w:szCs w:val="24"/>
        </w:rPr>
        <w:t>.</w:t>
      </w:r>
      <w:r w:rsidRPr="007A7E27">
        <w:rPr>
          <w:sz w:val="24"/>
          <w:szCs w:val="24"/>
        </w:rPr>
        <w:t xml:space="preserve"> Организаторы присваивают каждому участнику олимпиады код (Приложение 4), после чего участник заходит в систему </w:t>
      </w:r>
      <w:proofErr w:type="spellStart"/>
      <w:proofErr w:type="gramStart"/>
      <w:r w:rsidRPr="007A7E27">
        <w:rPr>
          <w:sz w:val="24"/>
          <w:szCs w:val="24"/>
          <w:lang w:val="en-US"/>
        </w:rPr>
        <w:t>uts</w:t>
      </w:r>
      <w:proofErr w:type="spellEnd"/>
      <w:r w:rsidRPr="007A7E27">
        <w:rPr>
          <w:sz w:val="24"/>
          <w:szCs w:val="24"/>
        </w:rPr>
        <w:t>.</w:t>
      </w:r>
      <w:proofErr w:type="spellStart"/>
      <w:r w:rsidRPr="007A7E27">
        <w:rPr>
          <w:sz w:val="24"/>
          <w:szCs w:val="24"/>
          <w:lang w:val="en-US"/>
        </w:rPr>
        <w:t>sirius</w:t>
      </w:r>
      <w:proofErr w:type="spellEnd"/>
      <w:proofErr w:type="gramEnd"/>
      <w:r w:rsidRPr="007A7E27">
        <w:rPr>
          <w:sz w:val="24"/>
          <w:szCs w:val="24"/>
        </w:rPr>
        <w:t>.</w:t>
      </w:r>
      <w:r w:rsidRPr="007A7E27">
        <w:rPr>
          <w:sz w:val="24"/>
          <w:szCs w:val="24"/>
          <w:lang w:val="en-US"/>
        </w:rPr>
        <w:t>online</w:t>
      </w:r>
      <w:r w:rsidRPr="007A7E27">
        <w:rPr>
          <w:sz w:val="24"/>
          <w:szCs w:val="24"/>
        </w:rPr>
        <w:t xml:space="preserve"> и вводит код нужного предмета и выполняет задание (Приложение 3). </w:t>
      </w:r>
      <w:r w:rsidRPr="007A7E27">
        <w:rPr>
          <w:color w:val="000000"/>
          <w:sz w:val="24"/>
          <w:szCs w:val="24"/>
        </w:rPr>
        <w:t>Время, отведенное на выполнение заданий для каждого общеобразовательного предмета и класса, указывается непосредственно в тексте заданий, а также публикуется на официальном сайте олимпиады</w:t>
      </w:r>
      <w:r w:rsidR="007A7E27">
        <w:rPr>
          <w:color w:val="000000"/>
          <w:sz w:val="24"/>
          <w:szCs w:val="24"/>
        </w:rPr>
        <w:t xml:space="preserve"> </w:t>
      </w:r>
      <w:hyperlink r:id="rId12" w:history="1">
        <w:r w:rsidRPr="007A7E27">
          <w:rPr>
            <w:rStyle w:val="a8"/>
            <w:color w:val="004166"/>
            <w:sz w:val="24"/>
            <w:szCs w:val="24"/>
            <w:bdr w:val="none" w:sz="0" w:space="0" w:color="auto" w:frame="1"/>
          </w:rPr>
          <w:t>siriusolymp.ru</w:t>
        </w:r>
      </w:hyperlink>
      <w:r w:rsidRPr="007A7E27">
        <w:rPr>
          <w:color w:val="000000"/>
          <w:sz w:val="24"/>
          <w:szCs w:val="24"/>
        </w:rPr>
        <w:t xml:space="preserve">. Участник олимпиады может приступить к выполнению заданий в любое время, начиная с 8:00 по местному времени. Работа должна быть сдана участником до </w:t>
      </w:r>
      <w:r w:rsidR="00A671C6" w:rsidRPr="007A7E27">
        <w:rPr>
          <w:color w:val="000000"/>
          <w:sz w:val="24"/>
          <w:szCs w:val="24"/>
        </w:rPr>
        <w:t>окончания,</w:t>
      </w:r>
      <w:r w:rsidRPr="007A7E27">
        <w:rPr>
          <w:color w:val="000000"/>
          <w:sz w:val="24"/>
          <w:szCs w:val="24"/>
        </w:rPr>
        <w:t xml:space="preserve"> отведенного на выполнение времени, но не позже 22:00 по местному времени. В случае, если работа не была сдана участником до </w:t>
      </w:r>
      <w:r w:rsidR="00A671C6" w:rsidRPr="007A7E27">
        <w:rPr>
          <w:color w:val="000000"/>
          <w:sz w:val="24"/>
          <w:szCs w:val="24"/>
        </w:rPr>
        <w:t>окончания,</w:t>
      </w:r>
      <w:r w:rsidRPr="007A7E27">
        <w:rPr>
          <w:color w:val="000000"/>
          <w:sz w:val="24"/>
          <w:szCs w:val="24"/>
        </w:rPr>
        <w:t xml:space="preserve"> отведенного на выполнение времени, сохраненные ответы будут направлены на проверку автоматически.</w:t>
      </w:r>
      <w:r w:rsidRPr="007A7E27">
        <w:rPr>
          <w:sz w:val="24"/>
          <w:szCs w:val="24"/>
        </w:rPr>
        <w:t xml:space="preserve"> После начала выполнения заданий время начинает отсчитываться автоматически. Отсчет времени не останавливается, даже если участник выйдет из системы.</w:t>
      </w:r>
    </w:p>
    <w:p w14:paraId="172CC5E9" w14:textId="77777777" w:rsidR="002A5AF9" w:rsidRPr="007A7E27" w:rsidRDefault="002A5AF9" w:rsidP="007A7E27">
      <w:pPr>
        <w:jc w:val="both"/>
        <w:rPr>
          <w:sz w:val="24"/>
          <w:szCs w:val="24"/>
          <w:highlight w:val="yellow"/>
        </w:rPr>
      </w:pPr>
    </w:p>
    <w:p w14:paraId="2BB1472C" w14:textId="71833DC8" w:rsidR="002A5AF9" w:rsidRPr="007A7E27" w:rsidRDefault="002A5AF9" w:rsidP="007A7E27">
      <w:pPr>
        <w:pStyle w:val="110"/>
        <w:numPr>
          <w:ilvl w:val="0"/>
          <w:numId w:val="15"/>
        </w:numPr>
        <w:tabs>
          <w:tab w:val="left" w:pos="993"/>
        </w:tabs>
        <w:spacing w:line="240" w:lineRule="auto"/>
        <w:ind w:left="0" w:firstLine="709"/>
        <w:rPr>
          <w:sz w:val="24"/>
          <w:szCs w:val="24"/>
        </w:rPr>
      </w:pPr>
      <w:r w:rsidRPr="007A7E27">
        <w:rPr>
          <w:sz w:val="24"/>
          <w:szCs w:val="24"/>
        </w:rPr>
        <w:t>Состав участников</w:t>
      </w:r>
      <w:r w:rsidRPr="007A7E27">
        <w:rPr>
          <w:b w:val="0"/>
          <w:sz w:val="24"/>
          <w:szCs w:val="24"/>
        </w:rPr>
        <w:t xml:space="preserve">, </w:t>
      </w:r>
      <w:r w:rsidRPr="007A7E27">
        <w:rPr>
          <w:sz w:val="24"/>
          <w:szCs w:val="24"/>
        </w:rPr>
        <w:t>организационные вопросы, связанные с особенностями</w:t>
      </w:r>
      <w:r w:rsidRPr="007A7E27">
        <w:rPr>
          <w:spacing w:val="-2"/>
          <w:sz w:val="24"/>
          <w:szCs w:val="24"/>
        </w:rPr>
        <w:t xml:space="preserve"> </w:t>
      </w:r>
      <w:r w:rsidRPr="007A7E27">
        <w:rPr>
          <w:sz w:val="24"/>
          <w:szCs w:val="24"/>
        </w:rPr>
        <w:t>Олимпиады</w:t>
      </w:r>
    </w:p>
    <w:p w14:paraId="4B04406B" w14:textId="3032AA37" w:rsidR="002A5AF9" w:rsidRPr="007A7E27" w:rsidRDefault="002A5AF9" w:rsidP="007A7E27">
      <w:pPr>
        <w:pStyle w:val="110"/>
        <w:tabs>
          <w:tab w:val="left" w:pos="1386"/>
        </w:tabs>
        <w:spacing w:line="240" w:lineRule="auto"/>
        <w:ind w:left="0" w:firstLine="709"/>
        <w:rPr>
          <w:b w:val="0"/>
          <w:sz w:val="24"/>
          <w:szCs w:val="24"/>
        </w:rPr>
      </w:pPr>
      <w:r w:rsidRPr="007A7E27">
        <w:rPr>
          <w:b w:val="0"/>
          <w:sz w:val="24"/>
          <w:szCs w:val="24"/>
        </w:rPr>
        <w:t>На школьном этапе Олимпиады на добровольной основе принимают индивидуальное участие обучающиеся 4-11 классов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4 класс (русский язык и математика), 5-11 класс (по изучаемым</w:t>
      </w:r>
      <w:r w:rsidRPr="007A7E27">
        <w:rPr>
          <w:b w:val="0"/>
          <w:spacing w:val="-4"/>
          <w:sz w:val="24"/>
          <w:szCs w:val="24"/>
        </w:rPr>
        <w:t xml:space="preserve"> </w:t>
      </w:r>
      <w:r w:rsidRPr="007A7E27">
        <w:rPr>
          <w:b w:val="0"/>
          <w:sz w:val="24"/>
          <w:szCs w:val="24"/>
        </w:rPr>
        <w:t>предметам).</w:t>
      </w:r>
    </w:p>
    <w:p w14:paraId="7D28361D" w14:textId="77777777" w:rsidR="002A5AF9" w:rsidRPr="007A7E27" w:rsidRDefault="002A5AF9" w:rsidP="007A7E27">
      <w:pPr>
        <w:pStyle w:val="110"/>
        <w:tabs>
          <w:tab w:val="left" w:pos="1386"/>
        </w:tabs>
        <w:spacing w:line="240" w:lineRule="auto"/>
        <w:ind w:left="0" w:firstLine="709"/>
        <w:rPr>
          <w:b w:val="0"/>
          <w:sz w:val="24"/>
          <w:szCs w:val="24"/>
        </w:rPr>
      </w:pPr>
      <w:r w:rsidRPr="007A7E27">
        <w:rPr>
          <w:b w:val="0"/>
          <w:sz w:val="24"/>
          <w:szCs w:val="24"/>
        </w:rPr>
        <w:t>Участники школьного этапа Олимпиады вправе выполнять олимпиадные задания, разработанные для более старших классов по отношению к тем, в которых они проходят обучение. В случае прохождения на последующие этапы Олимпиады данные участники выполняют олимпиадные задания, разработанные для класса, который они выбрали на школьном этапе Олимпиады.</w:t>
      </w:r>
    </w:p>
    <w:p w14:paraId="0AB0F04C" w14:textId="77777777" w:rsidR="002A5AF9" w:rsidRPr="007A7E27" w:rsidRDefault="002A5AF9" w:rsidP="007A7E27">
      <w:pPr>
        <w:jc w:val="both"/>
        <w:rPr>
          <w:sz w:val="24"/>
          <w:szCs w:val="24"/>
        </w:rPr>
      </w:pPr>
    </w:p>
    <w:p w14:paraId="40FF4D87" w14:textId="77777777" w:rsidR="002A5AF9" w:rsidRPr="007A7E27" w:rsidRDefault="002A5AF9" w:rsidP="007A7E27">
      <w:pPr>
        <w:pStyle w:val="110"/>
        <w:numPr>
          <w:ilvl w:val="0"/>
          <w:numId w:val="15"/>
        </w:numPr>
        <w:tabs>
          <w:tab w:val="left" w:pos="993"/>
        </w:tabs>
        <w:spacing w:line="240" w:lineRule="auto"/>
        <w:ind w:left="0" w:firstLine="709"/>
        <w:rPr>
          <w:sz w:val="24"/>
          <w:szCs w:val="24"/>
        </w:rPr>
      </w:pPr>
      <w:r w:rsidRPr="007A7E27">
        <w:rPr>
          <w:sz w:val="24"/>
          <w:szCs w:val="24"/>
        </w:rPr>
        <w:t>Проверка и система оценивания олимпиадных работ</w:t>
      </w:r>
    </w:p>
    <w:p w14:paraId="1D4E1D8B" w14:textId="77777777" w:rsidR="002A5AF9" w:rsidRPr="007A7E27" w:rsidRDefault="002A5AF9" w:rsidP="005E26F5">
      <w:pPr>
        <w:pStyle w:val="af"/>
        <w:spacing w:after="0"/>
        <w:ind w:firstLine="709"/>
        <w:jc w:val="both"/>
        <w:rPr>
          <w:sz w:val="24"/>
          <w:szCs w:val="24"/>
        </w:rPr>
      </w:pPr>
      <w:r w:rsidRPr="007A7E27">
        <w:rPr>
          <w:sz w:val="24"/>
          <w:szCs w:val="24"/>
        </w:rPr>
        <w:t>Для объективной проверки работ участников школьного этапа олимпиады формируется жюри олимпиады по предмету. Жюри школьного этапа олимпиады:</w:t>
      </w:r>
    </w:p>
    <w:p w14:paraId="58D02DBE"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принимает для оценивания олимпиадные работы участников</w:t>
      </w:r>
      <w:r w:rsidRPr="007A7E27">
        <w:rPr>
          <w:spacing w:val="-1"/>
          <w:sz w:val="24"/>
          <w:szCs w:val="24"/>
        </w:rPr>
        <w:t xml:space="preserve"> </w:t>
      </w:r>
      <w:r w:rsidRPr="007A7E27">
        <w:rPr>
          <w:sz w:val="24"/>
          <w:szCs w:val="24"/>
        </w:rPr>
        <w:t>олимпиады;</w:t>
      </w:r>
    </w:p>
    <w:p w14:paraId="4577C078"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оценивает выполненные олимпиадные задания в соответствии с установленными критериями и методикой оценивания выполненных олимпиадных заданий, разработанными муниципальной предметно-методической комиссией олимпиады;</w:t>
      </w:r>
    </w:p>
    <w:p w14:paraId="1E1F8B65"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проводит с участниками олимпиады анализ олимпиадных заданий и их</w:t>
      </w:r>
      <w:r w:rsidRPr="007A7E27">
        <w:rPr>
          <w:spacing w:val="-14"/>
          <w:sz w:val="24"/>
          <w:szCs w:val="24"/>
        </w:rPr>
        <w:t xml:space="preserve"> </w:t>
      </w:r>
      <w:r w:rsidRPr="007A7E27">
        <w:rPr>
          <w:sz w:val="24"/>
          <w:szCs w:val="24"/>
        </w:rPr>
        <w:t>решений;</w:t>
      </w:r>
    </w:p>
    <w:p w14:paraId="3B336654"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осуществляет очно по запросу участника олимпиады показ выполненных им олимпиадных</w:t>
      </w:r>
      <w:r w:rsidRPr="007A7E27">
        <w:rPr>
          <w:spacing w:val="1"/>
          <w:sz w:val="24"/>
          <w:szCs w:val="24"/>
        </w:rPr>
        <w:t xml:space="preserve"> </w:t>
      </w:r>
      <w:r w:rsidRPr="007A7E27">
        <w:rPr>
          <w:sz w:val="24"/>
          <w:szCs w:val="24"/>
        </w:rPr>
        <w:t>заданий;</w:t>
      </w:r>
    </w:p>
    <w:p w14:paraId="3DE966AE"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представляет результаты олимпиады её</w:t>
      </w:r>
      <w:r w:rsidRPr="007A7E27">
        <w:rPr>
          <w:spacing w:val="-1"/>
          <w:sz w:val="24"/>
          <w:szCs w:val="24"/>
        </w:rPr>
        <w:t xml:space="preserve"> </w:t>
      </w:r>
      <w:r w:rsidRPr="007A7E27">
        <w:rPr>
          <w:sz w:val="24"/>
          <w:szCs w:val="24"/>
        </w:rPr>
        <w:t>участникам;</w:t>
      </w:r>
    </w:p>
    <w:p w14:paraId="3E14E399"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рассматривает очно апелляции участников олимпиады с использованием аудио- и видеофиксации;</w:t>
      </w:r>
    </w:p>
    <w:p w14:paraId="426C3BE0"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lastRenderedPageBreak/>
        <w:t>определяет победителей и призёров олимпиады на основании рейтинга по предмету в соответствии с квотой, установленной организатором школьного этапа</w:t>
      </w:r>
      <w:r w:rsidRPr="007A7E27">
        <w:rPr>
          <w:spacing w:val="-20"/>
          <w:sz w:val="24"/>
          <w:szCs w:val="24"/>
        </w:rPr>
        <w:t xml:space="preserve"> </w:t>
      </w:r>
      <w:r w:rsidRPr="007A7E27">
        <w:rPr>
          <w:sz w:val="24"/>
          <w:szCs w:val="24"/>
        </w:rPr>
        <w:t>олимпиады;</w:t>
      </w:r>
    </w:p>
    <w:p w14:paraId="4D41CB4E"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представляет организатору олимпиады протоколы результатов школьного этапа олимпиады;</w:t>
      </w:r>
    </w:p>
    <w:p w14:paraId="70213B63" w14:textId="77777777" w:rsidR="002A5AF9" w:rsidRPr="007A7E27" w:rsidRDefault="002A5AF9" w:rsidP="005E26F5">
      <w:pPr>
        <w:pStyle w:val="af"/>
        <w:widowControl w:val="0"/>
        <w:numPr>
          <w:ilvl w:val="0"/>
          <w:numId w:val="14"/>
        </w:numPr>
        <w:tabs>
          <w:tab w:val="left" w:pos="993"/>
        </w:tabs>
        <w:autoSpaceDE w:val="0"/>
        <w:autoSpaceDN w:val="0"/>
        <w:spacing w:after="0"/>
        <w:ind w:left="0" w:firstLine="709"/>
        <w:jc w:val="both"/>
        <w:rPr>
          <w:sz w:val="24"/>
          <w:szCs w:val="24"/>
        </w:rPr>
      </w:pPr>
      <w:r w:rsidRPr="007A7E27">
        <w:rPr>
          <w:sz w:val="24"/>
          <w:szCs w:val="24"/>
        </w:rPr>
        <w:t>составляет и представляет организатору олимпиады аналитический отчёт о результатах выполнения олимпиадных заданий школьного этапа олимпиады</w:t>
      </w:r>
      <w:r w:rsidRPr="007A7E27">
        <w:rPr>
          <w:spacing w:val="-5"/>
          <w:sz w:val="24"/>
          <w:szCs w:val="24"/>
        </w:rPr>
        <w:t xml:space="preserve"> </w:t>
      </w:r>
      <w:r w:rsidRPr="007A7E27">
        <w:rPr>
          <w:sz w:val="24"/>
          <w:szCs w:val="24"/>
        </w:rPr>
        <w:t>предмету.</w:t>
      </w:r>
    </w:p>
    <w:p w14:paraId="45F02CD1" w14:textId="77777777" w:rsidR="002A5AF9" w:rsidRPr="007A7E27" w:rsidRDefault="002A5AF9" w:rsidP="005E26F5">
      <w:pPr>
        <w:pStyle w:val="af"/>
        <w:spacing w:after="0"/>
        <w:ind w:firstLine="709"/>
        <w:jc w:val="both"/>
        <w:rPr>
          <w:sz w:val="24"/>
          <w:szCs w:val="24"/>
        </w:rPr>
      </w:pPr>
      <w:r w:rsidRPr="007A7E27">
        <w:rPr>
          <w:sz w:val="24"/>
          <w:szCs w:val="24"/>
        </w:rPr>
        <w:t>Жюри олимпиады оценивает записи, приведенные в беловике. Черновики не проверяются.</w:t>
      </w:r>
    </w:p>
    <w:p w14:paraId="29F41E7A" w14:textId="77777777" w:rsidR="002A5AF9" w:rsidRPr="007A7E27" w:rsidRDefault="002A5AF9" w:rsidP="007A7E27">
      <w:pPr>
        <w:ind w:firstLine="709"/>
        <w:jc w:val="both"/>
        <w:rPr>
          <w:i/>
          <w:sz w:val="24"/>
          <w:szCs w:val="24"/>
        </w:rPr>
      </w:pPr>
      <w:r w:rsidRPr="007A7E27">
        <w:rPr>
          <w:i/>
          <w:sz w:val="24"/>
          <w:szCs w:val="24"/>
        </w:rPr>
        <w:t>Основные требования к оцениванию заданий олимпиады:</w:t>
      </w:r>
    </w:p>
    <w:p w14:paraId="1541EBEA" w14:textId="77777777" w:rsidR="002A5AF9" w:rsidRPr="007A7E27" w:rsidRDefault="002A5AF9" w:rsidP="007A7E27">
      <w:pPr>
        <w:pStyle w:val="af3"/>
        <w:widowControl w:val="0"/>
        <w:numPr>
          <w:ilvl w:val="1"/>
          <w:numId w:val="13"/>
        </w:numPr>
        <w:tabs>
          <w:tab w:val="left" w:pos="974"/>
        </w:tabs>
        <w:autoSpaceDE w:val="0"/>
        <w:autoSpaceDN w:val="0"/>
        <w:ind w:left="0" w:firstLine="709"/>
        <w:contextualSpacing w:val="0"/>
        <w:jc w:val="both"/>
      </w:pPr>
      <w:r w:rsidRPr="007A7E27">
        <w:t xml:space="preserve">недопустимо снятие баллов за то, что решение слишком длинное, или слишком </w:t>
      </w:r>
      <w:r w:rsidRPr="007A7E27">
        <w:rPr>
          <w:spacing w:val="3"/>
        </w:rPr>
        <w:t>ко</w:t>
      </w:r>
      <w:r w:rsidRPr="007A7E27">
        <w:t>роткое, или за то, что решение школьника отличается от приведенного в методических разработках или от других решений, известных жюри, или использует теоремы и утверждения, не входящие в обязательную школьную программу; при проверке работы важно вникнуть в логику рассуждений участника, оценивается степень ее правильности и полноты;</w:t>
      </w:r>
    </w:p>
    <w:p w14:paraId="1D042F53" w14:textId="77777777" w:rsidR="002A5AF9" w:rsidRPr="007A7E27" w:rsidRDefault="002A5AF9" w:rsidP="007A7E27">
      <w:pPr>
        <w:pStyle w:val="af3"/>
        <w:widowControl w:val="0"/>
        <w:numPr>
          <w:ilvl w:val="1"/>
          <w:numId w:val="13"/>
        </w:numPr>
        <w:tabs>
          <w:tab w:val="left" w:pos="969"/>
        </w:tabs>
        <w:autoSpaceDE w:val="0"/>
        <w:autoSpaceDN w:val="0"/>
        <w:spacing w:before="1"/>
        <w:ind w:left="0" w:firstLine="709"/>
        <w:contextualSpacing w:val="0"/>
        <w:jc w:val="both"/>
      </w:pPr>
      <w:r w:rsidRPr="007A7E27">
        <w:t>олимпиадная работа не является контрольной работой участника, поэтому любые исправления в работе, в том числе зачеркивание ранее написанного текста, не являются основанием для снятия баллов; недопустимо снятие баллов в работе за неаккуратность записи решений при ее выполнении, большое число помарок, «грязь», плохой почерк и</w:t>
      </w:r>
      <w:r w:rsidRPr="007A7E27">
        <w:rPr>
          <w:spacing w:val="-29"/>
        </w:rPr>
        <w:t xml:space="preserve"> </w:t>
      </w:r>
      <w:proofErr w:type="gramStart"/>
      <w:r w:rsidRPr="007A7E27">
        <w:t>т.д.</w:t>
      </w:r>
      <w:proofErr w:type="gramEnd"/>
      <w:r w:rsidRPr="007A7E27">
        <w:t>;</w:t>
      </w:r>
    </w:p>
    <w:p w14:paraId="44984949" w14:textId="77777777" w:rsidR="002A5AF9" w:rsidRPr="007A7E27" w:rsidRDefault="002A5AF9" w:rsidP="007A7E27">
      <w:pPr>
        <w:pStyle w:val="af3"/>
        <w:widowControl w:val="0"/>
        <w:numPr>
          <w:ilvl w:val="1"/>
          <w:numId w:val="13"/>
        </w:numPr>
        <w:tabs>
          <w:tab w:val="left" w:pos="969"/>
        </w:tabs>
        <w:autoSpaceDE w:val="0"/>
        <w:autoSpaceDN w:val="0"/>
        <w:ind w:left="0" w:firstLine="709"/>
        <w:contextualSpacing w:val="0"/>
        <w:jc w:val="both"/>
      </w:pPr>
      <w:r w:rsidRPr="007A7E27">
        <w:t xml:space="preserve">баллы не выставляются </w:t>
      </w:r>
      <w:r w:rsidRPr="007A7E27">
        <w:rPr>
          <w:spacing w:val="-3"/>
        </w:rPr>
        <w:t xml:space="preserve">«за </w:t>
      </w:r>
      <w:r w:rsidRPr="007A7E27">
        <w:t>старание участника», в том числе за запись в работе большого по объему текста, но не содержащего продвижений в решении</w:t>
      </w:r>
      <w:r w:rsidRPr="007A7E27">
        <w:rPr>
          <w:spacing w:val="-15"/>
        </w:rPr>
        <w:t xml:space="preserve"> </w:t>
      </w:r>
      <w:r w:rsidRPr="007A7E27">
        <w:t>задания.</w:t>
      </w:r>
    </w:p>
    <w:p w14:paraId="21404FF6" w14:textId="77777777" w:rsidR="002A5AF9" w:rsidRPr="007A7E27" w:rsidRDefault="002A5AF9" w:rsidP="005E26F5">
      <w:pPr>
        <w:pStyle w:val="af"/>
        <w:spacing w:after="0"/>
        <w:ind w:firstLine="709"/>
        <w:jc w:val="both"/>
        <w:rPr>
          <w:sz w:val="24"/>
          <w:szCs w:val="24"/>
        </w:rPr>
      </w:pPr>
      <w:r w:rsidRPr="007A7E27">
        <w:rPr>
          <w:sz w:val="24"/>
          <w:szCs w:val="24"/>
        </w:rPr>
        <w:t xml:space="preserve">Анализ олимпиадных заданий проводится после их проверки в отведенное программой время. Основная цель разбора заданий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w:t>
      </w:r>
      <w:r w:rsidRPr="007A7E27">
        <w:rPr>
          <w:spacing w:val="2"/>
          <w:sz w:val="24"/>
          <w:szCs w:val="24"/>
        </w:rPr>
        <w:t>про</w:t>
      </w:r>
      <w:r w:rsidRPr="007A7E27">
        <w:rPr>
          <w:sz w:val="24"/>
          <w:szCs w:val="24"/>
        </w:rPr>
        <w:t xml:space="preserve">ведения разбора заданий участники олимпиады должны получить всю необходимую </w:t>
      </w:r>
      <w:r w:rsidRPr="007A7E27">
        <w:rPr>
          <w:spacing w:val="4"/>
          <w:sz w:val="24"/>
          <w:szCs w:val="24"/>
        </w:rPr>
        <w:t>ин</w:t>
      </w:r>
      <w:r w:rsidRPr="007A7E27">
        <w:rPr>
          <w:sz w:val="24"/>
          <w:szCs w:val="24"/>
        </w:rPr>
        <w:t>формацию для самостоятельной оценки правильности сданных на проверку жюри решений, чтобы свести к минимуму вопросы к жюри по поводу объективности их оценки и, тем самым, уменьшить число необоснованных апелляций по результатам проверки решений всех участников. На разборе заданий могут присутствовать все участники олимпиады, а также сопровождающие их лица, на показ работ допускаются только участники. В ходе разбора заданий представители жюри подробно объясняют критерии оценивания каждого из заданий и дают общую оценку по итогам выполнения заданий теоретического тура. В ходе разбора заданий представляются наиболее удачные варианты выполнения олимпиадных заданий, анализируются типичные ошибки, допущенные участниками</w:t>
      </w:r>
      <w:r w:rsidRPr="007A7E27">
        <w:rPr>
          <w:spacing w:val="-18"/>
          <w:sz w:val="24"/>
          <w:szCs w:val="24"/>
        </w:rPr>
        <w:t xml:space="preserve"> </w:t>
      </w:r>
      <w:r w:rsidRPr="007A7E27">
        <w:rPr>
          <w:sz w:val="24"/>
          <w:szCs w:val="24"/>
        </w:rPr>
        <w:t>олимпиады.</w:t>
      </w:r>
    </w:p>
    <w:p w14:paraId="3B484D0F" w14:textId="77777777" w:rsidR="002A5AF9" w:rsidRPr="007A7E27" w:rsidRDefault="002A5AF9" w:rsidP="005E26F5">
      <w:pPr>
        <w:pStyle w:val="af"/>
        <w:spacing w:after="0"/>
        <w:ind w:firstLine="709"/>
        <w:jc w:val="both"/>
        <w:rPr>
          <w:sz w:val="24"/>
          <w:szCs w:val="24"/>
        </w:rPr>
      </w:pPr>
      <w:r w:rsidRPr="007A7E27">
        <w:rPr>
          <w:sz w:val="24"/>
          <w:szCs w:val="24"/>
        </w:rPr>
        <w:t>Критерии оценивания высылаются вместе с ключами к заданиям олимпиады.</w:t>
      </w:r>
    </w:p>
    <w:p w14:paraId="5FC1173B" w14:textId="3A5A06F3" w:rsidR="002A5AF9" w:rsidRPr="007A7E27" w:rsidRDefault="002A5AF9" w:rsidP="007A7E27">
      <w:pPr>
        <w:pStyle w:val="af1"/>
        <w:ind w:firstLine="709"/>
        <w:jc w:val="both"/>
        <w:rPr>
          <w:rFonts w:ascii="Times New Roman" w:hAnsi="Times New Roman"/>
          <w:sz w:val="24"/>
          <w:szCs w:val="24"/>
        </w:rPr>
      </w:pPr>
      <w:r w:rsidRPr="007A7E27">
        <w:rPr>
          <w:rFonts w:ascii="Times New Roman" w:hAnsi="Times New Roman"/>
          <w:sz w:val="24"/>
          <w:szCs w:val="24"/>
        </w:rPr>
        <w:t>Результаты проверки работ участников олимпиад, которые проводятся на платформе «Сириус.</w:t>
      </w:r>
      <w:r w:rsidR="005E26F5">
        <w:rPr>
          <w:rFonts w:ascii="Times New Roman" w:hAnsi="Times New Roman"/>
          <w:sz w:val="24"/>
          <w:szCs w:val="24"/>
        </w:rPr>
        <w:t xml:space="preserve"> </w:t>
      </w:r>
      <w:r w:rsidRPr="007A7E27">
        <w:rPr>
          <w:rFonts w:ascii="Times New Roman" w:hAnsi="Times New Roman"/>
          <w:sz w:val="24"/>
          <w:szCs w:val="24"/>
        </w:rPr>
        <w:t xml:space="preserve">Курсы», будут доступны в системе </w:t>
      </w:r>
      <w:proofErr w:type="spellStart"/>
      <w:proofErr w:type="gramStart"/>
      <w:r w:rsidRPr="007A7E27">
        <w:rPr>
          <w:rFonts w:ascii="Times New Roman" w:hAnsi="Times New Roman"/>
          <w:sz w:val="24"/>
          <w:szCs w:val="24"/>
        </w:rPr>
        <w:t>uts.sirius</w:t>
      </w:r>
      <w:proofErr w:type="gramEnd"/>
      <w:r w:rsidRPr="007A7E27">
        <w:rPr>
          <w:rFonts w:ascii="Times New Roman" w:hAnsi="Times New Roman"/>
          <w:sz w:val="24"/>
          <w:szCs w:val="24"/>
        </w:rPr>
        <w:t>.online</w:t>
      </w:r>
      <w:proofErr w:type="spellEnd"/>
      <w:r w:rsidRPr="007A7E27">
        <w:rPr>
          <w:rFonts w:ascii="Times New Roman" w:hAnsi="Times New Roman"/>
          <w:sz w:val="24"/>
          <w:szCs w:val="24"/>
        </w:rPr>
        <w:t xml:space="preserve"> по коду участника. Результаты могут быть изменены только в том случае, если не засчитан верный по смыслу ответ. Тогда задание перепроверяется для всех участников с учетом добавления нового правильного ответа.</w:t>
      </w:r>
    </w:p>
    <w:p w14:paraId="0DA52A06" w14:textId="77777777" w:rsidR="002A5AF9" w:rsidRPr="007A7E27" w:rsidRDefault="002A5AF9" w:rsidP="005E26F5">
      <w:pPr>
        <w:pStyle w:val="af"/>
        <w:spacing w:after="0"/>
        <w:ind w:firstLine="709"/>
        <w:jc w:val="both"/>
        <w:rPr>
          <w:sz w:val="24"/>
          <w:szCs w:val="24"/>
        </w:rPr>
      </w:pPr>
    </w:p>
    <w:p w14:paraId="1449D7C3" w14:textId="77777777" w:rsidR="002A5AF9" w:rsidRPr="007A7E27" w:rsidRDefault="002A5AF9" w:rsidP="005E26F5">
      <w:pPr>
        <w:pStyle w:val="110"/>
        <w:numPr>
          <w:ilvl w:val="0"/>
          <w:numId w:val="15"/>
        </w:numPr>
        <w:tabs>
          <w:tab w:val="left" w:pos="993"/>
        </w:tabs>
        <w:spacing w:line="240" w:lineRule="auto"/>
        <w:ind w:left="0" w:firstLine="709"/>
        <w:rPr>
          <w:sz w:val="24"/>
          <w:szCs w:val="24"/>
        </w:rPr>
      </w:pPr>
      <w:r w:rsidRPr="007A7E27">
        <w:rPr>
          <w:sz w:val="24"/>
          <w:szCs w:val="24"/>
        </w:rPr>
        <w:t>Показ олимпиадных работ и порядок проведения апелляции</w:t>
      </w:r>
    </w:p>
    <w:p w14:paraId="6FE7146D" w14:textId="77777777" w:rsidR="002A5AF9" w:rsidRPr="007A7E27" w:rsidRDefault="002A5AF9" w:rsidP="005E26F5">
      <w:pPr>
        <w:pStyle w:val="af"/>
        <w:spacing w:after="0"/>
        <w:ind w:firstLine="709"/>
        <w:jc w:val="both"/>
        <w:rPr>
          <w:sz w:val="24"/>
          <w:szCs w:val="24"/>
        </w:rPr>
      </w:pPr>
      <w:r w:rsidRPr="007A7E27">
        <w:rPr>
          <w:sz w:val="24"/>
          <w:szCs w:val="24"/>
        </w:rPr>
        <w:t>Апелляция проводится в случаях несогласия участника олимпиады с результатами оценивания его олимпиадной работы.</w:t>
      </w:r>
    </w:p>
    <w:p w14:paraId="0F078978" w14:textId="77777777" w:rsidR="002A5AF9" w:rsidRPr="007A7E27" w:rsidRDefault="002A5AF9" w:rsidP="005E26F5">
      <w:pPr>
        <w:pStyle w:val="af"/>
        <w:spacing w:after="0"/>
        <w:ind w:firstLine="709"/>
        <w:jc w:val="both"/>
        <w:rPr>
          <w:sz w:val="24"/>
          <w:szCs w:val="24"/>
        </w:rPr>
      </w:pPr>
      <w:r w:rsidRPr="007A7E27">
        <w:rPr>
          <w:sz w:val="24"/>
          <w:szCs w:val="24"/>
        </w:rPr>
        <w:t>Процедуру организации показа олимпиадных работ, сроки проведения апелляции определяет оргкомитет школьного этапа олимпиады.</w:t>
      </w:r>
    </w:p>
    <w:p w14:paraId="2F317B6A" w14:textId="77777777" w:rsidR="002A5AF9" w:rsidRPr="007A7E27" w:rsidRDefault="002A5AF9" w:rsidP="005E26F5">
      <w:pPr>
        <w:pStyle w:val="af"/>
        <w:spacing w:after="0"/>
        <w:ind w:firstLine="709"/>
        <w:jc w:val="both"/>
        <w:rPr>
          <w:sz w:val="24"/>
          <w:szCs w:val="24"/>
        </w:rPr>
      </w:pPr>
      <w:r w:rsidRPr="007A7E27">
        <w:rPr>
          <w:sz w:val="24"/>
          <w:szCs w:val="24"/>
        </w:rPr>
        <w:t>Порядок проведения апелляции доводится до сведения участников школьного этапа олимпиады до начала тура олимпиады.</w:t>
      </w:r>
    </w:p>
    <w:p w14:paraId="18585B8A" w14:textId="77777777" w:rsidR="002A5AF9" w:rsidRPr="007A7E27" w:rsidRDefault="002A5AF9" w:rsidP="005E26F5">
      <w:pPr>
        <w:pStyle w:val="af"/>
        <w:spacing w:after="0"/>
        <w:ind w:firstLine="709"/>
        <w:jc w:val="both"/>
        <w:rPr>
          <w:sz w:val="24"/>
          <w:szCs w:val="24"/>
        </w:rPr>
      </w:pPr>
      <w:r w:rsidRPr="007A7E27">
        <w:rPr>
          <w:sz w:val="24"/>
          <w:szCs w:val="24"/>
        </w:rPr>
        <w:lastRenderedPageBreak/>
        <w:t>На апелляции повторно проверяется текст ответа на олимпиадные задания.</w:t>
      </w:r>
    </w:p>
    <w:p w14:paraId="10BC824B" w14:textId="77777777" w:rsidR="002A5AF9" w:rsidRPr="007A7E27" w:rsidRDefault="002A5AF9" w:rsidP="005E26F5">
      <w:pPr>
        <w:pStyle w:val="af"/>
        <w:spacing w:after="0"/>
        <w:ind w:firstLine="709"/>
        <w:jc w:val="both"/>
        <w:rPr>
          <w:sz w:val="24"/>
          <w:szCs w:val="24"/>
        </w:rPr>
      </w:pPr>
      <w:r w:rsidRPr="007A7E27">
        <w:rPr>
          <w:sz w:val="24"/>
          <w:szCs w:val="24"/>
        </w:rPr>
        <w:t>Апеллирующий ученик может дать устные пояснения к решению задачи и объяснить свое решение, но в любом случае оценивается только его письменная олимпиадная работа.</w:t>
      </w:r>
    </w:p>
    <w:p w14:paraId="2ADF43D3" w14:textId="77777777" w:rsidR="002A5AF9" w:rsidRPr="007A7E27" w:rsidRDefault="002A5AF9" w:rsidP="005E26F5">
      <w:pPr>
        <w:pStyle w:val="af"/>
        <w:spacing w:after="0"/>
        <w:ind w:firstLine="709"/>
        <w:jc w:val="both"/>
        <w:rPr>
          <w:sz w:val="24"/>
          <w:szCs w:val="24"/>
        </w:rPr>
      </w:pPr>
      <w:r w:rsidRPr="007A7E27">
        <w:rPr>
          <w:sz w:val="24"/>
          <w:szCs w:val="24"/>
        </w:rPr>
        <w:t>Внесение изменений в работу во время апелляции недопустимо.</w:t>
      </w:r>
    </w:p>
    <w:p w14:paraId="5239C18E" w14:textId="77777777" w:rsidR="002A5AF9" w:rsidRPr="007A7E27" w:rsidRDefault="002A5AF9" w:rsidP="005E26F5">
      <w:pPr>
        <w:pStyle w:val="af"/>
        <w:spacing w:after="0"/>
        <w:ind w:firstLine="709"/>
        <w:jc w:val="both"/>
        <w:rPr>
          <w:sz w:val="24"/>
          <w:szCs w:val="24"/>
        </w:rPr>
      </w:pPr>
      <w:r w:rsidRPr="007A7E27">
        <w:rPr>
          <w:sz w:val="24"/>
          <w:szCs w:val="24"/>
        </w:rPr>
        <w:t>Для проведения апелляции оргкомитет школьного этапа олимпиады создает апелляционную комиссию из членов жюри (не менее трех человек).</w:t>
      </w:r>
    </w:p>
    <w:p w14:paraId="0CC33E81" w14:textId="77777777" w:rsidR="002A5AF9" w:rsidRPr="007A7E27" w:rsidRDefault="002A5AF9" w:rsidP="005E26F5">
      <w:pPr>
        <w:pStyle w:val="af"/>
        <w:spacing w:after="0"/>
        <w:ind w:firstLine="709"/>
        <w:jc w:val="both"/>
        <w:rPr>
          <w:sz w:val="24"/>
          <w:szCs w:val="24"/>
        </w:rPr>
      </w:pPr>
      <w:r w:rsidRPr="007A7E27">
        <w:rPr>
          <w:sz w:val="24"/>
          <w:szCs w:val="24"/>
        </w:rPr>
        <w:t>Рассмотрение апелляции проводится в спокойной и доброжелательной обстановке.</w:t>
      </w:r>
    </w:p>
    <w:p w14:paraId="39418D24" w14:textId="77777777" w:rsidR="002A5AF9" w:rsidRPr="007A7E27" w:rsidRDefault="002A5AF9" w:rsidP="005E26F5">
      <w:pPr>
        <w:pStyle w:val="af"/>
        <w:spacing w:after="0"/>
        <w:ind w:firstLine="709"/>
        <w:jc w:val="both"/>
        <w:rPr>
          <w:sz w:val="24"/>
          <w:szCs w:val="24"/>
        </w:rPr>
      </w:pPr>
      <w:r w:rsidRPr="007A7E27">
        <w:rPr>
          <w:sz w:val="24"/>
          <w:szCs w:val="24"/>
        </w:rPr>
        <w:t>Участнику олимпиады, подавшему заявление на апелляцию, предоставляется возможность убедиться в том, что его работа проверена и оценена в соответствии с критериями и методикой оценивания, разработанными региональной предметно-методической комиссией по предмету.</w:t>
      </w:r>
    </w:p>
    <w:p w14:paraId="22D07359" w14:textId="77777777" w:rsidR="002A5AF9" w:rsidRPr="007A7E27" w:rsidRDefault="002A5AF9" w:rsidP="005E26F5">
      <w:pPr>
        <w:pStyle w:val="af"/>
        <w:spacing w:after="0"/>
        <w:ind w:firstLine="709"/>
        <w:jc w:val="both"/>
        <w:rPr>
          <w:sz w:val="24"/>
          <w:szCs w:val="24"/>
        </w:rPr>
      </w:pPr>
      <w:r w:rsidRPr="007A7E27">
        <w:rPr>
          <w:sz w:val="24"/>
          <w:szCs w:val="24"/>
        </w:rPr>
        <w:t>Для проведения апелляции участник подает письменное заявление на имя председателя предметного жюри по форме, установленной оргкомитетом школьного этапа олимпиады.</w:t>
      </w:r>
    </w:p>
    <w:p w14:paraId="31E5EBEF" w14:textId="77777777" w:rsidR="002A5AF9" w:rsidRPr="007A7E27" w:rsidRDefault="002A5AF9" w:rsidP="005E26F5">
      <w:pPr>
        <w:pStyle w:val="af"/>
        <w:spacing w:after="0"/>
        <w:ind w:firstLine="709"/>
        <w:jc w:val="both"/>
        <w:rPr>
          <w:sz w:val="24"/>
          <w:szCs w:val="24"/>
        </w:rPr>
      </w:pPr>
      <w:r w:rsidRPr="007A7E27">
        <w:rPr>
          <w:sz w:val="24"/>
          <w:szCs w:val="24"/>
        </w:rPr>
        <w:t>При рассмотрении апелляции присутствует только участник олимпиады, подавший заявление, имеющий при себе документ, удостоверяющий личность.</w:t>
      </w:r>
    </w:p>
    <w:p w14:paraId="5C98F80E" w14:textId="77777777" w:rsidR="002A5AF9" w:rsidRPr="007A7E27" w:rsidRDefault="002A5AF9" w:rsidP="005E26F5">
      <w:pPr>
        <w:pStyle w:val="af"/>
        <w:spacing w:after="0"/>
        <w:ind w:firstLine="709"/>
        <w:jc w:val="both"/>
        <w:rPr>
          <w:sz w:val="24"/>
          <w:szCs w:val="24"/>
        </w:rPr>
      </w:pPr>
      <w:r w:rsidRPr="007A7E27">
        <w:rPr>
          <w:sz w:val="24"/>
          <w:szCs w:val="24"/>
        </w:rPr>
        <w:t>По результатам рассмотрения апелляции апелляционная комиссия выносит одно из следующих решений:</w:t>
      </w:r>
    </w:p>
    <w:p w14:paraId="73710ED2" w14:textId="77777777" w:rsidR="002A5AF9" w:rsidRPr="007A7E27" w:rsidRDefault="002A5AF9" w:rsidP="005E26F5">
      <w:pPr>
        <w:pStyle w:val="af3"/>
        <w:widowControl w:val="0"/>
        <w:numPr>
          <w:ilvl w:val="1"/>
          <w:numId w:val="13"/>
        </w:numPr>
        <w:tabs>
          <w:tab w:val="left" w:pos="969"/>
        </w:tabs>
        <w:autoSpaceDE w:val="0"/>
        <w:autoSpaceDN w:val="0"/>
        <w:ind w:left="0" w:firstLine="709"/>
        <w:contextualSpacing w:val="0"/>
        <w:jc w:val="both"/>
      </w:pPr>
      <w:r w:rsidRPr="007A7E27">
        <w:t>апелляцию отклонить и сохранить выставленные</w:t>
      </w:r>
      <w:r w:rsidRPr="007A7E27">
        <w:rPr>
          <w:spacing w:val="-6"/>
        </w:rPr>
        <w:t xml:space="preserve"> </w:t>
      </w:r>
      <w:r w:rsidRPr="007A7E27">
        <w:t>баллы;</w:t>
      </w:r>
    </w:p>
    <w:p w14:paraId="5352710B" w14:textId="77777777" w:rsidR="002A5AF9" w:rsidRPr="007A7E27" w:rsidRDefault="002A5AF9" w:rsidP="005E26F5">
      <w:pPr>
        <w:pStyle w:val="af3"/>
        <w:widowControl w:val="0"/>
        <w:numPr>
          <w:ilvl w:val="1"/>
          <w:numId w:val="13"/>
        </w:numPr>
        <w:tabs>
          <w:tab w:val="left" w:pos="969"/>
        </w:tabs>
        <w:autoSpaceDE w:val="0"/>
        <w:autoSpaceDN w:val="0"/>
        <w:ind w:left="0" w:firstLine="709"/>
        <w:contextualSpacing w:val="0"/>
        <w:jc w:val="both"/>
      </w:pPr>
      <w:r w:rsidRPr="007A7E27">
        <w:t xml:space="preserve">апелляцию удовлетворить и изменить оценку </w:t>
      </w:r>
      <w:proofErr w:type="gramStart"/>
      <w:r w:rsidRPr="007A7E27">
        <w:t>в баллов</w:t>
      </w:r>
      <w:proofErr w:type="gramEnd"/>
      <w:r w:rsidRPr="007A7E27">
        <w:t xml:space="preserve"> на</w:t>
      </w:r>
      <w:r w:rsidRPr="007A7E27">
        <w:rPr>
          <w:spacing w:val="27"/>
        </w:rPr>
        <w:t xml:space="preserve"> </w:t>
      </w:r>
      <w:r w:rsidRPr="007A7E27">
        <w:t>баллов.</w:t>
      </w:r>
    </w:p>
    <w:p w14:paraId="1CC79C6C" w14:textId="77777777" w:rsidR="002A5AF9" w:rsidRPr="007A7E27" w:rsidRDefault="002A5AF9" w:rsidP="005E26F5">
      <w:pPr>
        <w:pStyle w:val="af"/>
        <w:spacing w:before="1" w:after="0"/>
        <w:ind w:firstLine="709"/>
        <w:jc w:val="both"/>
        <w:rPr>
          <w:sz w:val="24"/>
          <w:szCs w:val="24"/>
        </w:rPr>
      </w:pPr>
      <w:r w:rsidRPr="007A7E27">
        <w:rPr>
          <w:sz w:val="24"/>
          <w:szCs w:val="24"/>
        </w:rPr>
        <w:t>Решения апелляционной комиссии принимаются простым большинством голосов от списочного состава апелляционной комиссии. В случае равенства голосов председатель комиссии имеет право решающего голоса.</w:t>
      </w:r>
    </w:p>
    <w:p w14:paraId="30C8A484" w14:textId="77777777" w:rsidR="002A5AF9" w:rsidRPr="007A7E27" w:rsidRDefault="002A5AF9" w:rsidP="005E26F5">
      <w:pPr>
        <w:pStyle w:val="af"/>
        <w:spacing w:before="1" w:after="0"/>
        <w:ind w:firstLine="709"/>
        <w:jc w:val="both"/>
        <w:rPr>
          <w:b/>
          <w:i/>
          <w:sz w:val="24"/>
          <w:szCs w:val="24"/>
        </w:rPr>
      </w:pPr>
      <w:r w:rsidRPr="007A7E27">
        <w:rPr>
          <w:b/>
          <w:i/>
          <w:sz w:val="24"/>
          <w:szCs w:val="24"/>
        </w:rPr>
        <w:t>Критерии и методика оценивания олимпиадных заданий не могут быть предметом апелляции и пересмотру не подлежат.</w:t>
      </w:r>
    </w:p>
    <w:p w14:paraId="1C5C2828" w14:textId="77777777" w:rsidR="002A5AF9" w:rsidRPr="007A7E27" w:rsidRDefault="002A5AF9" w:rsidP="005E26F5">
      <w:pPr>
        <w:pStyle w:val="af"/>
        <w:spacing w:before="1" w:after="0"/>
        <w:ind w:firstLine="709"/>
        <w:jc w:val="both"/>
        <w:rPr>
          <w:b/>
          <w:i/>
          <w:sz w:val="24"/>
          <w:szCs w:val="24"/>
        </w:rPr>
      </w:pPr>
      <w:r w:rsidRPr="007A7E27">
        <w:rPr>
          <w:b/>
          <w:i/>
          <w:sz w:val="24"/>
          <w:szCs w:val="24"/>
        </w:rPr>
        <w:t>Решения апелляционной комиссии являются окончательными и пересмотру не подлежат.</w:t>
      </w:r>
    </w:p>
    <w:p w14:paraId="167D55F5" w14:textId="77777777" w:rsidR="002A5AF9" w:rsidRPr="007A7E27" w:rsidRDefault="002A5AF9" w:rsidP="005E26F5">
      <w:pPr>
        <w:pStyle w:val="af"/>
        <w:spacing w:before="1" w:after="0"/>
        <w:ind w:firstLine="709"/>
        <w:jc w:val="both"/>
        <w:rPr>
          <w:b/>
          <w:sz w:val="24"/>
          <w:szCs w:val="24"/>
        </w:rPr>
      </w:pPr>
      <w:r w:rsidRPr="007A7E27">
        <w:rPr>
          <w:sz w:val="24"/>
          <w:szCs w:val="24"/>
        </w:rPr>
        <w:t>Работа апелляционной комиссии оформляется протоколами, которые подписываются председателем и членами комиссии.</w:t>
      </w:r>
    </w:p>
    <w:p w14:paraId="61576028" w14:textId="77777777" w:rsidR="002A5AF9" w:rsidRPr="007A7E27" w:rsidRDefault="002A5AF9" w:rsidP="005E26F5">
      <w:pPr>
        <w:pStyle w:val="af"/>
        <w:spacing w:before="1" w:after="0"/>
        <w:ind w:firstLine="709"/>
        <w:jc w:val="both"/>
        <w:rPr>
          <w:sz w:val="24"/>
          <w:szCs w:val="24"/>
        </w:rPr>
      </w:pPr>
      <w:r w:rsidRPr="007A7E27">
        <w:rPr>
          <w:sz w:val="24"/>
          <w:szCs w:val="24"/>
        </w:rPr>
        <w:t>Официальным объявлением итогов школьного этапа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Окончательные итоги олимпиады утверждаются с учетом результатов работы апелляционной комиссии организатором школьного этапа олимпиады.</w:t>
      </w:r>
    </w:p>
    <w:p w14:paraId="7010DBA9" w14:textId="2F0E2F74" w:rsidR="002A5AF9" w:rsidRPr="007A7E27" w:rsidRDefault="002A5AF9" w:rsidP="005E26F5">
      <w:pPr>
        <w:pStyle w:val="af1"/>
        <w:ind w:firstLine="709"/>
        <w:jc w:val="both"/>
        <w:rPr>
          <w:rFonts w:ascii="Times New Roman" w:hAnsi="Times New Roman"/>
          <w:sz w:val="24"/>
          <w:szCs w:val="24"/>
        </w:rPr>
      </w:pPr>
      <w:r w:rsidRPr="007A7E27">
        <w:rPr>
          <w:rFonts w:ascii="Times New Roman" w:hAnsi="Times New Roman"/>
          <w:sz w:val="24"/>
          <w:szCs w:val="24"/>
        </w:rPr>
        <w:t>Разбор заданий олимпиад, которые проводятся на платформе «Сириус.</w:t>
      </w:r>
      <w:r w:rsidR="005E26F5">
        <w:rPr>
          <w:rFonts w:ascii="Times New Roman" w:hAnsi="Times New Roman"/>
          <w:sz w:val="24"/>
          <w:szCs w:val="24"/>
        </w:rPr>
        <w:t xml:space="preserve"> </w:t>
      </w:r>
      <w:r w:rsidRPr="007A7E27">
        <w:rPr>
          <w:rFonts w:ascii="Times New Roman" w:hAnsi="Times New Roman"/>
          <w:sz w:val="24"/>
          <w:szCs w:val="24"/>
        </w:rPr>
        <w:t>Курсы», включает публикацию следующих материалов:</w:t>
      </w:r>
    </w:p>
    <w:p w14:paraId="51C7C945" w14:textId="567D69DB" w:rsidR="002A5AF9" w:rsidRPr="007A7E27" w:rsidRDefault="002A5AF9" w:rsidP="005E26F5">
      <w:pPr>
        <w:pStyle w:val="af1"/>
        <w:ind w:firstLine="709"/>
        <w:jc w:val="both"/>
        <w:rPr>
          <w:rFonts w:ascii="Times New Roman" w:hAnsi="Times New Roman"/>
          <w:sz w:val="24"/>
          <w:szCs w:val="24"/>
        </w:rPr>
      </w:pPr>
      <w:r w:rsidRPr="007A7E27">
        <w:rPr>
          <w:rFonts w:ascii="Times New Roman" w:hAnsi="Times New Roman"/>
          <w:sz w:val="24"/>
          <w:szCs w:val="24"/>
        </w:rPr>
        <w:t>• правильных ответов в тестирующей системе,</w:t>
      </w:r>
    </w:p>
    <w:p w14:paraId="7881450A" w14:textId="579A5360" w:rsidR="002A5AF9" w:rsidRPr="007A7E27" w:rsidRDefault="002A5AF9" w:rsidP="005E26F5">
      <w:pPr>
        <w:pStyle w:val="af1"/>
        <w:ind w:firstLine="709"/>
        <w:jc w:val="both"/>
        <w:rPr>
          <w:rFonts w:ascii="Times New Roman" w:hAnsi="Times New Roman"/>
          <w:sz w:val="24"/>
          <w:szCs w:val="24"/>
        </w:rPr>
      </w:pPr>
      <w:r w:rsidRPr="007A7E27">
        <w:rPr>
          <w:rFonts w:ascii="Times New Roman" w:hAnsi="Times New Roman"/>
          <w:sz w:val="24"/>
          <w:szCs w:val="24"/>
        </w:rPr>
        <w:t xml:space="preserve">• текстовых решений на сайте, </w:t>
      </w:r>
    </w:p>
    <w:p w14:paraId="12427CD5" w14:textId="4ECDD6CD" w:rsidR="002A5AF9" w:rsidRPr="007A7E27" w:rsidRDefault="002A5AF9" w:rsidP="005E26F5">
      <w:pPr>
        <w:pStyle w:val="af1"/>
        <w:ind w:firstLine="709"/>
        <w:jc w:val="both"/>
        <w:rPr>
          <w:rFonts w:ascii="Times New Roman" w:hAnsi="Times New Roman"/>
          <w:sz w:val="24"/>
          <w:szCs w:val="24"/>
        </w:rPr>
      </w:pPr>
      <w:r w:rsidRPr="007A7E27">
        <w:rPr>
          <w:rFonts w:ascii="Times New Roman" w:hAnsi="Times New Roman"/>
          <w:sz w:val="24"/>
          <w:szCs w:val="24"/>
        </w:rPr>
        <w:t xml:space="preserve">• </w:t>
      </w:r>
      <w:proofErr w:type="spellStart"/>
      <w:r w:rsidRPr="007A7E27">
        <w:rPr>
          <w:rFonts w:ascii="Times New Roman" w:hAnsi="Times New Roman"/>
          <w:sz w:val="24"/>
          <w:szCs w:val="24"/>
        </w:rPr>
        <w:t>видеоразборов</w:t>
      </w:r>
      <w:proofErr w:type="spellEnd"/>
      <w:r w:rsidRPr="007A7E27">
        <w:rPr>
          <w:rFonts w:ascii="Times New Roman" w:hAnsi="Times New Roman"/>
          <w:sz w:val="24"/>
          <w:szCs w:val="24"/>
        </w:rPr>
        <w:t xml:space="preserve"> решений заданий;</w:t>
      </w:r>
    </w:p>
    <w:p w14:paraId="1BBBB5F2" w14:textId="77777777" w:rsidR="002A5AF9" w:rsidRPr="007A7E27" w:rsidRDefault="002A5AF9" w:rsidP="005E26F5">
      <w:pPr>
        <w:pStyle w:val="af1"/>
        <w:ind w:firstLine="709"/>
        <w:jc w:val="both"/>
        <w:rPr>
          <w:rFonts w:ascii="Times New Roman" w:hAnsi="Times New Roman"/>
          <w:sz w:val="24"/>
          <w:szCs w:val="24"/>
        </w:rPr>
      </w:pPr>
      <w:r w:rsidRPr="007A7E27">
        <w:rPr>
          <w:rFonts w:ascii="Times New Roman" w:hAnsi="Times New Roman"/>
          <w:sz w:val="24"/>
          <w:szCs w:val="24"/>
        </w:rPr>
        <w:t>После проведения показа работ будет сформирована окончательная таблица результатов. В этой таблице будут отсутствовать фамилии и имена участников! Сохраните таблицу с данными участников для подведения итогов олимпиады.</w:t>
      </w:r>
    </w:p>
    <w:p w14:paraId="0B3FD218" w14:textId="77777777" w:rsidR="009C4CEE" w:rsidRPr="007A7E27" w:rsidRDefault="009C4CEE" w:rsidP="005E26F5">
      <w:pPr>
        <w:pStyle w:val="af1"/>
        <w:jc w:val="both"/>
        <w:rPr>
          <w:rFonts w:ascii="Times New Roman" w:hAnsi="Times New Roman"/>
          <w:sz w:val="24"/>
          <w:szCs w:val="24"/>
        </w:rPr>
      </w:pPr>
    </w:p>
    <w:p w14:paraId="2A6B99A5" w14:textId="77777777" w:rsidR="002A5AF9" w:rsidRPr="007A7E27" w:rsidRDefault="002A5AF9" w:rsidP="005E26F5">
      <w:pPr>
        <w:pStyle w:val="110"/>
        <w:numPr>
          <w:ilvl w:val="0"/>
          <w:numId w:val="15"/>
        </w:numPr>
        <w:tabs>
          <w:tab w:val="left" w:pos="993"/>
        </w:tabs>
        <w:spacing w:line="240" w:lineRule="auto"/>
        <w:ind w:left="0" w:firstLine="709"/>
        <w:rPr>
          <w:sz w:val="24"/>
          <w:szCs w:val="24"/>
        </w:rPr>
      </w:pPr>
      <w:r w:rsidRPr="007A7E27">
        <w:rPr>
          <w:sz w:val="24"/>
          <w:szCs w:val="24"/>
        </w:rPr>
        <w:t>Порядок подведения итогов школьного этапа олимпиады</w:t>
      </w:r>
    </w:p>
    <w:p w14:paraId="6C256B1A" w14:textId="77777777" w:rsidR="002A5AF9" w:rsidRPr="007A7E27" w:rsidRDefault="002A5AF9" w:rsidP="005E26F5">
      <w:pPr>
        <w:pStyle w:val="af"/>
        <w:spacing w:after="0"/>
        <w:ind w:firstLine="709"/>
        <w:jc w:val="both"/>
        <w:rPr>
          <w:sz w:val="24"/>
          <w:szCs w:val="24"/>
        </w:rPr>
      </w:pPr>
      <w:r w:rsidRPr="007A7E27">
        <w:rPr>
          <w:sz w:val="24"/>
          <w:szCs w:val="24"/>
        </w:rPr>
        <w:t>Индивидуальные результаты участников олимпиады заносятся в рейтинговую таблицу результатов школьного этапа олимпиады по данному предмету, представляющую собой ранжированный список участников, расположенных по мере убывания набранных ими баллов (далее – рейтинг). Участники с равным количеством баллов располагаются в алфавитном порядке.</w:t>
      </w:r>
    </w:p>
    <w:p w14:paraId="728AA3FA" w14:textId="77777777" w:rsidR="002A5AF9" w:rsidRPr="007A7E27" w:rsidRDefault="002A5AF9" w:rsidP="005E26F5">
      <w:pPr>
        <w:pStyle w:val="af"/>
        <w:spacing w:after="0"/>
        <w:ind w:firstLine="709"/>
        <w:jc w:val="both"/>
        <w:rPr>
          <w:sz w:val="24"/>
          <w:szCs w:val="24"/>
        </w:rPr>
      </w:pPr>
      <w:r w:rsidRPr="007A7E27">
        <w:rPr>
          <w:sz w:val="24"/>
          <w:szCs w:val="24"/>
        </w:rPr>
        <w:lastRenderedPageBreak/>
        <w:t>По индивидуальным результатам решения всех олимпиадных заданий на основании рейтинга определяются победители и призеры школьного этапа олимпиады в соответствии с квотой, установленной организатором школьного этапа олимпиады.</w:t>
      </w:r>
    </w:p>
    <w:p w14:paraId="59927FAE" w14:textId="5CBF2315" w:rsidR="00536C36" w:rsidRDefault="002A5AF9" w:rsidP="007A7E27">
      <w:pPr>
        <w:pStyle w:val="af"/>
        <w:ind w:firstLine="709"/>
        <w:jc w:val="both"/>
        <w:rPr>
          <w:sz w:val="24"/>
          <w:szCs w:val="24"/>
        </w:rPr>
      </w:pPr>
      <w:r w:rsidRPr="007A7E27">
        <w:rPr>
          <w:sz w:val="24"/>
          <w:szCs w:val="24"/>
        </w:rPr>
        <w:t>Документом, фиксирующим итоговые результаты школьного этапа олимпиады по предмету, является протокол предметного жюри, подписанный председателем и членами жюри</w:t>
      </w:r>
      <w:r w:rsidRPr="009C4CEE">
        <w:rPr>
          <w:sz w:val="24"/>
          <w:szCs w:val="24"/>
        </w:rPr>
        <w:t>.</w:t>
      </w:r>
    </w:p>
    <w:p w14:paraId="2BB1B38C" w14:textId="5B41D04F" w:rsidR="005E26F5" w:rsidRDefault="005E26F5">
      <w:pPr>
        <w:rPr>
          <w:sz w:val="24"/>
          <w:szCs w:val="24"/>
        </w:rPr>
      </w:pPr>
      <w:r>
        <w:rPr>
          <w:sz w:val="24"/>
          <w:szCs w:val="24"/>
        </w:rPr>
        <w:br w:type="page"/>
      </w:r>
    </w:p>
    <w:p w14:paraId="5DE808D3" w14:textId="0B7B540A" w:rsidR="00536C36" w:rsidRDefault="00536C36" w:rsidP="00995B53">
      <w:pPr>
        <w:pStyle w:val="af"/>
        <w:spacing w:after="0"/>
        <w:jc w:val="right"/>
        <w:rPr>
          <w:sz w:val="24"/>
          <w:szCs w:val="24"/>
        </w:rPr>
      </w:pPr>
      <w:r w:rsidRPr="00D00059">
        <w:rPr>
          <w:sz w:val="24"/>
          <w:szCs w:val="24"/>
        </w:rPr>
        <w:lastRenderedPageBreak/>
        <w:t>Приложение 1</w:t>
      </w:r>
    </w:p>
    <w:p w14:paraId="1553BF47" w14:textId="77777777" w:rsidR="005E26F5" w:rsidRPr="00D00059" w:rsidRDefault="005E26F5" w:rsidP="00995B53">
      <w:pPr>
        <w:pStyle w:val="af"/>
        <w:spacing w:after="0"/>
        <w:jc w:val="right"/>
        <w:rPr>
          <w:sz w:val="24"/>
          <w:szCs w:val="24"/>
        </w:rPr>
      </w:pPr>
    </w:p>
    <w:p w14:paraId="1821916F" w14:textId="28C8ADE5" w:rsidR="002A5AF9" w:rsidRPr="005E26F5" w:rsidRDefault="002A5AF9" w:rsidP="00BD3D9A">
      <w:pPr>
        <w:shd w:val="clear" w:color="auto" w:fill="FFFFFF"/>
        <w:jc w:val="center"/>
        <w:rPr>
          <w:b/>
          <w:color w:val="000000"/>
          <w:sz w:val="24"/>
          <w:szCs w:val="24"/>
        </w:rPr>
      </w:pPr>
      <w:r w:rsidRPr="005E26F5">
        <w:rPr>
          <w:b/>
          <w:color w:val="000000"/>
          <w:sz w:val="24"/>
          <w:szCs w:val="24"/>
        </w:rPr>
        <w:t>Инструкция для школьного координатора школьного этапа всероссийской олимпиады</w:t>
      </w:r>
      <w:r w:rsidR="00BD3D9A">
        <w:rPr>
          <w:b/>
          <w:color w:val="000000"/>
          <w:sz w:val="24"/>
          <w:szCs w:val="24"/>
        </w:rPr>
        <w:t xml:space="preserve"> </w:t>
      </w:r>
      <w:r w:rsidRPr="005E26F5">
        <w:rPr>
          <w:b/>
          <w:color w:val="000000"/>
          <w:sz w:val="24"/>
          <w:szCs w:val="24"/>
        </w:rPr>
        <w:t>школьников на технологической платформе «Сириус.</w:t>
      </w:r>
      <w:r w:rsidR="00BD3D9A">
        <w:rPr>
          <w:b/>
          <w:color w:val="000000"/>
          <w:sz w:val="24"/>
          <w:szCs w:val="24"/>
        </w:rPr>
        <w:t xml:space="preserve"> </w:t>
      </w:r>
      <w:r w:rsidRPr="005E26F5">
        <w:rPr>
          <w:b/>
          <w:color w:val="000000"/>
          <w:sz w:val="24"/>
          <w:szCs w:val="24"/>
        </w:rPr>
        <w:t>Курсы» в 202</w:t>
      </w:r>
      <w:r w:rsidR="00EC403C" w:rsidRPr="005E26F5">
        <w:rPr>
          <w:b/>
          <w:color w:val="000000"/>
          <w:sz w:val="24"/>
          <w:szCs w:val="24"/>
        </w:rPr>
        <w:t>4</w:t>
      </w:r>
      <w:r w:rsidRPr="005E26F5">
        <w:rPr>
          <w:b/>
          <w:color w:val="000000"/>
          <w:sz w:val="24"/>
          <w:szCs w:val="24"/>
        </w:rPr>
        <w:t>/2</w:t>
      </w:r>
      <w:r w:rsidR="00EC403C" w:rsidRPr="005E26F5">
        <w:rPr>
          <w:b/>
          <w:color w:val="000000"/>
          <w:sz w:val="24"/>
          <w:szCs w:val="24"/>
        </w:rPr>
        <w:t>5</w:t>
      </w:r>
      <w:r w:rsidRPr="005E26F5">
        <w:rPr>
          <w:b/>
          <w:color w:val="000000"/>
          <w:sz w:val="24"/>
          <w:szCs w:val="24"/>
        </w:rPr>
        <w:t xml:space="preserve"> учебном году</w:t>
      </w:r>
    </w:p>
    <w:p w14:paraId="5AD51F0C" w14:textId="77777777" w:rsidR="002A5AF9" w:rsidRPr="005E26F5" w:rsidRDefault="002A5AF9" w:rsidP="005E26F5">
      <w:pPr>
        <w:shd w:val="clear" w:color="auto" w:fill="FFFFFF"/>
        <w:jc w:val="center"/>
        <w:rPr>
          <w:color w:val="000000"/>
          <w:sz w:val="24"/>
          <w:szCs w:val="24"/>
        </w:rPr>
      </w:pPr>
    </w:p>
    <w:p w14:paraId="3D14F364" w14:textId="77777777"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w:t>
      </w:r>
      <w:r w:rsidRPr="00BD3D9A">
        <w:rPr>
          <w:color w:val="000000"/>
          <w:sz w:val="24"/>
          <w:szCs w:val="24"/>
        </w:rPr>
        <w:t xml:space="preserve"> Ознакомьтесь с технологической моделью проведения школьного этапа.</w:t>
      </w:r>
    </w:p>
    <w:p w14:paraId="37593D2C" w14:textId="2145CCF9" w:rsidR="002A5AF9" w:rsidRPr="00BD3D9A" w:rsidRDefault="002A5AF9" w:rsidP="00BD3D9A">
      <w:pPr>
        <w:shd w:val="clear" w:color="auto" w:fill="FFFFFF"/>
        <w:ind w:firstLine="709"/>
        <w:jc w:val="both"/>
        <w:rPr>
          <w:color w:val="000000"/>
          <w:sz w:val="24"/>
          <w:szCs w:val="24"/>
        </w:rPr>
      </w:pPr>
      <w:r w:rsidRPr="00BD3D9A">
        <w:rPr>
          <w:b/>
          <w:color w:val="000000"/>
          <w:sz w:val="24"/>
          <w:szCs w:val="24"/>
        </w:rPr>
        <w:t>2.</w:t>
      </w:r>
      <w:r w:rsidRPr="00BD3D9A">
        <w:rPr>
          <w:color w:val="000000"/>
          <w:sz w:val="24"/>
          <w:szCs w:val="24"/>
        </w:rPr>
        <w:t xml:space="preserve"> Выберите модель проведения школьного этапа </w:t>
      </w:r>
      <w:proofErr w:type="spellStart"/>
      <w:r w:rsidRPr="00BD3D9A">
        <w:rPr>
          <w:color w:val="000000"/>
          <w:sz w:val="24"/>
          <w:szCs w:val="24"/>
        </w:rPr>
        <w:t>ВсОШ</w:t>
      </w:r>
      <w:proofErr w:type="spellEnd"/>
      <w:r w:rsidRPr="00BD3D9A">
        <w:rPr>
          <w:color w:val="000000"/>
          <w:sz w:val="24"/>
          <w:szCs w:val="24"/>
        </w:rPr>
        <w:t xml:space="preserve"> на платформе «Сириус.</w:t>
      </w:r>
      <w:r w:rsidR="00BD3D9A">
        <w:rPr>
          <w:color w:val="000000"/>
          <w:sz w:val="24"/>
          <w:szCs w:val="24"/>
        </w:rPr>
        <w:t xml:space="preserve"> </w:t>
      </w:r>
      <w:r w:rsidRPr="00BD3D9A">
        <w:rPr>
          <w:color w:val="000000"/>
          <w:sz w:val="24"/>
          <w:szCs w:val="24"/>
        </w:rPr>
        <w:t>Курсы»:</w:t>
      </w:r>
      <w:r w:rsidR="00BD3D9A">
        <w:rPr>
          <w:color w:val="000000"/>
          <w:sz w:val="24"/>
          <w:szCs w:val="24"/>
        </w:rPr>
        <w:t xml:space="preserve"> </w:t>
      </w:r>
      <w:r w:rsidRPr="00BD3D9A">
        <w:rPr>
          <w:color w:val="000000"/>
          <w:sz w:val="24"/>
          <w:szCs w:val="24"/>
        </w:rPr>
        <w:t>участники пишут олимпиаду в школе (модель 1) или самостоятельно дома (модель 2).</w:t>
      </w:r>
    </w:p>
    <w:p w14:paraId="4598BBB7" w14:textId="39F6A453" w:rsidR="002A5AF9" w:rsidRPr="00BD3D9A" w:rsidRDefault="002A5AF9" w:rsidP="00BD3D9A">
      <w:pPr>
        <w:shd w:val="clear" w:color="auto" w:fill="FFFFFF"/>
        <w:ind w:firstLine="709"/>
        <w:jc w:val="both"/>
        <w:rPr>
          <w:color w:val="000000"/>
          <w:sz w:val="24"/>
          <w:szCs w:val="24"/>
        </w:rPr>
      </w:pPr>
      <w:r w:rsidRPr="00BD3D9A">
        <w:rPr>
          <w:b/>
          <w:color w:val="000000"/>
          <w:sz w:val="24"/>
          <w:szCs w:val="24"/>
        </w:rPr>
        <w:t>3.</w:t>
      </w:r>
      <w:r w:rsidRPr="00BD3D9A">
        <w:rPr>
          <w:color w:val="000000"/>
          <w:sz w:val="24"/>
          <w:szCs w:val="24"/>
        </w:rPr>
        <w:t xml:space="preserve"> Ознакомьтесь с единым графиком проведения олимпиад для вашего региона на сайте</w:t>
      </w:r>
      <w:r w:rsidR="00BD3D9A">
        <w:rPr>
          <w:color w:val="000000"/>
          <w:sz w:val="24"/>
          <w:szCs w:val="24"/>
        </w:rPr>
        <w:t xml:space="preserve"> </w:t>
      </w:r>
      <w:r w:rsidRPr="00BD3D9A">
        <w:rPr>
          <w:color w:val="000000"/>
          <w:sz w:val="24"/>
          <w:szCs w:val="24"/>
        </w:rPr>
        <w:t xml:space="preserve">школьного этапа </w:t>
      </w:r>
      <w:proofErr w:type="spellStart"/>
      <w:r w:rsidRPr="00BD3D9A">
        <w:rPr>
          <w:color w:val="000000"/>
          <w:sz w:val="24"/>
          <w:szCs w:val="24"/>
        </w:rPr>
        <w:t>ВсОШ</w:t>
      </w:r>
      <w:proofErr w:type="spellEnd"/>
      <w:r w:rsidRPr="00BD3D9A">
        <w:rPr>
          <w:color w:val="000000"/>
          <w:sz w:val="24"/>
          <w:szCs w:val="24"/>
        </w:rPr>
        <w:t xml:space="preserve"> siriusolymp.ru. Составьте расписание проведения этапа по</w:t>
      </w:r>
      <w:r w:rsidR="00BD3D9A">
        <w:rPr>
          <w:color w:val="000000"/>
          <w:sz w:val="24"/>
          <w:szCs w:val="24"/>
        </w:rPr>
        <w:t xml:space="preserve"> </w:t>
      </w:r>
      <w:r w:rsidRPr="00BD3D9A">
        <w:rPr>
          <w:color w:val="000000"/>
          <w:sz w:val="24"/>
          <w:szCs w:val="24"/>
        </w:rPr>
        <w:t>шести предметам (математика, информатика, физика, химия, биология, астрономия) в</w:t>
      </w:r>
      <w:r w:rsidR="00BD3D9A">
        <w:rPr>
          <w:color w:val="000000"/>
          <w:sz w:val="24"/>
          <w:szCs w:val="24"/>
        </w:rPr>
        <w:t xml:space="preserve"> </w:t>
      </w:r>
      <w:r w:rsidRPr="00BD3D9A">
        <w:rPr>
          <w:color w:val="000000"/>
          <w:sz w:val="24"/>
          <w:szCs w:val="24"/>
        </w:rPr>
        <w:t>вашей общеобразовательной организации (для модели 1 с указанием времени и</w:t>
      </w:r>
      <w:r w:rsidR="00BD3D9A">
        <w:rPr>
          <w:color w:val="000000"/>
          <w:sz w:val="24"/>
          <w:szCs w:val="24"/>
        </w:rPr>
        <w:t xml:space="preserve"> </w:t>
      </w:r>
      <w:r w:rsidRPr="00BD3D9A">
        <w:rPr>
          <w:color w:val="000000"/>
          <w:sz w:val="24"/>
          <w:szCs w:val="24"/>
        </w:rPr>
        <w:t>аудитории проведения туров), согласованный с единым графиком проведения.</w:t>
      </w:r>
    </w:p>
    <w:p w14:paraId="137F3446" w14:textId="55CA37E1" w:rsidR="002A5AF9" w:rsidRPr="00BD3D9A" w:rsidRDefault="002A5AF9" w:rsidP="00BD3D9A">
      <w:pPr>
        <w:shd w:val="clear" w:color="auto" w:fill="FFFFFF"/>
        <w:ind w:firstLine="709"/>
        <w:jc w:val="both"/>
        <w:rPr>
          <w:color w:val="000000"/>
          <w:sz w:val="24"/>
          <w:szCs w:val="24"/>
        </w:rPr>
      </w:pPr>
      <w:r w:rsidRPr="00BD3D9A">
        <w:rPr>
          <w:b/>
          <w:color w:val="000000"/>
          <w:sz w:val="24"/>
          <w:szCs w:val="24"/>
        </w:rPr>
        <w:t>4.</w:t>
      </w:r>
      <w:r w:rsidRPr="00BD3D9A">
        <w:rPr>
          <w:color w:val="000000"/>
          <w:sz w:val="24"/>
          <w:szCs w:val="24"/>
        </w:rPr>
        <w:t xml:space="preserve"> Опубликуйте график проведения туров на сайте своей образовательной организации.</w:t>
      </w:r>
      <w:r w:rsidR="00BD3D9A">
        <w:rPr>
          <w:color w:val="000000"/>
          <w:sz w:val="24"/>
          <w:szCs w:val="24"/>
        </w:rPr>
        <w:t xml:space="preserve"> </w:t>
      </w:r>
      <w:r w:rsidRPr="00BD3D9A">
        <w:rPr>
          <w:color w:val="000000"/>
          <w:sz w:val="24"/>
          <w:szCs w:val="24"/>
        </w:rPr>
        <w:t>Доведите график до сведения школьников, родителей, классных руководителей и других участников образовательного процесса.</w:t>
      </w:r>
    </w:p>
    <w:p w14:paraId="68EB8F59" w14:textId="49CEA23B" w:rsidR="002A5AF9" w:rsidRPr="00BD3D9A" w:rsidRDefault="002A5AF9" w:rsidP="00BD3D9A">
      <w:pPr>
        <w:shd w:val="clear" w:color="auto" w:fill="FFFFFF"/>
        <w:ind w:firstLine="709"/>
        <w:jc w:val="both"/>
        <w:rPr>
          <w:color w:val="000000"/>
          <w:sz w:val="24"/>
          <w:szCs w:val="24"/>
        </w:rPr>
      </w:pPr>
      <w:r w:rsidRPr="00BD3D9A">
        <w:rPr>
          <w:b/>
          <w:color w:val="000000"/>
          <w:sz w:val="24"/>
          <w:szCs w:val="24"/>
        </w:rPr>
        <w:t>5.</w:t>
      </w:r>
      <w:r w:rsidR="00BD3D9A">
        <w:rPr>
          <w:b/>
          <w:color w:val="000000"/>
          <w:sz w:val="24"/>
          <w:szCs w:val="24"/>
        </w:rPr>
        <w:t xml:space="preserve"> </w:t>
      </w:r>
      <w:r w:rsidRPr="00BD3D9A">
        <w:rPr>
          <w:color w:val="000000"/>
          <w:sz w:val="24"/>
          <w:szCs w:val="24"/>
        </w:rPr>
        <w:t>Соберите у законных представителей школьников согласия на публикацию результатов.</w:t>
      </w:r>
    </w:p>
    <w:p w14:paraId="524594C2" w14:textId="0AB3BB7B" w:rsidR="002A5AF9" w:rsidRPr="00BD3D9A" w:rsidRDefault="002A5AF9" w:rsidP="00BD3D9A">
      <w:pPr>
        <w:shd w:val="clear" w:color="auto" w:fill="FFFFFF"/>
        <w:ind w:firstLine="709"/>
        <w:jc w:val="both"/>
        <w:rPr>
          <w:color w:val="000000"/>
          <w:sz w:val="24"/>
          <w:szCs w:val="24"/>
        </w:rPr>
      </w:pPr>
      <w:r w:rsidRPr="00BD3D9A">
        <w:rPr>
          <w:b/>
          <w:color w:val="000000"/>
          <w:sz w:val="24"/>
          <w:szCs w:val="24"/>
        </w:rPr>
        <w:t>6.</w:t>
      </w:r>
      <w:r w:rsidR="00BD3D9A">
        <w:rPr>
          <w:b/>
          <w:color w:val="000000"/>
          <w:sz w:val="24"/>
          <w:szCs w:val="24"/>
        </w:rPr>
        <w:t xml:space="preserve"> </w:t>
      </w:r>
      <w:r w:rsidRPr="00BD3D9A">
        <w:rPr>
          <w:color w:val="000000"/>
          <w:sz w:val="24"/>
          <w:szCs w:val="24"/>
        </w:rPr>
        <w:t xml:space="preserve">Совместно с техническим специалистом вашей школы проверьте, что открывается сайт школьного этапа siriusolymp.ru и тестирующая система </w:t>
      </w:r>
      <w:proofErr w:type="spellStart"/>
      <w:proofErr w:type="gramStart"/>
      <w:r w:rsidRPr="00BD3D9A">
        <w:rPr>
          <w:color w:val="000000"/>
          <w:sz w:val="24"/>
          <w:szCs w:val="24"/>
        </w:rPr>
        <w:t>uts.sirius</w:t>
      </w:r>
      <w:proofErr w:type="gramEnd"/>
      <w:r w:rsidRPr="00BD3D9A">
        <w:rPr>
          <w:color w:val="000000"/>
          <w:sz w:val="24"/>
          <w:szCs w:val="24"/>
        </w:rPr>
        <w:t>.online</w:t>
      </w:r>
      <w:proofErr w:type="spellEnd"/>
      <w:r w:rsidRPr="00BD3D9A">
        <w:rPr>
          <w:color w:val="000000"/>
          <w:sz w:val="24"/>
          <w:szCs w:val="24"/>
        </w:rPr>
        <w:t xml:space="preserve"> (например, это можно сделать во время демонстрационной олимпиады для организаторов).</w:t>
      </w:r>
    </w:p>
    <w:p w14:paraId="15DC1E1E" w14:textId="4B11D6C9" w:rsidR="002A5AF9" w:rsidRPr="00BD3D9A" w:rsidRDefault="002A5AF9" w:rsidP="00BD3D9A">
      <w:pPr>
        <w:shd w:val="clear" w:color="auto" w:fill="FFFFFF"/>
        <w:ind w:firstLine="709"/>
        <w:jc w:val="both"/>
        <w:rPr>
          <w:color w:val="000000"/>
          <w:sz w:val="24"/>
          <w:szCs w:val="24"/>
        </w:rPr>
      </w:pPr>
      <w:r w:rsidRPr="00BD3D9A">
        <w:rPr>
          <w:b/>
          <w:color w:val="000000"/>
          <w:sz w:val="24"/>
          <w:szCs w:val="24"/>
        </w:rPr>
        <w:t>7.</w:t>
      </w:r>
      <w:r w:rsidR="00BD3D9A">
        <w:rPr>
          <w:b/>
          <w:color w:val="000000"/>
          <w:sz w:val="24"/>
          <w:szCs w:val="24"/>
        </w:rPr>
        <w:t xml:space="preserve"> </w:t>
      </w:r>
      <w:r w:rsidRPr="00BD3D9A">
        <w:rPr>
          <w:color w:val="000000"/>
          <w:sz w:val="24"/>
          <w:szCs w:val="24"/>
        </w:rPr>
        <w:t>Обратитесь к сотруднику образовательной организации, ответственному за проведение Всероссийской проверочной работы. Получите файл с кодами участников для школьников через Федеральную информационную систему оценки качества образования (ФИС ОКО). По каждому предмету предусмотрен свой файл.</w:t>
      </w:r>
    </w:p>
    <w:p w14:paraId="0CD3E023" w14:textId="42325CEF" w:rsidR="002A5AF9" w:rsidRPr="00BD3D9A" w:rsidRDefault="002A5AF9" w:rsidP="00BD3D9A">
      <w:pPr>
        <w:shd w:val="clear" w:color="auto" w:fill="FFFFFF"/>
        <w:ind w:firstLine="709"/>
        <w:jc w:val="both"/>
        <w:rPr>
          <w:color w:val="000000"/>
          <w:sz w:val="24"/>
          <w:szCs w:val="24"/>
        </w:rPr>
      </w:pPr>
      <w:r w:rsidRPr="00BD3D9A">
        <w:rPr>
          <w:b/>
          <w:color w:val="000000"/>
          <w:sz w:val="24"/>
          <w:szCs w:val="24"/>
        </w:rPr>
        <w:t>8.</w:t>
      </w:r>
      <w:r w:rsidR="00BD3D9A">
        <w:rPr>
          <w:b/>
          <w:color w:val="000000"/>
          <w:sz w:val="24"/>
          <w:szCs w:val="24"/>
        </w:rPr>
        <w:t xml:space="preserve"> </w:t>
      </w:r>
      <w:r w:rsidRPr="00BD3D9A">
        <w:rPr>
          <w:color w:val="000000"/>
          <w:sz w:val="24"/>
          <w:szCs w:val="24"/>
        </w:rPr>
        <w:t>Проинструктируйте организаторов в аудитории о выбранной модели и порядке проведения школьного этапа в вашей школе.</w:t>
      </w:r>
    </w:p>
    <w:p w14:paraId="3762C8F1" w14:textId="00A5E803" w:rsidR="002A5AF9" w:rsidRPr="00BD3D9A" w:rsidRDefault="002A5AF9" w:rsidP="00BD3D9A">
      <w:pPr>
        <w:shd w:val="clear" w:color="auto" w:fill="FFFFFF"/>
        <w:ind w:firstLine="709"/>
        <w:jc w:val="both"/>
        <w:rPr>
          <w:color w:val="000000"/>
          <w:sz w:val="24"/>
          <w:szCs w:val="24"/>
        </w:rPr>
      </w:pPr>
      <w:r w:rsidRPr="00BD3D9A">
        <w:rPr>
          <w:b/>
          <w:color w:val="000000"/>
          <w:sz w:val="24"/>
          <w:szCs w:val="24"/>
        </w:rPr>
        <w:t>9.</w:t>
      </w:r>
      <w:r w:rsidR="00BD3D9A">
        <w:rPr>
          <w:b/>
          <w:color w:val="000000"/>
          <w:sz w:val="24"/>
          <w:szCs w:val="24"/>
        </w:rPr>
        <w:t xml:space="preserve"> </w:t>
      </w:r>
      <w:r w:rsidRPr="00BD3D9A">
        <w:rPr>
          <w:color w:val="000000"/>
          <w:sz w:val="24"/>
          <w:szCs w:val="24"/>
        </w:rPr>
        <w:t>Проконтролируйте, что в таблицу с кодами участников занесены фамилии, имена и отчества школьников, желающих принять участие в школьном этапе по предмету.</w:t>
      </w:r>
    </w:p>
    <w:p w14:paraId="61BE1CE5" w14:textId="77FBEF26"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10.</w:t>
      </w:r>
      <w:r w:rsidR="00BD3D9A">
        <w:rPr>
          <w:b/>
          <w:color w:val="000000"/>
          <w:sz w:val="24"/>
          <w:szCs w:val="24"/>
        </w:rPr>
        <w:t xml:space="preserve"> </w:t>
      </w:r>
      <w:r w:rsidRPr="00BD3D9A">
        <w:rPr>
          <w:color w:val="000000"/>
          <w:sz w:val="24"/>
          <w:szCs w:val="24"/>
        </w:rPr>
        <w:t>Сохраните файлы с кодами и ФИО участников по шести предметам. Они потребуются для персонализации результатов олимпиады.</w:t>
      </w:r>
    </w:p>
    <w:p w14:paraId="64DD4564" w14:textId="72833B70"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11.</w:t>
      </w:r>
      <w:r w:rsidR="00BD3D9A">
        <w:rPr>
          <w:b/>
          <w:color w:val="000000"/>
          <w:sz w:val="24"/>
          <w:szCs w:val="24"/>
        </w:rPr>
        <w:t xml:space="preserve"> </w:t>
      </w:r>
      <w:r w:rsidRPr="00BD3D9A">
        <w:rPr>
          <w:color w:val="000000"/>
          <w:sz w:val="24"/>
          <w:szCs w:val="24"/>
        </w:rPr>
        <w:t>Раздайте коды участников школьникам: при модели 1 непосредственно перед туром</w:t>
      </w:r>
      <w:r w:rsidR="00BD3D9A">
        <w:rPr>
          <w:color w:val="000000"/>
          <w:sz w:val="24"/>
          <w:szCs w:val="24"/>
        </w:rPr>
        <w:t xml:space="preserve"> </w:t>
      </w:r>
      <w:r w:rsidRPr="00BD3D9A">
        <w:rPr>
          <w:color w:val="000000"/>
          <w:sz w:val="24"/>
          <w:szCs w:val="24"/>
        </w:rPr>
        <w:t>согласно графику проведения олимпиады в вашей школе, при модели 2 – заблаговременно. Например, это можно сделать, распечатав таблицу с кодами участников и разрезав ее по строкам, или сформировать приглашения для каждого участника, воспользовавшись сервисом на сайте школьного этапа.</w:t>
      </w:r>
    </w:p>
    <w:p w14:paraId="1EF0AAAD" w14:textId="4D3E0915"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12.</w:t>
      </w:r>
      <w:r w:rsidR="00BD3D9A">
        <w:rPr>
          <w:b/>
          <w:color w:val="000000"/>
          <w:sz w:val="24"/>
          <w:szCs w:val="24"/>
        </w:rPr>
        <w:t xml:space="preserve"> </w:t>
      </w:r>
      <w:r w:rsidRPr="00BD3D9A">
        <w:rPr>
          <w:color w:val="000000"/>
          <w:sz w:val="24"/>
          <w:szCs w:val="24"/>
        </w:rPr>
        <w:t>Обратите внимание: один код можно использовать только один раз. При первом использовании код соотносится с человеком. В случае, если два участника воспользовались одним и тем же кодом, необходимо каждому из участников выдать новый резервный код.</w:t>
      </w:r>
    </w:p>
    <w:p w14:paraId="023C1D1F" w14:textId="7C0169F8"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13.</w:t>
      </w:r>
      <w:r w:rsidR="00BD3D9A">
        <w:rPr>
          <w:b/>
          <w:color w:val="000000"/>
          <w:sz w:val="24"/>
          <w:szCs w:val="24"/>
        </w:rPr>
        <w:t xml:space="preserve"> </w:t>
      </w:r>
      <w:r w:rsidRPr="00BD3D9A">
        <w:rPr>
          <w:color w:val="000000"/>
          <w:sz w:val="24"/>
          <w:szCs w:val="24"/>
        </w:rPr>
        <w:t>Ознакомьтесь с требованиями к проведению и с порядком выполнения заданий, ответами на часто задаваемые вопросы и памяткой для участника на сайте олимпиады siriusolymp.ru. Это поможет вам отвечать на вопросы школьников.</w:t>
      </w:r>
    </w:p>
    <w:p w14:paraId="497DDD32" w14:textId="40F86150"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14.</w:t>
      </w:r>
      <w:r w:rsidR="00BD3D9A">
        <w:rPr>
          <w:b/>
          <w:color w:val="000000"/>
          <w:sz w:val="24"/>
          <w:szCs w:val="24"/>
        </w:rPr>
        <w:t xml:space="preserve"> </w:t>
      </w:r>
      <w:r w:rsidRPr="00BD3D9A">
        <w:rPr>
          <w:color w:val="000000"/>
          <w:sz w:val="24"/>
          <w:szCs w:val="24"/>
        </w:rPr>
        <w:t xml:space="preserve">Тестирующая система позволяет принять участие в олимпиаде в день проведения с 8:00 до 22:00 по местному времени. При модели 1 участники выполняют задания во время, установленное в графике проведения олимпиады в школе, при модели 2 – в любое удобное для них время. Будьте внимательны: если участник начнёт выполнять задания слишком поздно, то система прекратит принимать ответы в 22:00, даже если ещё </w:t>
      </w:r>
      <w:r w:rsidRPr="00BD3D9A">
        <w:rPr>
          <w:color w:val="000000"/>
          <w:sz w:val="24"/>
          <w:szCs w:val="24"/>
        </w:rPr>
        <w:lastRenderedPageBreak/>
        <w:t>не выйдет положенное для участника время выполнения заданий. Если на решение задач отводится два часа, то лучше приступить к их выполнению не позднее 20:00.</w:t>
      </w:r>
    </w:p>
    <w:p w14:paraId="7A59CB13" w14:textId="62BD2C0E"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15.</w:t>
      </w:r>
      <w:r w:rsidR="00BD3D9A">
        <w:rPr>
          <w:b/>
          <w:color w:val="000000"/>
          <w:sz w:val="24"/>
          <w:szCs w:val="24"/>
        </w:rPr>
        <w:t xml:space="preserve"> </w:t>
      </w:r>
      <w:r w:rsidRPr="00BD3D9A">
        <w:rPr>
          <w:color w:val="000000"/>
          <w:sz w:val="24"/>
          <w:szCs w:val="24"/>
        </w:rPr>
        <w:t>Если школьник случайно использовал не свой код или после входа в систему видит не свое имя, выдайте ему ранее неиспользованный резервный код участника.</w:t>
      </w:r>
    </w:p>
    <w:p w14:paraId="18CA282E" w14:textId="0E500E66"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16.</w:t>
      </w:r>
      <w:r w:rsidR="00BD3D9A">
        <w:rPr>
          <w:b/>
          <w:color w:val="000000"/>
          <w:sz w:val="24"/>
          <w:szCs w:val="24"/>
        </w:rPr>
        <w:t xml:space="preserve"> </w:t>
      </w:r>
      <w:r w:rsidRPr="00BD3D9A">
        <w:rPr>
          <w:color w:val="000000"/>
          <w:sz w:val="24"/>
          <w:szCs w:val="24"/>
        </w:rPr>
        <w:t>Олимпиада закончится по истечении отведенного времени или в 22:00.</w:t>
      </w:r>
    </w:p>
    <w:p w14:paraId="6BAF98D1" w14:textId="30451574"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17.</w:t>
      </w:r>
      <w:r w:rsidR="00BD3D9A">
        <w:rPr>
          <w:b/>
          <w:color w:val="000000"/>
          <w:sz w:val="24"/>
          <w:szCs w:val="24"/>
        </w:rPr>
        <w:t xml:space="preserve"> </w:t>
      </w:r>
      <w:r w:rsidRPr="00BD3D9A">
        <w:rPr>
          <w:color w:val="000000"/>
          <w:sz w:val="24"/>
          <w:szCs w:val="24"/>
        </w:rPr>
        <w:t xml:space="preserve">В течение 2 календарных дней после завершения олимпиады на сайте олимпиады публикуются текстовые и </w:t>
      </w:r>
      <w:proofErr w:type="spellStart"/>
      <w:r w:rsidRPr="00BD3D9A">
        <w:rPr>
          <w:color w:val="000000"/>
          <w:sz w:val="24"/>
          <w:szCs w:val="24"/>
        </w:rPr>
        <w:t>видеоразборы</w:t>
      </w:r>
      <w:proofErr w:type="spellEnd"/>
      <w:r w:rsidRPr="00BD3D9A">
        <w:rPr>
          <w:color w:val="000000"/>
          <w:sz w:val="24"/>
          <w:szCs w:val="24"/>
        </w:rPr>
        <w:t xml:space="preserve"> заданий.</w:t>
      </w:r>
    </w:p>
    <w:p w14:paraId="25A1CED8" w14:textId="6554D808"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18.</w:t>
      </w:r>
      <w:r w:rsidR="00BD3D9A">
        <w:rPr>
          <w:b/>
          <w:color w:val="000000"/>
          <w:sz w:val="24"/>
          <w:szCs w:val="24"/>
        </w:rPr>
        <w:t xml:space="preserve"> </w:t>
      </w:r>
      <w:r w:rsidRPr="00BD3D9A">
        <w:rPr>
          <w:color w:val="000000"/>
          <w:sz w:val="24"/>
          <w:szCs w:val="24"/>
        </w:rPr>
        <w:t>Предварительные результаты участники смогут узнать по своему коду через 7 дней после дня проведения тура.</w:t>
      </w:r>
    </w:p>
    <w:p w14:paraId="61C077D9" w14:textId="63D7A47B" w:rsidR="002A5AF9" w:rsidRPr="00BD3D9A" w:rsidRDefault="002A5AF9" w:rsidP="00BD3D9A">
      <w:pPr>
        <w:shd w:val="clear" w:color="auto" w:fill="FFFFFF"/>
        <w:ind w:firstLine="709"/>
        <w:jc w:val="both"/>
        <w:rPr>
          <w:color w:val="000000"/>
          <w:sz w:val="24"/>
          <w:szCs w:val="24"/>
        </w:rPr>
      </w:pPr>
      <w:r w:rsidRPr="00BD3D9A">
        <w:rPr>
          <w:b/>
          <w:color w:val="000000"/>
          <w:sz w:val="24"/>
          <w:szCs w:val="24"/>
        </w:rPr>
        <w:t>19.</w:t>
      </w:r>
      <w:r w:rsidRPr="00BD3D9A">
        <w:rPr>
          <w:color w:val="000000"/>
          <w:sz w:val="24"/>
          <w:szCs w:val="24"/>
        </w:rPr>
        <w:t xml:space="preserve"> Попросите учителей провести разбор заданий и ответить на вопросы участников. Если после разбора заданий у ученика остались вопросы по решению задач, передайте вопрос региональному координатору в течение 3 дней после публикации предварительных результатов. Порядок ответа на вопросы о несогласии с выставленными баллами размещен на сайте олимпиады.</w:t>
      </w:r>
    </w:p>
    <w:p w14:paraId="586B8332" w14:textId="27352C91" w:rsidR="002A5AF9" w:rsidRPr="00BD3D9A" w:rsidRDefault="002A5AF9" w:rsidP="00BD3D9A">
      <w:pPr>
        <w:shd w:val="clear" w:color="auto" w:fill="FFFFFF"/>
        <w:ind w:firstLine="709"/>
        <w:jc w:val="both"/>
        <w:rPr>
          <w:color w:val="000000"/>
          <w:sz w:val="24"/>
          <w:szCs w:val="24"/>
        </w:rPr>
      </w:pPr>
      <w:r w:rsidRPr="00BD3D9A">
        <w:rPr>
          <w:b/>
          <w:color w:val="000000"/>
          <w:sz w:val="24"/>
          <w:szCs w:val="24"/>
        </w:rPr>
        <w:t>20.</w:t>
      </w:r>
      <w:r w:rsidRPr="00BD3D9A">
        <w:rPr>
          <w:color w:val="000000"/>
          <w:sz w:val="24"/>
          <w:szCs w:val="24"/>
        </w:rPr>
        <w:t xml:space="preserve"> Через 14 дней после дня проведения тура в системе ФИС ОКО будет опубликована окончательная таблица результатов. В таблице будут отсутствовать ФИО участников. Сохраните таблицу с данными участников для подведения итогов олимпиады, награждения победителей и призеров.</w:t>
      </w:r>
    </w:p>
    <w:p w14:paraId="2F950A81" w14:textId="35C3F99E" w:rsidR="00BD3D9A" w:rsidRDefault="00BD3D9A">
      <w:pPr>
        <w:rPr>
          <w:sz w:val="24"/>
          <w:szCs w:val="24"/>
        </w:rPr>
      </w:pPr>
      <w:r>
        <w:rPr>
          <w:sz w:val="24"/>
          <w:szCs w:val="24"/>
        </w:rPr>
        <w:br w:type="page"/>
      </w:r>
    </w:p>
    <w:p w14:paraId="63975DDB" w14:textId="77777777" w:rsidR="002A5AF9" w:rsidRPr="00BD3D9A" w:rsidRDefault="002A5AF9" w:rsidP="00BD3D9A">
      <w:pPr>
        <w:pStyle w:val="af"/>
        <w:spacing w:after="0"/>
        <w:jc w:val="right"/>
        <w:rPr>
          <w:sz w:val="24"/>
          <w:szCs w:val="24"/>
        </w:rPr>
      </w:pPr>
      <w:r w:rsidRPr="00BD3D9A">
        <w:rPr>
          <w:sz w:val="24"/>
          <w:szCs w:val="24"/>
        </w:rPr>
        <w:lastRenderedPageBreak/>
        <w:t>Приложение 2</w:t>
      </w:r>
    </w:p>
    <w:p w14:paraId="40F88F72" w14:textId="77777777" w:rsidR="00EC403C" w:rsidRPr="00BD3D9A" w:rsidRDefault="00EC403C" w:rsidP="00BD3D9A">
      <w:pPr>
        <w:shd w:val="clear" w:color="auto" w:fill="FFFFFF"/>
        <w:jc w:val="right"/>
        <w:rPr>
          <w:b/>
          <w:sz w:val="24"/>
          <w:szCs w:val="24"/>
        </w:rPr>
      </w:pPr>
    </w:p>
    <w:p w14:paraId="1AA3F00B" w14:textId="4532075C" w:rsidR="002A5AF9" w:rsidRPr="00D00059" w:rsidRDefault="002A5AF9" w:rsidP="00BD3D9A">
      <w:pPr>
        <w:shd w:val="clear" w:color="auto" w:fill="FFFFFF"/>
        <w:jc w:val="center"/>
        <w:rPr>
          <w:b/>
          <w:sz w:val="24"/>
          <w:szCs w:val="24"/>
        </w:rPr>
      </w:pPr>
      <w:r w:rsidRPr="00D00059">
        <w:rPr>
          <w:b/>
          <w:sz w:val="24"/>
          <w:szCs w:val="24"/>
        </w:rPr>
        <w:t>Инструкция для учителя (дежурного в аудитории) по проведению школьного этапа всероссийской олимпиады школьников на технологической платформе «Сириус.</w:t>
      </w:r>
      <w:r w:rsidR="00D40D4F">
        <w:rPr>
          <w:b/>
          <w:sz w:val="24"/>
          <w:szCs w:val="24"/>
        </w:rPr>
        <w:t xml:space="preserve"> </w:t>
      </w:r>
      <w:r w:rsidRPr="00D00059">
        <w:rPr>
          <w:b/>
          <w:sz w:val="24"/>
          <w:szCs w:val="24"/>
        </w:rPr>
        <w:t>Курсы» в 202</w:t>
      </w:r>
      <w:r w:rsidR="00EC403C">
        <w:rPr>
          <w:b/>
          <w:sz w:val="24"/>
          <w:szCs w:val="24"/>
        </w:rPr>
        <w:t>4</w:t>
      </w:r>
      <w:r w:rsidRPr="00D00059">
        <w:rPr>
          <w:b/>
          <w:sz w:val="24"/>
          <w:szCs w:val="24"/>
        </w:rPr>
        <w:t>/2</w:t>
      </w:r>
      <w:r w:rsidR="00EC403C">
        <w:rPr>
          <w:b/>
          <w:sz w:val="24"/>
          <w:szCs w:val="24"/>
        </w:rPr>
        <w:t>5</w:t>
      </w:r>
      <w:r w:rsidRPr="00D00059">
        <w:rPr>
          <w:b/>
          <w:sz w:val="24"/>
          <w:szCs w:val="24"/>
        </w:rPr>
        <w:t xml:space="preserve"> учебном году</w:t>
      </w:r>
    </w:p>
    <w:p w14:paraId="1E3C917E" w14:textId="77777777" w:rsidR="002A5AF9" w:rsidRPr="00D00059" w:rsidRDefault="002A5AF9" w:rsidP="00BD3D9A">
      <w:pPr>
        <w:shd w:val="clear" w:color="auto" w:fill="FFFFFF"/>
        <w:jc w:val="center"/>
        <w:rPr>
          <w:b/>
          <w:sz w:val="24"/>
          <w:szCs w:val="24"/>
        </w:rPr>
      </w:pPr>
    </w:p>
    <w:p w14:paraId="14A64ACB" w14:textId="2B511FF4" w:rsidR="002A5AF9" w:rsidRPr="00D00059" w:rsidRDefault="002A5AF9" w:rsidP="002A5AF9">
      <w:pPr>
        <w:jc w:val="both"/>
        <w:rPr>
          <w:i/>
          <w:sz w:val="24"/>
          <w:szCs w:val="24"/>
        </w:rPr>
      </w:pPr>
      <w:r w:rsidRPr="00D00059">
        <w:rPr>
          <w:i/>
          <w:sz w:val="24"/>
          <w:szCs w:val="24"/>
        </w:rPr>
        <w:t>Если в вашей школе школьный этап на платформе «Сириус.</w:t>
      </w:r>
      <w:r w:rsidR="00D40D4F">
        <w:rPr>
          <w:i/>
          <w:sz w:val="24"/>
          <w:szCs w:val="24"/>
        </w:rPr>
        <w:t xml:space="preserve"> </w:t>
      </w:r>
      <w:r w:rsidRPr="00D00059">
        <w:rPr>
          <w:i/>
          <w:sz w:val="24"/>
          <w:szCs w:val="24"/>
        </w:rPr>
        <w:t>Курсы» проводится в школьных аудиториях по установленному графику – то эта инструкция для вас.</w:t>
      </w:r>
    </w:p>
    <w:p w14:paraId="4A90142E" w14:textId="77777777" w:rsidR="002A5AF9" w:rsidRPr="00D40D4F" w:rsidRDefault="002A5AF9" w:rsidP="00D40D4F">
      <w:pPr>
        <w:ind w:firstLine="709"/>
        <w:jc w:val="both"/>
        <w:rPr>
          <w:i/>
          <w:sz w:val="24"/>
          <w:szCs w:val="24"/>
        </w:rPr>
      </w:pPr>
    </w:p>
    <w:p w14:paraId="1462F8AA" w14:textId="77777777" w:rsidR="002A5AF9" w:rsidRPr="00D40D4F" w:rsidRDefault="002A5AF9" w:rsidP="00D40D4F">
      <w:pPr>
        <w:pStyle w:val="af3"/>
        <w:numPr>
          <w:ilvl w:val="0"/>
          <w:numId w:val="17"/>
        </w:numPr>
        <w:tabs>
          <w:tab w:val="left" w:pos="993"/>
        </w:tabs>
        <w:ind w:left="0" w:firstLine="709"/>
        <w:jc w:val="both"/>
      </w:pPr>
      <w:r w:rsidRPr="00D40D4F">
        <w:t>Посмотрите график проведения и продолжительность олимпиад на сайте школьного этапа ВсОШ, ознакомьте своих учеников с графиком.</w:t>
      </w:r>
    </w:p>
    <w:p w14:paraId="33EA3DF7" w14:textId="4BEE18CA" w:rsidR="002A5AF9" w:rsidRPr="00D40D4F" w:rsidRDefault="002A5AF9" w:rsidP="00D40D4F">
      <w:pPr>
        <w:pStyle w:val="af3"/>
        <w:numPr>
          <w:ilvl w:val="0"/>
          <w:numId w:val="17"/>
        </w:numPr>
        <w:tabs>
          <w:tab w:val="left" w:pos="993"/>
        </w:tabs>
        <w:ind w:left="0" w:firstLine="709"/>
        <w:jc w:val="both"/>
      </w:pPr>
      <w:r w:rsidRPr="00D40D4F">
        <w:t>Проконтролируйте, что у школьников есть коды участников. Если у кого-то отсутствует код участника, то запросите код у ответственного за организацию школьного этапа ВсОШ в вашей школе. Обратите внимание на то, что для каждого предмета предусмотрены свои коды.</w:t>
      </w:r>
    </w:p>
    <w:p w14:paraId="3C580D04" w14:textId="77777777" w:rsidR="002A5AF9" w:rsidRPr="00D40D4F" w:rsidRDefault="002A5AF9" w:rsidP="00D40D4F">
      <w:pPr>
        <w:pStyle w:val="af3"/>
        <w:numPr>
          <w:ilvl w:val="0"/>
          <w:numId w:val="17"/>
        </w:numPr>
        <w:tabs>
          <w:tab w:val="left" w:pos="993"/>
        </w:tabs>
        <w:ind w:left="0" w:firstLine="709"/>
        <w:jc w:val="both"/>
      </w:pPr>
      <w:r w:rsidRPr="00D40D4F">
        <w:t>Перед туром проверьте готовность рабочих мест для участия в олимпиаде: убедитесь, что у каждого из участников есть ручка, бумага и дополнительные материалы (если они предусмотрены требованиями, которые публикуются на официальном сайте школьного этапа ВсОШ за 14 дней до проведения тура).</w:t>
      </w:r>
    </w:p>
    <w:p w14:paraId="18F81597" w14:textId="70D20D00" w:rsidR="002A5AF9" w:rsidRPr="00D40D4F" w:rsidRDefault="002A5AF9" w:rsidP="00D40D4F">
      <w:pPr>
        <w:pStyle w:val="af3"/>
        <w:numPr>
          <w:ilvl w:val="0"/>
          <w:numId w:val="17"/>
        </w:numPr>
        <w:tabs>
          <w:tab w:val="left" w:pos="993"/>
        </w:tabs>
        <w:ind w:left="0" w:firstLine="709"/>
        <w:jc w:val="both"/>
      </w:pPr>
      <w:r w:rsidRPr="00D40D4F">
        <w:t>Убедитесь, что аудитории для проведения олимпиады оборудованы устройствами с устойчивым выходом в интернет. При необходимости школьники могут выполнять задания в кабинете, используя свои средства связи (ноутбук/планшет/телефон). Также по решению организатора школьного этапа возможно участие в школьном этапе из дома.</w:t>
      </w:r>
    </w:p>
    <w:p w14:paraId="0061121C" w14:textId="77777777" w:rsidR="002A5AF9" w:rsidRPr="00D40D4F" w:rsidRDefault="002A5AF9" w:rsidP="00D40D4F">
      <w:pPr>
        <w:pStyle w:val="af3"/>
        <w:numPr>
          <w:ilvl w:val="0"/>
          <w:numId w:val="17"/>
        </w:numPr>
        <w:tabs>
          <w:tab w:val="left" w:pos="993"/>
        </w:tabs>
        <w:ind w:left="0" w:firstLine="709"/>
        <w:jc w:val="both"/>
      </w:pPr>
      <w:r w:rsidRPr="00D40D4F">
        <w:t>Обратите внимание на время проведения тура: с 8:00 до 22:00 (по местному времени). Если на решение задач отводится два часа, то порекомендуйте ученику приступить к их выполнению не позднее 20:00.</w:t>
      </w:r>
    </w:p>
    <w:p w14:paraId="27005DE4" w14:textId="77777777" w:rsidR="002A5AF9" w:rsidRPr="00D40D4F" w:rsidRDefault="002A5AF9" w:rsidP="00D40D4F">
      <w:pPr>
        <w:pStyle w:val="af3"/>
        <w:numPr>
          <w:ilvl w:val="0"/>
          <w:numId w:val="17"/>
        </w:numPr>
        <w:tabs>
          <w:tab w:val="left" w:pos="993"/>
        </w:tabs>
        <w:ind w:left="0" w:firstLine="709"/>
        <w:jc w:val="both"/>
      </w:pPr>
      <w:r w:rsidRPr="00D40D4F">
        <w:t>Ознакомьтесь с требованиями к проведению, ответами на часто задаваемые вопросы, памяткой для участника и порядком апелляции. Это поможет вам отвечать на вопросы школьников.</w:t>
      </w:r>
    </w:p>
    <w:p w14:paraId="541EC3A1" w14:textId="14051BF4" w:rsidR="002A5AF9" w:rsidRPr="00D40D4F" w:rsidRDefault="002A5AF9" w:rsidP="00D40D4F">
      <w:pPr>
        <w:pStyle w:val="af3"/>
        <w:numPr>
          <w:ilvl w:val="0"/>
          <w:numId w:val="17"/>
        </w:numPr>
        <w:tabs>
          <w:tab w:val="left" w:pos="993"/>
        </w:tabs>
        <w:ind w:left="0" w:firstLine="709"/>
        <w:jc w:val="both"/>
      </w:pPr>
      <w:r w:rsidRPr="00D40D4F">
        <w:t>Проведите для участников олимпиады инструктаж по выполнению заданий: Уважаемый участник! Вы приступаете к выполнению заданий олимпиады. Пожалуйста, обратите внимание на правила проведения тура:</w:t>
      </w:r>
    </w:p>
    <w:p w14:paraId="3B43CA82" w14:textId="77777777" w:rsidR="002A5AF9" w:rsidRPr="00D40D4F" w:rsidRDefault="002A5AF9" w:rsidP="00D40D4F">
      <w:pPr>
        <w:pStyle w:val="af3"/>
        <w:numPr>
          <w:ilvl w:val="0"/>
          <w:numId w:val="18"/>
        </w:numPr>
        <w:tabs>
          <w:tab w:val="left" w:pos="993"/>
        </w:tabs>
        <w:ind w:left="0" w:firstLine="709"/>
        <w:jc w:val="both"/>
      </w:pPr>
      <w:r w:rsidRPr="00D40D4F">
        <w:t>Задания следует выполнять самостоятельно, запрещено использовать любые дополнительные материалы, кроме опубликованных в требованиях к проведению тура.</w:t>
      </w:r>
    </w:p>
    <w:p w14:paraId="32BCC0F5" w14:textId="47E18707" w:rsidR="002A5AF9" w:rsidRPr="00D40D4F" w:rsidRDefault="002A5AF9" w:rsidP="00D40D4F">
      <w:pPr>
        <w:pStyle w:val="af3"/>
        <w:numPr>
          <w:ilvl w:val="0"/>
          <w:numId w:val="18"/>
        </w:numPr>
        <w:tabs>
          <w:tab w:val="left" w:pos="993"/>
        </w:tabs>
        <w:ind w:left="0" w:firstLine="709"/>
        <w:jc w:val="both"/>
      </w:pPr>
      <w:r w:rsidRPr="00D40D4F">
        <w:t>Отсчет времени начнется, как только вы нажмете кнопку «Начать». Остановить время или поставить его на паузу в процессе выполнения заданий нельзя.</w:t>
      </w:r>
    </w:p>
    <w:p w14:paraId="0E4347C8" w14:textId="77777777" w:rsidR="002A5AF9" w:rsidRPr="00D40D4F" w:rsidRDefault="002A5AF9" w:rsidP="00D40D4F">
      <w:pPr>
        <w:pStyle w:val="af3"/>
        <w:numPr>
          <w:ilvl w:val="0"/>
          <w:numId w:val="18"/>
        </w:numPr>
        <w:tabs>
          <w:tab w:val="left" w:pos="993"/>
        </w:tabs>
        <w:ind w:left="0" w:firstLine="709"/>
        <w:jc w:val="both"/>
      </w:pPr>
      <w:r w:rsidRPr="00D40D4F">
        <w:t>Работа будет автоматически сдана после окончания времени, отведенного на выполнение заданий, или завершения тура олимпиады.</w:t>
      </w:r>
    </w:p>
    <w:p w14:paraId="46256FCA" w14:textId="77777777" w:rsidR="002A5AF9" w:rsidRPr="00D40D4F" w:rsidRDefault="002A5AF9" w:rsidP="00D40D4F">
      <w:pPr>
        <w:pStyle w:val="af3"/>
        <w:numPr>
          <w:ilvl w:val="0"/>
          <w:numId w:val="18"/>
        </w:numPr>
        <w:tabs>
          <w:tab w:val="left" w:pos="993"/>
        </w:tabs>
        <w:ind w:left="0" w:firstLine="709"/>
        <w:jc w:val="both"/>
      </w:pPr>
      <w:r w:rsidRPr="00D40D4F">
        <w:t>Для сохранения ответа на задачу нажмите кнопку «Сохранить ответ». При проверке учитываются только те ответы, которые были сохранены.</w:t>
      </w:r>
    </w:p>
    <w:p w14:paraId="253E71B3" w14:textId="77777777" w:rsidR="002A5AF9" w:rsidRPr="00D40D4F" w:rsidRDefault="002A5AF9" w:rsidP="00D40D4F">
      <w:pPr>
        <w:pStyle w:val="af3"/>
        <w:numPr>
          <w:ilvl w:val="0"/>
          <w:numId w:val="18"/>
        </w:numPr>
        <w:tabs>
          <w:tab w:val="left" w:pos="993"/>
        </w:tabs>
        <w:ind w:left="0" w:firstLine="709"/>
        <w:jc w:val="both"/>
      </w:pPr>
      <w:r w:rsidRPr="00D40D4F">
        <w:t>Задания не обязательно выполнять по порядку. На нижней панели отмечаются задания, по которым вы уже сохранили ответ в системе.</w:t>
      </w:r>
    </w:p>
    <w:p w14:paraId="7FCA6B64" w14:textId="77777777" w:rsidR="002A5AF9" w:rsidRPr="00D40D4F" w:rsidRDefault="002A5AF9" w:rsidP="00D40D4F">
      <w:pPr>
        <w:tabs>
          <w:tab w:val="left" w:pos="993"/>
        </w:tabs>
        <w:ind w:firstLine="709"/>
        <w:jc w:val="both"/>
        <w:rPr>
          <w:sz w:val="24"/>
          <w:szCs w:val="24"/>
        </w:rPr>
      </w:pPr>
      <w:r w:rsidRPr="00D40D4F">
        <w:rPr>
          <w:b/>
          <w:bCs/>
          <w:sz w:val="24"/>
          <w:szCs w:val="24"/>
        </w:rPr>
        <w:t>для тура по астрономии, биологии, математике, физике и химии</w:t>
      </w:r>
      <w:r w:rsidRPr="00D40D4F">
        <w:rPr>
          <w:sz w:val="24"/>
          <w:szCs w:val="24"/>
        </w:rPr>
        <w:t>:</w:t>
      </w:r>
    </w:p>
    <w:p w14:paraId="1386CD4C" w14:textId="18259D68" w:rsidR="002A5AF9" w:rsidRPr="00D40D4F" w:rsidRDefault="002A5AF9" w:rsidP="00D40D4F">
      <w:pPr>
        <w:pStyle w:val="af3"/>
        <w:numPr>
          <w:ilvl w:val="0"/>
          <w:numId w:val="19"/>
        </w:numPr>
        <w:tabs>
          <w:tab w:val="left" w:pos="993"/>
        </w:tabs>
        <w:ind w:left="0" w:firstLine="709"/>
        <w:jc w:val="both"/>
      </w:pPr>
      <w:r w:rsidRPr="00D40D4F">
        <w:t>Ответ на каждую задачу можно сохранять неограниченное число раз, окончательным ответом будет считаться последний сохранённый.</w:t>
      </w:r>
    </w:p>
    <w:p w14:paraId="55029B4C" w14:textId="77777777" w:rsidR="002A5AF9" w:rsidRPr="00D40D4F" w:rsidRDefault="002A5AF9" w:rsidP="00D40D4F">
      <w:pPr>
        <w:tabs>
          <w:tab w:val="left" w:pos="993"/>
        </w:tabs>
        <w:ind w:firstLine="709"/>
        <w:jc w:val="both"/>
        <w:rPr>
          <w:b/>
          <w:bCs/>
          <w:sz w:val="24"/>
          <w:szCs w:val="24"/>
        </w:rPr>
      </w:pPr>
      <w:r w:rsidRPr="00D40D4F">
        <w:rPr>
          <w:b/>
          <w:bCs/>
          <w:sz w:val="24"/>
          <w:szCs w:val="24"/>
        </w:rPr>
        <w:t>для тура по информатике:</w:t>
      </w:r>
    </w:p>
    <w:p w14:paraId="600CA89F" w14:textId="77777777" w:rsidR="002A5AF9" w:rsidRPr="00D40D4F" w:rsidRDefault="002A5AF9" w:rsidP="00D40D4F">
      <w:pPr>
        <w:pStyle w:val="af3"/>
        <w:numPr>
          <w:ilvl w:val="0"/>
          <w:numId w:val="19"/>
        </w:numPr>
        <w:tabs>
          <w:tab w:val="left" w:pos="993"/>
        </w:tabs>
        <w:ind w:left="0" w:firstLine="709"/>
        <w:jc w:val="both"/>
      </w:pPr>
      <w:r w:rsidRPr="00D40D4F">
        <w:t>Ответ на каждую задачу можно сохранять неограниченное число раз. В задачах по программированию учитывается лучшее из сохраненных решений.</w:t>
      </w:r>
    </w:p>
    <w:p w14:paraId="60ADB8D2" w14:textId="77777777" w:rsidR="002A5AF9" w:rsidRPr="00D40D4F" w:rsidRDefault="002A5AF9" w:rsidP="00D40D4F">
      <w:pPr>
        <w:pStyle w:val="af3"/>
        <w:numPr>
          <w:ilvl w:val="0"/>
          <w:numId w:val="19"/>
        </w:numPr>
        <w:tabs>
          <w:tab w:val="left" w:pos="993"/>
        </w:tabs>
        <w:ind w:left="0" w:firstLine="709"/>
        <w:jc w:val="both"/>
      </w:pPr>
      <w:r w:rsidRPr="00D40D4F">
        <w:t>При выходе из системы сохраненные ответы не удаляются, вне зависимости от того, сдали вы работу на проверку или нет.</w:t>
      </w:r>
    </w:p>
    <w:p w14:paraId="0398410F" w14:textId="77777777" w:rsidR="002A5AF9" w:rsidRPr="00D40D4F" w:rsidRDefault="002A5AF9" w:rsidP="00D40D4F">
      <w:pPr>
        <w:pStyle w:val="af3"/>
        <w:numPr>
          <w:ilvl w:val="0"/>
          <w:numId w:val="19"/>
        </w:numPr>
        <w:tabs>
          <w:tab w:val="left" w:pos="993"/>
        </w:tabs>
        <w:ind w:left="0" w:firstLine="709"/>
        <w:jc w:val="both"/>
      </w:pPr>
      <w:r w:rsidRPr="00D40D4F">
        <w:lastRenderedPageBreak/>
        <w:t>В момент сдачи работы вы видите количество сохранённых ответов и общее количество заданий. Если вы пропустили какой-то вопрос, то можете к нему вернуться.</w:t>
      </w:r>
    </w:p>
    <w:p w14:paraId="2163808F" w14:textId="17C75815" w:rsidR="002A5AF9" w:rsidRPr="00D40D4F" w:rsidRDefault="002A5AF9" w:rsidP="00D40D4F">
      <w:pPr>
        <w:tabs>
          <w:tab w:val="left" w:pos="993"/>
        </w:tabs>
        <w:ind w:firstLine="709"/>
        <w:jc w:val="both"/>
        <w:rPr>
          <w:sz w:val="24"/>
          <w:szCs w:val="24"/>
        </w:rPr>
      </w:pPr>
      <w:r w:rsidRPr="00D40D4F">
        <w:rPr>
          <w:sz w:val="24"/>
          <w:szCs w:val="24"/>
        </w:rPr>
        <w:t>Разбор заданий будет опубликован в течение двух дней на сайте олимпиады siriusolymp.ru.</w:t>
      </w:r>
    </w:p>
    <w:p w14:paraId="0147A33A" w14:textId="07BED3C6" w:rsidR="002A5AF9" w:rsidRPr="00D40D4F" w:rsidRDefault="002A5AF9" w:rsidP="00D40D4F">
      <w:pPr>
        <w:tabs>
          <w:tab w:val="left" w:pos="993"/>
        </w:tabs>
        <w:ind w:firstLine="709"/>
        <w:jc w:val="both"/>
        <w:rPr>
          <w:sz w:val="24"/>
          <w:szCs w:val="24"/>
        </w:rPr>
      </w:pPr>
      <w:r w:rsidRPr="00D40D4F">
        <w:rPr>
          <w:sz w:val="24"/>
          <w:szCs w:val="24"/>
        </w:rPr>
        <w:t>Не теряйте коды участников! По своему коду участника через 7 дней вы узнаете предварительные результаты проверки вашей работы. Если после изучения разборов заданий у вас останутся вопросы по оцениванию вашей работы, задайте их организатору в школе (учителю) в течение 3 дней после публикации предварительных результатов!</w:t>
      </w:r>
    </w:p>
    <w:p w14:paraId="344DA12B" w14:textId="77777777" w:rsidR="002A5AF9" w:rsidRPr="00D40D4F" w:rsidRDefault="002A5AF9" w:rsidP="00D40D4F">
      <w:pPr>
        <w:tabs>
          <w:tab w:val="left" w:pos="993"/>
        </w:tabs>
        <w:ind w:firstLine="709"/>
        <w:jc w:val="both"/>
        <w:rPr>
          <w:sz w:val="24"/>
          <w:szCs w:val="24"/>
        </w:rPr>
      </w:pPr>
      <w:r w:rsidRPr="00D40D4F">
        <w:rPr>
          <w:sz w:val="24"/>
          <w:szCs w:val="24"/>
        </w:rPr>
        <w:t>Окончательные результаты будут доступны в школе не ранее, чем через 14 дней после дня проведения тура.</w:t>
      </w:r>
    </w:p>
    <w:p w14:paraId="212CB1D6" w14:textId="77777777" w:rsidR="002A5AF9" w:rsidRPr="00D40D4F" w:rsidRDefault="002A5AF9" w:rsidP="00D40D4F">
      <w:pPr>
        <w:tabs>
          <w:tab w:val="left" w:pos="993"/>
        </w:tabs>
        <w:ind w:firstLine="709"/>
        <w:jc w:val="both"/>
        <w:rPr>
          <w:sz w:val="24"/>
          <w:szCs w:val="24"/>
        </w:rPr>
      </w:pPr>
      <w:r w:rsidRPr="00D40D4F">
        <w:rPr>
          <w:sz w:val="24"/>
          <w:szCs w:val="24"/>
        </w:rPr>
        <w:t>Желаем удачи!</w:t>
      </w:r>
    </w:p>
    <w:p w14:paraId="3AAF60B1" w14:textId="3ECF1850" w:rsidR="002A5AF9" w:rsidRPr="00D40D4F" w:rsidRDefault="002A5AF9" w:rsidP="00D40D4F">
      <w:pPr>
        <w:tabs>
          <w:tab w:val="left" w:pos="993"/>
        </w:tabs>
        <w:ind w:firstLine="709"/>
        <w:jc w:val="both"/>
        <w:rPr>
          <w:sz w:val="24"/>
          <w:szCs w:val="24"/>
        </w:rPr>
      </w:pPr>
      <w:r w:rsidRPr="00D40D4F">
        <w:rPr>
          <w:sz w:val="24"/>
          <w:szCs w:val="24"/>
        </w:rPr>
        <w:t>8.</w:t>
      </w:r>
      <w:r w:rsidR="00D40D4F">
        <w:rPr>
          <w:sz w:val="24"/>
          <w:szCs w:val="24"/>
        </w:rPr>
        <w:t xml:space="preserve"> </w:t>
      </w:r>
      <w:r w:rsidRPr="00D40D4F">
        <w:rPr>
          <w:sz w:val="24"/>
          <w:szCs w:val="24"/>
        </w:rPr>
        <w:t xml:space="preserve">В случае, если участник при входе в систему видит чужую фамилию и имя, то обратитесь к лицу, ответственному за проведение школьного этапа, за резервным кодом и выдайте его участнику. Резервный код можно выдать участнику и в случае технических сбоев, отключения электричества, сети Интернет и </w:t>
      </w:r>
      <w:proofErr w:type="gramStart"/>
      <w:r w:rsidRPr="00D40D4F">
        <w:rPr>
          <w:sz w:val="24"/>
          <w:szCs w:val="24"/>
        </w:rPr>
        <w:t>т.д.</w:t>
      </w:r>
      <w:proofErr w:type="gramEnd"/>
      <w:r w:rsidRPr="00D40D4F">
        <w:rPr>
          <w:sz w:val="24"/>
          <w:szCs w:val="24"/>
        </w:rPr>
        <w:t>, то есть в любой ситуации, в которой участник не смог пройти олимпиаду по независящим от него причинам.</w:t>
      </w:r>
    </w:p>
    <w:p w14:paraId="751D36EC" w14:textId="29E4968C" w:rsidR="002A5AF9" w:rsidRPr="00D40D4F" w:rsidRDefault="002A5AF9" w:rsidP="00D40D4F">
      <w:pPr>
        <w:tabs>
          <w:tab w:val="left" w:pos="993"/>
        </w:tabs>
        <w:ind w:firstLine="709"/>
        <w:jc w:val="both"/>
        <w:rPr>
          <w:sz w:val="24"/>
          <w:szCs w:val="24"/>
        </w:rPr>
      </w:pPr>
      <w:r w:rsidRPr="00D40D4F">
        <w:rPr>
          <w:sz w:val="24"/>
          <w:szCs w:val="24"/>
        </w:rPr>
        <w:t>9.</w:t>
      </w:r>
      <w:r w:rsidR="00D40D4F">
        <w:rPr>
          <w:sz w:val="24"/>
          <w:szCs w:val="24"/>
        </w:rPr>
        <w:t xml:space="preserve"> </w:t>
      </w:r>
      <w:r w:rsidRPr="00D40D4F">
        <w:rPr>
          <w:sz w:val="24"/>
          <w:szCs w:val="24"/>
        </w:rPr>
        <w:t>По окончании времени проведения тура напомните участникам об основных датах (публикации разборов, предварительных результатов, процедуре апелляции, публикации окончательных результатов).</w:t>
      </w:r>
    </w:p>
    <w:p w14:paraId="752D9CA9" w14:textId="77777777" w:rsidR="002A5AF9" w:rsidRPr="00D40D4F" w:rsidRDefault="002A5AF9" w:rsidP="00D40D4F">
      <w:pPr>
        <w:tabs>
          <w:tab w:val="left" w:pos="993"/>
        </w:tabs>
        <w:ind w:firstLine="709"/>
        <w:jc w:val="both"/>
        <w:rPr>
          <w:sz w:val="24"/>
          <w:szCs w:val="24"/>
        </w:rPr>
      </w:pPr>
      <w:r w:rsidRPr="00D40D4F">
        <w:rPr>
          <w:sz w:val="24"/>
          <w:szCs w:val="24"/>
        </w:rPr>
        <w:t>Благодарим за проведение олимпиады!</w:t>
      </w:r>
    </w:p>
    <w:p w14:paraId="71DFF34E" w14:textId="41703866" w:rsidR="00D40D4F" w:rsidRDefault="00D40D4F">
      <w:pPr>
        <w:rPr>
          <w:sz w:val="24"/>
          <w:szCs w:val="24"/>
        </w:rPr>
      </w:pPr>
      <w:r>
        <w:rPr>
          <w:sz w:val="24"/>
          <w:szCs w:val="24"/>
        </w:rPr>
        <w:br w:type="page"/>
      </w:r>
    </w:p>
    <w:p w14:paraId="409A8B8D" w14:textId="77777777" w:rsidR="002A5AF9" w:rsidRPr="00D40D4F" w:rsidRDefault="002A5AF9" w:rsidP="00D40D4F">
      <w:pPr>
        <w:pStyle w:val="af"/>
        <w:spacing w:after="0"/>
        <w:jc w:val="right"/>
        <w:rPr>
          <w:sz w:val="24"/>
          <w:szCs w:val="24"/>
        </w:rPr>
      </w:pPr>
      <w:r w:rsidRPr="00D40D4F">
        <w:rPr>
          <w:sz w:val="24"/>
          <w:szCs w:val="24"/>
        </w:rPr>
        <w:lastRenderedPageBreak/>
        <w:t>Приложение 3</w:t>
      </w:r>
    </w:p>
    <w:p w14:paraId="03E87EC9" w14:textId="77777777" w:rsidR="002A5AF9" w:rsidRPr="00D40D4F" w:rsidRDefault="002A5AF9" w:rsidP="00D40D4F">
      <w:pPr>
        <w:pStyle w:val="af"/>
        <w:spacing w:after="0"/>
        <w:jc w:val="right"/>
        <w:rPr>
          <w:sz w:val="24"/>
          <w:szCs w:val="24"/>
        </w:rPr>
      </w:pPr>
    </w:p>
    <w:p w14:paraId="0954A157" w14:textId="77777777" w:rsidR="002A5AF9" w:rsidRPr="00D40D4F" w:rsidRDefault="002A5AF9" w:rsidP="00D40D4F">
      <w:pPr>
        <w:shd w:val="clear" w:color="auto" w:fill="FFFFFF"/>
        <w:jc w:val="center"/>
        <w:rPr>
          <w:b/>
          <w:sz w:val="24"/>
          <w:szCs w:val="24"/>
        </w:rPr>
      </w:pPr>
      <w:r w:rsidRPr="00D40D4F">
        <w:rPr>
          <w:b/>
          <w:sz w:val="24"/>
          <w:szCs w:val="24"/>
        </w:rPr>
        <w:t>Памятка для участника школьного этапа всероссийской олимпиады школьников</w:t>
      </w:r>
    </w:p>
    <w:p w14:paraId="0EBE428D" w14:textId="1BFA5A7D" w:rsidR="002A5AF9" w:rsidRPr="00D40D4F" w:rsidRDefault="002A5AF9" w:rsidP="00D40D4F">
      <w:pPr>
        <w:shd w:val="clear" w:color="auto" w:fill="FFFFFF"/>
        <w:jc w:val="center"/>
        <w:rPr>
          <w:b/>
          <w:sz w:val="24"/>
          <w:szCs w:val="24"/>
        </w:rPr>
      </w:pPr>
      <w:r w:rsidRPr="00D40D4F">
        <w:rPr>
          <w:b/>
          <w:sz w:val="24"/>
          <w:szCs w:val="24"/>
        </w:rPr>
        <w:t>на технологической платформе «Сириус.</w:t>
      </w:r>
      <w:r w:rsidR="00D40D4F">
        <w:rPr>
          <w:b/>
          <w:sz w:val="24"/>
          <w:szCs w:val="24"/>
        </w:rPr>
        <w:t xml:space="preserve"> </w:t>
      </w:r>
      <w:r w:rsidRPr="00D40D4F">
        <w:rPr>
          <w:b/>
          <w:sz w:val="24"/>
          <w:szCs w:val="24"/>
        </w:rPr>
        <w:t>Курсы» в 202</w:t>
      </w:r>
      <w:r w:rsidR="00EA576E" w:rsidRPr="00D40D4F">
        <w:rPr>
          <w:b/>
          <w:sz w:val="24"/>
          <w:szCs w:val="24"/>
        </w:rPr>
        <w:t>4</w:t>
      </w:r>
      <w:r w:rsidRPr="00D40D4F">
        <w:rPr>
          <w:b/>
          <w:sz w:val="24"/>
          <w:szCs w:val="24"/>
        </w:rPr>
        <w:t>/2</w:t>
      </w:r>
      <w:r w:rsidR="00EA576E" w:rsidRPr="00D40D4F">
        <w:rPr>
          <w:b/>
          <w:sz w:val="24"/>
          <w:szCs w:val="24"/>
        </w:rPr>
        <w:t>5</w:t>
      </w:r>
      <w:r w:rsidRPr="00D40D4F">
        <w:rPr>
          <w:b/>
          <w:sz w:val="24"/>
          <w:szCs w:val="24"/>
        </w:rPr>
        <w:t xml:space="preserve"> учебном году</w:t>
      </w:r>
    </w:p>
    <w:p w14:paraId="340BDAB0" w14:textId="77777777" w:rsidR="002A5AF9" w:rsidRPr="00D40D4F" w:rsidRDefault="002A5AF9" w:rsidP="00D40D4F">
      <w:pPr>
        <w:jc w:val="center"/>
        <w:outlineLvl w:val="0"/>
        <w:rPr>
          <w:b/>
          <w:bCs/>
          <w:kern w:val="36"/>
          <w:sz w:val="24"/>
          <w:szCs w:val="24"/>
        </w:rPr>
      </w:pPr>
    </w:p>
    <w:p w14:paraId="45D16602" w14:textId="77777777" w:rsidR="002A5AF9" w:rsidRPr="00D00059" w:rsidRDefault="002A5AF9" w:rsidP="00D40D4F">
      <w:pPr>
        <w:pStyle w:val="af3"/>
        <w:numPr>
          <w:ilvl w:val="0"/>
          <w:numId w:val="20"/>
        </w:numPr>
        <w:tabs>
          <w:tab w:val="left" w:pos="993"/>
          <w:tab w:val="left" w:pos="1134"/>
        </w:tabs>
        <w:ind w:left="0" w:firstLine="709"/>
        <w:jc w:val="both"/>
      </w:pPr>
      <w:r w:rsidRPr="00D00059">
        <w:t>Если вы собираетесь участвовать в одном или нескольких из следующих предметов: математика, физика, химия, биология, астрономия, информатика, то эта инструкция – для вас.</w:t>
      </w:r>
    </w:p>
    <w:p w14:paraId="0D432CED" w14:textId="05FB071D" w:rsidR="002A5AF9" w:rsidRPr="00D00059" w:rsidRDefault="002A5AF9" w:rsidP="00D40D4F">
      <w:pPr>
        <w:pStyle w:val="af3"/>
        <w:numPr>
          <w:ilvl w:val="0"/>
          <w:numId w:val="20"/>
        </w:numPr>
        <w:tabs>
          <w:tab w:val="left" w:pos="993"/>
          <w:tab w:val="left" w:pos="1134"/>
        </w:tabs>
        <w:ind w:left="0" w:firstLine="709"/>
        <w:jc w:val="both"/>
      </w:pPr>
      <w:r w:rsidRPr="00D00059">
        <w:t>Вся информация, правила, график олимпиады, задания прошлых лет есть на странице школьного этапа всероссийской олимпиады, проводимой на платформе «Сириус.</w:t>
      </w:r>
      <w:r w:rsidR="00D40D4F">
        <w:t xml:space="preserve"> </w:t>
      </w:r>
      <w:r w:rsidRPr="00D00059">
        <w:t xml:space="preserve">Курсы»: </w:t>
      </w:r>
      <w:hyperlink r:id="rId13" w:history="1">
        <w:r w:rsidRPr="00D00059">
          <w:rPr>
            <w:rStyle w:val="a8"/>
          </w:rPr>
          <w:t>http://siriusolymp.ru</w:t>
        </w:r>
      </w:hyperlink>
      <w:r w:rsidRPr="00D00059">
        <w:t>.</w:t>
      </w:r>
    </w:p>
    <w:p w14:paraId="651F3D89" w14:textId="77777777" w:rsidR="002A5AF9" w:rsidRPr="00D00059" w:rsidRDefault="002A5AF9" w:rsidP="00D40D4F">
      <w:pPr>
        <w:pStyle w:val="af3"/>
        <w:numPr>
          <w:ilvl w:val="0"/>
          <w:numId w:val="20"/>
        </w:numPr>
        <w:tabs>
          <w:tab w:val="left" w:pos="993"/>
          <w:tab w:val="left" w:pos="1134"/>
        </w:tabs>
        <w:ind w:left="0" w:firstLine="709"/>
        <w:jc w:val="both"/>
      </w:pPr>
      <w:r w:rsidRPr="00D00059">
        <w:t>Сообщите своему учителю (классному руководителю, ответственному за олимпиады) в школе о своем желании участвовать в олимпиаде (в любом из шести предметов).</w:t>
      </w:r>
    </w:p>
    <w:p w14:paraId="7A88AEDF" w14:textId="77777777" w:rsidR="002A5AF9" w:rsidRPr="00D00059" w:rsidRDefault="002A5AF9" w:rsidP="00D40D4F">
      <w:pPr>
        <w:pStyle w:val="af3"/>
        <w:numPr>
          <w:ilvl w:val="0"/>
          <w:numId w:val="20"/>
        </w:numPr>
        <w:tabs>
          <w:tab w:val="left" w:pos="993"/>
          <w:tab w:val="left" w:pos="1134"/>
        </w:tabs>
        <w:ind w:left="0" w:firstLine="709"/>
        <w:jc w:val="both"/>
      </w:pPr>
      <w:r w:rsidRPr="00D00059">
        <w:t>Уточните у учителя, есть ли в школе установленный график проведения олимпиады, или вы можете принять в ней участие в любое удобное для вас время с 8:00 до 22:00 в день проведения тура.</w:t>
      </w:r>
    </w:p>
    <w:p w14:paraId="68A995BF" w14:textId="36B7865C" w:rsidR="002A5AF9" w:rsidRPr="00D00059" w:rsidRDefault="002A5AF9" w:rsidP="00D40D4F">
      <w:pPr>
        <w:pStyle w:val="af3"/>
        <w:numPr>
          <w:ilvl w:val="0"/>
          <w:numId w:val="20"/>
        </w:numPr>
        <w:tabs>
          <w:tab w:val="left" w:pos="993"/>
          <w:tab w:val="left" w:pos="1134"/>
        </w:tabs>
        <w:ind w:left="0" w:firstLine="709"/>
        <w:jc w:val="both"/>
      </w:pPr>
      <w:r w:rsidRPr="00D00059">
        <w:t>Получите индивидуальные коды для участия в своей школе и сохраните их. Для каждого предмета необходимо получить свой код участника! Код можно активировать на платформе «Сириус.</w:t>
      </w:r>
      <w:r w:rsidR="00D40D4F">
        <w:t xml:space="preserve"> </w:t>
      </w:r>
      <w:r w:rsidRPr="00D00059">
        <w:t xml:space="preserve">Курсы» </w:t>
      </w:r>
      <w:proofErr w:type="spellStart"/>
      <w:proofErr w:type="gramStart"/>
      <w:r w:rsidRPr="00D00059">
        <w:t>uts.sirius</w:t>
      </w:r>
      <w:proofErr w:type="gramEnd"/>
      <w:r w:rsidRPr="00D00059">
        <w:t>.online</w:t>
      </w:r>
      <w:proofErr w:type="spellEnd"/>
      <w:r w:rsidRPr="00D00059">
        <w:t xml:space="preserve"> не ранее чем за 1 час до начала тура.</w:t>
      </w:r>
    </w:p>
    <w:p w14:paraId="4CE2C097" w14:textId="77777777" w:rsidR="002A5AF9" w:rsidRPr="00D00059" w:rsidRDefault="002A5AF9" w:rsidP="00D40D4F">
      <w:pPr>
        <w:pStyle w:val="af3"/>
        <w:numPr>
          <w:ilvl w:val="0"/>
          <w:numId w:val="20"/>
        </w:numPr>
        <w:tabs>
          <w:tab w:val="left" w:pos="993"/>
          <w:tab w:val="left" w:pos="1134"/>
        </w:tabs>
        <w:ind w:left="0" w:firstLine="709"/>
        <w:jc w:val="both"/>
      </w:pPr>
      <w:r w:rsidRPr="00D00059">
        <w:t>Узнайте на сайте олимпиады siriusolymp.ru, сколько времени отводится на решение заданий олимпиады по выбранному предмету. Обратите внимание на то, что время для решения олимпиады зависит как от класса, так и от предмета!</w:t>
      </w:r>
    </w:p>
    <w:p w14:paraId="32033287" w14:textId="1B821900" w:rsidR="002A5AF9" w:rsidRPr="00D00059" w:rsidRDefault="002A5AF9" w:rsidP="00D40D4F">
      <w:pPr>
        <w:pStyle w:val="af3"/>
        <w:numPr>
          <w:ilvl w:val="0"/>
          <w:numId w:val="20"/>
        </w:numPr>
        <w:tabs>
          <w:tab w:val="left" w:pos="993"/>
          <w:tab w:val="left" w:pos="1134"/>
        </w:tabs>
        <w:ind w:left="0" w:firstLine="709"/>
        <w:jc w:val="both"/>
      </w:pPr>
      <w:r w:rsidRPr="00D00059">
        <w:t>Если вы пишете олимпиаду вне школы, то позаботьтесь о том, чтобы во время участия у вас было заряженное устройство с устойчивым интернет-соединением. Вам понадобятся ручка, бумага и дополнительные материалы. О дополнительных материалах можно узнать на сайте школьного этапа.</w:t>
      </w:r>
    </w:p>
    <w:p w14:paraId="3FB63E6F" w14:textId="77777777" w:rsidR="002A5AF9" w:rsidRPr="00D00059" w:rsidRDefault="002A5AF9" w:rsidP="00D40D4F">
      <w:pPr>
        <w:pStyle w:val="af3"/>
        <w:numPr>
          <w:ilvl w:val="0"/>
          <w:numId w:val="20"/>
        </w:numPr>
        <w:tabs>
          <w:tab w:val="left" w:pos="993"/>
          <w:tab w:val="left" w:pos="1134"/>
        </w:tabs>
        <w:ind w:left="0" w:firstLine="709"/>
        <w:jc w:val="both"/>
      </w:pPr>
      <w:r w:rsidRPr="00D00059">
        <w:t>После того как вы введете свой код участника, прочитаете вводный текст и нажмете кнопку «Начать», стартует отсчет времени. Остановить время нельзя, отсчёт продолжится, даже если вы выйдете из системы, выключите компьютер или у вас пропадет интернет.</w:t>
      </w:r>
    </w:p>
    <w:p w14:paraId="4D85F68D" w14:textId="701751D0" w:rsidR="002A5AF9" w:rsidRPr="00D00059" w:rsidRDefault="002A5AF9" w:rsidP="00D40D4F">
      <w:pPr>
        <w:pStyle w:val="af3"/>
        <w:numPr>
          <w:ilvl w:val="0"/>
          <w:numId w:val="20"/>
        </w:numPr>
        <w:tabs>
          <w:tab w:val="left" w:pos="993"/>
          <w:tab w:val="left" w:pos="1134"/>
        </w:tabs>
        <w:ind w:left="0" w:firstLine="709"/>
        <w:jc w:val="both"/>
      </w:pPr>
      <w:r w:rsidRPr="00D00059">
        <w:t xml:space="preserve">Если во время тура пропало интернет-соединение, отключилось электричество и </w:t>
      </w:r>
      <w:proofErr w:type="gramStart"/>
      <w:r w:rsidRPr="00D00059">
        <w:t>т.д.</w:t>
      </w:r>
      <w:proofErr w:type="gramEnd"/>
      <w:r w:rsidRPr="00D00059">
        <w:t xml:space="preserve">, то после устранения неполадок продолжите выполнение заданий. Если время, отведенное на выполнение </w:t>
      </w:r>
      <w:proofErr w:type="gramStart"/>
      <w:r w:rsidRPr="00D00059">
        <w:t>заданий</w:t>
      </w:r>
      <w:proofErr w:type="gramEnd"/>
      <w:r w:rsidRPr="00D00059">
        <w:t xml:space="preserve"> истекло, сообщите об этом учителю, классному руководителю или ответственному за проведение школьного этапа в вашей школе, именно они принимают решение о возможности выдачи резервного кода участника.</w:t>
      </w:r>
    </w:p>
    <w:p w14:paraId="27504AFA" w14:textId="3209E21E" w:rsidR="002A5AF9" w:rsidRPr="00D00059" w:rsidRDefault="002A5AF9" w:rsidP="00D40D4F">
      <w:pPr>
        <w:pStyle w:val="af3"/>
        <w:numPr>
          <w:ilvl w:val="0"/>
          <w:numId w:val="20"/>
        </w:numPr>
        <w:tabs>
          <w:tab w:val="left" w:pos="993"/>
          <w:tab w:val="left" w:pos="1134"/>
        </w:tabs>
        <w:ind w:left="0" w:firstLine="709"/>
        <w:jc w:val="both"/>
      </w:pPr>
      <w:r w:rsidRPr="00D00059">
        <w:t>Зайдите под своим кодом участника на сайт платформы «Сириус.</w:t>
      </w:r>
      <w:r w:rsidR="00CF4759">
        <w:t xml:space="preserve"> </w:t>
      </w:r>
      <w:r w:rsidRPr="00D00059">
        <w:t xml:space="preserve">Курсы»: </w:t>
      </w:r>
      <w:proofErr w:type="spellStart"/>
      <w:proofErr w:type="gramStart"/>
      <w:r w:rsidRPr="00D00059">
        <w:t>uts.sirius</w:t>
      </w:r>
      <w:proofErr w:type="gramEnd"/>
      <w:r w:rsidRPr="00D00059">
        <w:t>.online</w:t>
      </w:r>
      <w:proofErr w:type="spellEnd"/>
      <w:r w:rsidRPr="00D00059">
        <w:t>, внимательно прочитайте текст перед началом олимпиады. Вас попросят представиться. Это поможет при работе с вашими обращениями. Обратите внимание: введенные данные исправить нельзя, вводите свои ФИО корректно.</w:t>
      </w:r>
    </w:p>
    <w:p w14:paraId="4E5924CC" w14:textId="54E66C5C" w:rsidR="002A5AF9" w:rsidRPr="00D00059" w:rsidRDefault="002A5AF9" w:rsidP="00D40D4F">
      <w:pPr>
        <w:pStyle w:val="af3"/>
        <w:numPr>
          <w:ilvl w:val="0"/>
          <w:numId w:val="20"/>
        </w:numPr>
        <w:tabs>
          <w:tab w:val="left" w:pos="993"/>
          <w:tab w:val="left" w:pos="1134"/>
        </w:tabs>
        <w:ind w:left="0" w:firstLine="709"/>
        <w:jc w:val="both"/>
      </w:pPr>
      <w:r w:rsidRPr="00D00059">
        <w:t>Каждый ответ к задаче необходимо сохранить. Кнопка «Сохранить» находится в самом низу страницы справа. Сохранять каждый ответ можно несколько раз. На проверку будут переданы только сохраненные ответы. Важно! В туре по информатике в задачах по программированию учитывается лучшее решение.</w:t>
      </w:r>
    </w:p>
    <w:p w14:paraId="4CE586FE" w14:textId="77777777" w:rsidR="002A5AF9" w:rsidRPr="00D00059" w:rsidRDefault="002A5AF9" w:rsidP="00D40D4F">
      <w:pPr>
        <w:pStyle w:val="af3"/>
        <w:numPr>
          <w:ilvl w:val="0"/>
          <w:numId w:val="20"/>
        </w:numPr>
        <w:tabs>
          <w:tab w:val="left" w:pos="993"/>
          <w:tab w:val="left" w:pos="1134"/>
        </w:tabs>
        <w:ind w:left="0" w:firstLine="709"/>
        <w:jc w:val="both"/>
      </w:pPr>
      <w:r w:rsidRPr="00D00059">
        <w:t>Олимпиада закончится по истечении отведенного времени или в 22:00. Не сданные до 22:00 работы будут автоматически приняты и отправлены на проверку. Пример: Если на решение задач отводится два часа, то лучше приступить к их выполнению не позднее 20:00.</w:t>
      </w:r>
    </w:p>
    <w:p w14:paraId="1C7892CC" w14:textId="77777777" w:rsidR="002A5AF9" w:rsidRPr="00D00059" w:rsidRDefault="002A5AF9" w:rsidP="00D40D4F">
      <w:pPr>
        <w:pStyle w:val="af3"/>
        <w:numPr>
          <w:ilvl w:val="0"/>
          <w:numId w:val="20"/>
        </w:numPr>
        <w:tabs>
          <w:tab w:val="left" w:pos="993"/>
          <w:tab w:val="left" w:pos="1134"/>
        </w:tabs>
        <w:ind w:left="0" w:firstLine="709"/>
        <w:jc w:val="both"/>
      </w:pPr>
      <w:r w:rsidRPr="00D00059">
        <w:t xml:space="preserve">В течение двух дней после дня проведения тура на сайте олимпиады siriusolymp.ru будут опубликованы текстовые и </w:t>
      </w:r>
      <w:proofErr w:type="spellStart"/>
      <w:r w:rsidRPr="00D00059">
        <w:t>видеоразборы</w:t>
      </w:r>
      <w:proofErr w:type="spellEnd"/>
      <w:r w:rsidRPr="00D00059">
        <w:t xml:space="preserve"> заданий.</w:t>
      </w:r>
    </w:p>
    <w:p w14:paraId="58A44B63" w14:textId="77777777" w:rsidR="002A5AF9" w:rsidRPr="00D00059" w:rsidRDefault="002A5AF9" w:rsidP="00D40D4F">
      <w:pPr>
        <w:pStyle w:val="af3"/>
        <w:numPr>
          <w:ilvl w:val="0"/>
          <w:numId w:val="20"/>
        </w:numPr>
        <w:tabs>
          <w:tab w:val="left" w:pos="993"/>
          <w:tab w:val="left" w:pos="1134"/>
        </w:tabs>
        <w:ind w:left="0" w:firstLine="709"/>
        <w:jc w:val="both"/>
      </w:pPr>
      <w:r w:rsidRPr="00D00059">
        <w:t xml:space="preserve">Предварительные результаты вы сможете узнать по своему коду участника через 7 дней после дня проведения тура. Окончательные результаты будут доступны в </w:t>
      </w:r>
      <w:r w:rsidRPr="00D00059">
        <w:lastRenderedPageBreak/>
        <w:t>вашей общеобразовательной организации не ранее, чем через 14 дней после дня проведения тура. Пример: если писали тур во вторник, то предварительный результат появится в следующий вторник.</w:t>
      </w:r>
    </w:p>
    <w:p w14:paraId="31ED0668" w14:textId="77777777" w:rsidR="002A5AF9" w:rsidRPr="00D00059" w:rsidRDefault="002A5AF9" w:rsidP="00D40D4F">
      <w:pPr>
        <w:pStyle w:val="af3"/>
        <w:numPr>
          <w:ilvl w:val="0"/>
          <w:numId w:val="20"/>
        </w:numPr>
        <w:tabs>
          <w:tab w:val="left" w:pos="993"/>
          <w:tab w:val="left" w:pos="1134"/>
        </w:tabs>
        <w:ind w:left="0" w:firstLine="709"/>
        <w:jc w:val="both"/>
      </w:pPr>
      <w:r w:rsidRPr="00D00059">
        <w:t xml:space="preserve">Разберите вместе с учителем вашу работу, используя текстовые и </w:t>
      </w:r>
      <w:proofErr w:type="spellStart"/>
      <w:r w:rsidRPr="00D00059">
        <w:t>видеоразборы</w:t>
      </w:r>
      <w:proofErr w:type="spellEnd"/>
      <w:r w:rsidRPr="00D00059">
        <w:t>. Если после этого у вас остались вопросы по выставленным вам баллам, учитель сможет отправить их региональному координатору.</w:t>
      </w:r>
    </w:p>
    <w:p w14:paraId="6D1B9DC5" w14:textId="77777777" w:rsidR="002A5AF9" w:rsidRPr="00D00059" w:rsidRDefault="002A5AF9" w:rsidP="00D40D4F">
      <w:pPr>
        <w:pStyle w:val="af3"/>
        <w:tabs>
          <w:tab w:val="left" w:pos="993"/>
          <w:tab w:val="left" w:pos="1134"/>
        </w:tabs>
        <w:ind w:left="0" w:firstLine="709"/>
        <w:jc w:val="both"/>
      </w:pPr>
      <w:r w:rsidRPr="00D00059">
        <w:t>Успехов!</w:t>
      </w:r>
    </w:p>
    <w:p w14:paraId="44B946B3" w14:textId="77777777" w:rsidR="00CF4759" w:rsidRDefault="00CF4759" w:rsidP="002A5AF9">
      <w:pPr>
        <w:pStyle w:val="af"/>
        <w:spacing w:after="0"/>
        <w:jc w:val="right"/>
        <w:rPr>
          <w:sz w:val="24"/>
          <w:szCs w:val="24"/>
        </w:rPr>
      </w:pPr>
    </w:p>
    <w:p w14:paraId="5314D607" w14:textId="77777777" w:rsidR="00CF4759" w:rsidRDefault="00CF4759" w:rsidP="002A5AF9">
      <w:pPr>
        <w:pStyle w:val="af"/>
        <w:spacing w:after="0"/>
        <w:jc w:val="right"/>
        <w:rPr>
          <w:sz w:val="24"/>
          <w:szCs w:val="24"/>
        </w:rPr>
      </w:pPr>
    </w:p>
    <w:p w14:paraId="57806E2C" w14:textId="12DA12ED" w:rsidR="002A5AF9" w:rsidRPr="00D00059" w:rsidRDefault="002A5AF9" w:rsidP="00CF4759">
      <w:pPr>
        <w:pStyle w:val="af"/>
        <w:spacing w:after="0"/>
        <w:jc w:val="right"/>
        <w:rPr>
          <w:sz w:val="24"/>
          <w:szCs w:val="24"/>
        </w:rPr>
      </w:pPr>
      <w:r w:rsidRPr="00D00059">
        <w:rPr>
          <w:sz w:val="24"/>
          <w:szCs w:val="24"/>
        </w:rPr>
        <w:t>Приложение 4</w:t>
      </w:r>
    </w:p>
    <w:p w14:paraId="750F857E" w14:textId="77777777" w:rsidR="00EA576E" w:rsidRDefault="00EA576E" w:rsidP="00CF4759">
      <w:pPr>
        <w:jc w:val="right"/>
        <w:outlineLvl w:val="0"/>
        <w:rPr>
          <w:b/>
          <w:bCs/>
          <w:kern w:val="36"/>
          <w:sz w:val="24"/>
          <w:szCs w:val="24"/>
        </w:rPr>
      </w:pPr>
    </w:p>
    <w:p w14:paraId="6F81281C" w14:textId="77777777" w:rsidR="002A5AF9" w:rsidRPr="00CF4759" w:rsidRDefault="002A5AF9" w:rsidP="002A5AF9">
      <w:pPr>
        <w:jc w:val="center"/>
        <w:outlineLvl w:val="0"/>
        <w:rPr>
          <w:b/>
          <w:bCs/>
          <w:kern w:val="36"/>
          <w:sz w:val="24"/>
          <w:szCs w:val="24"/>
        </w:rPr>
      </w:pPr>
      <w:r w:rsidRPr="00CF4759">
        <w:rPr>
          <w:b/>
          <w:bCs/>
          <w:kern w:val="36"/>
          <w:sz w:val="24"/>
          <w:szCs w:val="24"/>
        </w:rPr>
        <w:t>Помощник по выдаче кода</w:t>
      </w:r>
    </w:p>
    <w:p w14:paraId="48ECA565" w14:textId="77777777" w:rsidR="002A5AF9" w:rsidRPr="00D00059" w:rsidRDefault="002A5AF9" w:rsidP="002A5AF9">
      <w:pPr>
        <w:jc w:val="both"/>
        <w:outlineLvl w:val="0"/>
        <w:rPr>
          <w:b/>
          <w:bCs/>
          <w:kern w:val="36"/>
          <w:sz w:val="24"/>
          <w:szCs w:val="24"/>
        </w:rPr>
      </w:pPr>
    </w:p>
    <w:p w14:paraId="3991EAD5" w14:textId="77777777" w:rsidR="002A5AF9" w:rsidRPr="00D00059" w:rsidRDefault="002A5AF9" w:rsidP="00CF4759">
      <w:pPr>
        <w:pStyle w:val="af3"/>
        <w:numPr>
          <w:ilvl w:val="0"/>
          <w:numId w:val="16"/>
        </w:numPr>
        <w:shd w:val="clear" w:color="auto" w:fill="FFFFFF"/>
        <w:tabs>
          <w:tab w:val="left" w:pos="993"/>
        </w:tabs>
        <w:ind w:left="0" w:firstLine="709"/>
        <w:jc w:val="both"/>
        <w:textAlignment w:val="top"/>
        <w:rPr>
          <w:b/>
          <w:bCs/>
        </w:rPr>
      </w:pPr>
      <w:r w:rsidRPr="00D00059">
        <w:t>В скачанном PDF нечитаемые символы – проверьте, что вы загружаете CSV в нужной кодировке.</w:t>
      </w:r>
    </w:p>
    <w:p w14:paraId="2DEAD0BC" w14:textId="4D6494A7" w:rsidR="002A5AF9" w:rsidRPr="00D00059" w:rsidRDefault="002A5AF9" w:rsidP="00CF4759">
      <w:pPr>
        <w:pStyle w:val="af3"/>
        <w:numPr>
          <w:ilvl w:val="0"/>
          <w:numId w:val="16"/>
        </w:numPr>
        <w:shd w:val="clear" w:color="auto" w:fill="FFFFFF"/>
        <w:tabs>
          <w:tab w:val="left" w:pos="993"/>
        </w:tabs>
        <w:ind w:left="0" w:firstLine="709"/>
        <w:jc w:val="both"/>
        <w:textAlignment w:val="top"/>
        <w:rPr>
          <w:b/>
          <w:bCs/>
        </w:rPr>
      </w:pPr>
      <w:r w:rsidRPr="00D00059">
        <w:t>Содержимое столбцов таблицы в PDF не соответствует заголовкам (например, в столбцах с датами и/или предметами отображаются коды) – убедитесь, что при работе с CSV вы не меняли первые две строчки (заголовки), не добавляли, не удаляли и не переставляли столбцы. Ознакомьтесь с</w:t>
      </w:r>
      <w:r w:rsidR="00CF4759">
        <w:t xml:space="preserve"> </w:t>
      </w:r>
      <w:hyperlink r:id="rId14" w:history="1">
        <w:r w:rsidRPr="00D00059">
          <w:rPr>
            <w:bdr w:val="none" w:sz="0" w:space="0" w:color="auto" w:frame="1"/>
          </w:rPr>
          <w:t>технологической моделью</w:t>
        </w:r>
      </w:hyperlink>
      <w:r w:rsidR="00CF4759">
        <w:t xml:space="preserve"> </w:t>
      </w:r>
      <w:r w:rsidRPr="00D00059">
        <w:t>проведения школьного этапа.</w:t>
      </w:r>
    </w:p>
    <w:p w14:paraId="24569098" w14:textId="77777777" w:rsidR="002A5AF9" w:rsidRPr="00D00059" w:rsidRDefault="002A5AF9" w:rsidP="00CF4759">
      <w:pPr>
        <w:pStyle w:val="af3"/>
        <w:numPr>
          <w:ilvl w:val="0"/>
          <w:numId w:val="16"/>
        </w:numPr>
        <w:shd w:val="clear" w:color="auto" w:fill="FFFFFF"/>
        <w:tabs>
          <w:tab w:val="left" w:pos="993"/>
        </w:tabs>
        <w:ind w:left="0" w:firstLine="709"/>
        <w:jc w:val="both"/>
        <w:textAlignment w:val="top"/>
        <w:rPr>
          <w:b/>
          <w:bCs/>
        </w:rPr>
      </w:pPr>
      <w:r w:rsidRPr="00D00059">
        <w:t>Архив долго не скачивается (более 5 минут) – возможно, в данный момент система перегружена, попробуйте чуть позже. Также, если в CSV более 200 учащихся, попробуйте разбить файл на несколько, сохранив заголовки (первые две строки), и загрузить их по отдельности.</w:t>
      </w:r>
    </w:p>
    <w:p w14:paraId="27F5D7F5" w14:textId="77777777" w:rsidR="002A5AF9" w:rsidRPr="00D00059" w:rsidRDefault="002A5AF9" w:rsidP="00CF4759">
      <w:pPr>
        <w:pStyle w:val="af3"/>
        <w:numPr>
          <w:ilvl w:val="0"/>
          <w:numId w:val="16"/>
        </w:numPr>
        <w:shd w:val="clear" w:color="auto" w:fill="FFFFFF"/>
        <w:tabs>
          <w:tab w:val="left" w:pos="993"/>
        </w:tabs>
        <w:ind w:left="0" w:firstLine="709"/>
        <w:jc w:val="both"/>
        <w:textAlignment w:val="top"/>
        <w:rPr>
          <w:b/>
          <w:bCs/>
        </w:rPr>
      </w:pPr>
      <w:r w:rsidRPr="00D00059">
        <w:t>В скачанном архиве нет индивидуальных файлов, а общий файл пустой - убедитесь, что вы заполнили столбец с ФИО. Для строк, где это поле не заполнено, индивидуальные файлы сформированы не будут.</w:t>
      </w:r>
    </w:p>
    <w:p w14:paraId="54CEB4F7" w14:textId="77777777" w:rsidR="00536C36" w:rsidRPr="00651D9D" w:rsidRDefault="00536C36" w:rsidP="00536C36">
      <w:pPr>
        <w:rPr>
          <w:sz w:val="24"/>
          <w:szCs w:val="24"/>
        </w:rPr>
      </w:pPr>
    </w:p>
    <w:p w14:paraId="19015055" w14:textId="77777777" w:rsidR="00536C36" w:rsidRPr="001A1A10" w:rsidRDefault="00536C36" w:rsidP="00536C36">
      <w:pPr>
        <w:pStyle w:val="af"/>
        <w:jc w:val="both"/>
        <w:rPr>
          <w:sz w:val="24"/>
          <w:szCs w:val="24"/>
        </w:rPr>
        <w:sectPr w:rsidR="00536C36" w:rsidRPr="001A1A10" w:rsidSect="005E26F5">
          <w:headerReference w:type="default" r:id="rId15"/>
          <w:headerReference w:type="first" r:id="rId16"/>
          <w:pgSz w:w="11910" w:h="16840"/>
          <w:pgMar w:top="1134" w:right="850" w:bottom="1134" w:left="1701" w:header="0" w:footer="753" w:gutter="0"/>
          <w:cols w:space="720"/>
          <w:docGrid w:linePitch="272"/>
        </w:sectPr>
      </w:pPr>
    </w:p>
    <w:p w14:paraId="6273963B" w14:textId="0356F6BC" w:rsidR="00536C36" w:rsidRPr="00493DFF" w:rsidRDefault="00536C36" w:rsidP="00536C36">
      <w:pPr>
        <w:pStyle w:val="af2"/>
        <w:rPr>
          <w:color w:val="auto"/>
        </w:rPr>
      </w:pPr>
      <w:r w:rsidRPr="00493DFF">
        <w:rPr>
          <w:color w:val="auto"/>
        </w:rPr>
        <w:lastRenderedPageBreak/>
        <w:t>Приложение №</w:t>
      </w:r>
      <w:r w:rsidR="00F96059">
        <w:rPr>
          <w:color w:val="auto"/>
        </w:rPr>
        <w:t>7</w:t>
      </w:r>
    </w:p>
    <w:p w14:paraId="07574EF9" w14:textId="77777777" w:rsidR="00536C36" w:rsidRPr="00493DFF" w:rsidRDefault="00536C36" w:rsidP="00536C36">
      <w:pPr>
        <w:pStyle w:val="af2"/>
        <w:rPr>
          <w:color w:val="auto"/>
        </w:rPr>
      </w:pPr>
      <w:r w:rsidRPr="00493DFF">
        <w:rPr>
          <w:color w:val="auto"/>
        </w:rPr>
        <w:t>к приказу Отдела образования</w:t>
      </w:r>
    </w:p>
    <w:p w14:paraId="3B7D4B66" w14:textId="647EC392" w:rsidR="00536C36" w:rsidRPr="00011225" w:rsidRDefault="00536C36" w:rsidP="00536C36">
      <w:pPr>
        <w:pStyle w:val="af2"/>
        <w:rPr>
          <w:color w:val="auto"/>
        </w:rPr>
      </w:pPr>
      <w:r w:rsidRPr="00493DFF">
        <w:rPr>
          <w:color w:val="auto"/>
        </w:rPr>
        <w:t xml:space="preserve">от </w:t>
      </w:r>
      <w:r w:rsidR="000D738A">
        <w:rPr>
          <w:color w:val="auto"/>
        </w:rPr>
        <w:t>30</w:t>
      </w:r>
      <w:r w:rsidRPr="00493DFF">
        <w:rPr>
          <w:color w:val="auto"/>
        </w:rPr>
        <w:t>.0</w:t>
      </w:r>
      <w:r w:rsidR="000D738A">
        <w:rPr>
          <w:color w:val="auto"/>
        </w:rPr>
        <w:t>8</w:t>
      </w:r>
      <w:r w:rsidRPr="00493DFF">
        <w:rPr>
          <w:color w:val="auto"/>
        </w:rPr>
        <w:t>.20</w:t>
      </w:r>
      <w:r w:rsidR="00C2644E">
        <w:rPr>
          <w:color w:val="auto"/>
        </w:rPr>
        <w:t>23</w:t>
      </w:r>
      <w:r w:rsidRPr="00493DFF">
        <w:rPr>
          <w:color w:val="auto"/>
        </w:rPr>
        <w:t>г. №</w:t>
      </w:r>
      <w:r w:rsidR="009C73FA">
        <w:rPr>
          <w:color w:val="auto"/>
        </w:rPr>
        <w:t xml:space="preserve"> </w:t>
      </w:r>
      <w:r w:rsidR="000D738A">
        <w:rPr>
          <w:color w:val="auto"/>
        </w:rPr>
        <w:t>438</w:t>
      </w:r>
    </w:p>
    <w:p w14:paraId="50C25096" w14:textId="77777777" w:rsidR="00536C36" w:rsidRDefault="00536C36" w:rsidP="009C73FA">
      <w:pPr>
        <w:pStyle w:val="ad"/>
        <w:ind w:firstLine="0"/>
        <w:jc w:val="right"/>
        <w:rPr>
          <w:b/>
          <w:sz w:val="24"/>
          <w:szCs w:val="24"/>
        </w:rPr>
      </w:pPr>
    </w:p>
    <w:p w14:paraId="499A5DBD" w14:textId="6E2193D3" w:rsidR="00536C36" w:rsidRDefault="00536C36" w:rsidP="009C73FA">
      <w:pPr>
        <w:pStyle w:val="ad"/>
        <w:ind w:firstLine="0"/>
        <w:jc w:val="right"/>
        <w:rPr>
          <w:b/>
          <w:sz w:val="24"/>
          <w:szCs w:val="24"/>
        </w:rPr>
      </w:pPr>
      <w:r w:rsidRPr="00495047">
        <w:rPr>
          <w:b/>
          <w:sz w:val="24"/>
          <w:szCs w:val="24"/>
        </w:rPr>
        <w:t>Форма 1</w:t>
      </w:r>
    </w:p>
    <w:p w14:paraId="1930F30D" w14:textId="77777777" w:rsidR="009C73FA" w:rsidRPr="00495047" w:rsidRDefault="009C73FA" w:rsidP="009C73FA">
      <w:pPr>
        <w:pStyle w:val="ad"/>
        <w:ind w:firstLine="0"/>
        <w:jc w:val="right"/>
        <w:rPr>
          <w:b/>
          <w:sz w:val="24"/>
          <w:szCs w:val="24"/>
        </w:rPr>
      </w:pPr>
    </w:p>
    <w:p w14:paraId="420AEDEE" w14:textId="77777777" w:rsidR="00536C36" w:rsidRPr="009C73FA" w:rsidRDefault="00536C36" w:rsidP="009C73FA">
      <w:pPr>
        <w:pStyle w:val="ad"/>
        <w:ind w:firstLine="0"/>
        <w:jc w:val="center"/>
        <w:rPr>
          <w:b/>
          <w:sz w:val="24"/>
          <w:szCs w:val="24"/>
        </w:rPr>
      </w:pPr>
      <w:r w:rsidRPr="009C73FA">
        <w:rPr>
          <w:b/>
          <w:sz w:val="24"/>
          <w:szCs w:val="24"/>
        </w:rPr>
        <w:t>Количественные данные по школьному этапу всеросс</w:t>
      </w:r>
      <w:r w:rsidR="00C2644E" w:rsidRPr="009C73FA">
        <w:rPr>
          <w:b/>
          <w:sz w:val="24"/>
          <w:szCs w:val="24"/>
        </w:rPr>
        <w:t>ийской олимпиады школьников 202</w:t>
      </w:r>
      <w:r w:rsidR="000D738A" w:rsidRPr="009C73FA">
        <w:rPr>
          <w:b/>
          <w:sz w:val="24"/>
          <w:szCs w:val="24"/>
        </w:rPr>
        <w:t>4</w:t>
      </w:r>
      <w:r w:rsidR="00C2644E" w:rsidRPr="009C73FA">
        <w:rPr>
          <w:b/>
          <w:sz w:val="24"/>
          <w:szCs w:val="24"/>
        </w:rPr>
        <w:t>-202</w:t>
      </w:r>
      <w:r w:rsidR="000D738A" w:rsidRPr="009C73FA">
        <w:rPr>
          <w:b/>
          <w:sz w:val="24"/>
          <w:szCs w:val="24"/>
        </w:rPr>
        <w:t>5</w:t>
      </w:r>
      <w:r w:rsidRPr="009C73FA">
        <w:rPr>
          <w:b/>
          <w:sz w:val="24"/>
          <w:szCs w:val="24"/>
        </w:rPr>
        <w:t xml:space="preserve"> учебного года</w:t>
      </w:r>
    </w:p>
    <w:p w14:paraId="3856AE3C" w14:textId="77777777" w:rsidR="00536C36" w:rsidRPr="009C73FA" w:rsidRDefault="00536C36" w:rsidP="009C73FA">
      <w:pPr>
        <w:pStyle w:val="ad"/>
        <w:ind w:firstLine="0"/>
        <w:jc w:val="center"/>
        <w:rPr>
          <w:b/>
          <w:sz w:val="24"/>
          <w:szCs w:val="24"/>
        </w:rPr>
      </w:pPr>
    </w:p>
    <w:p w14:paraId="7067076A" w14:textId="77777777" w:rsidR="00536C36" w:rsidRPr="001A62FE" w:rsidRDefault="00536C36" w:rsidP="00536C36">
      <w:pPr>
        <w:pStyle w:val="10"/>
        <w:rPr>
          <w:rFonts w:ascii="Times New Roman" w:hAnsi="Times New Roman"/>
          <w:sz w:val="24"/>
          <w:szCs w:val="24"/>
        </w:rPr>
      </w:pPr>
      <w:r w:rsidRPr="001A62FE">
        <w:rPr>
          <w:rFonts w:ascii="Times New Roman" w:hAnsi="Times New Roman"/>
          <w:sz w:val="24"/>
          <w:szCs w:val="24"/>
        </w:rPr>
        <w:t>Наименование МБОУ_____________________________________</w:t>
      </w:r>
    </w:p>
    <w:p w14:paraId="3B94629F" w14:textId="77777777" w:rsidR="00536C36" w:rsidRPr="001A62FE" w:rsidRDefault="00536C36" w:rsidP="00536C36">
      <w:pPr>
        <w:pStyle w:val="10"/>
        <w:rPr>
          <w:rFonts w:ascii="Times New Roman" w:hAnsi="Times New Roman"/>
          <w:sz w:val="24"/>
          <w:szCs w:val="24"/>
        </w:rPr>
      </w:pPr>
      <w:r w:rsidRPr="001A62FE">
        <w:rPr>
          <w:rFonts w:ascii="Times New Roman" w:hAnsi="Times New Roman"/>
          <w:sz w:val="24"/>
          <w:szCs w:val="24"/>
        </w:rPr>
        <w:t>Общее количество обучающихся ___________________________</w:t>
      </w:r>
    </w:p>
    <w:p w14:paraId="46984401" w14:textId="77777777" w:rsidR="00536C36" w:rsidRPr="001A62FE" w:rsidRDefault="00536C36" w:rsidP="00536C36">
      <w:pPr>
        <w:pStyle w:val="10"/>
        <w:rPr>
          <w:rFonts w:ascii="Times New Roman" w:hAnsi="Times New Roman"/>
          <w:sz w:val="24"/>
          <w:szCs w:val="24"/>
        </w:rPr>
      </w:pPr>
      <w:r w:rsidRPr="001A62FE">
        <w:rPr>
          <w:rFonts w:ascii="Times New Roman" w:hAnsi="Times New Roman"/>
          <w:sz w:val="24"/>
          <w:szCs w:val="24"/>
        </w:rPr>
        <w:t>В том числе количество обучающихся в 4-х классах ___________</w:t>
      </w:r>
    </w:p>
    <w:p w14:paraId="5A75B6D3" w14:textId="77777777" w:rsidR="00536C36" w:rsidRPr="001A62FE" w:rsidRDefault="00536C36" w:rsidP="00536C36">
      <w:pPr>
        <w:pStyle w:val="10"/>
        <w:ind w:left="708" w:firstLine="568"/>
        <w:rPr>
          <w:rFonts w:ascii="Times New Roman" w:hAnsi="Times New Roman"/>
          <w:sz w:val="24"/>
          <w:szCs w:val="24"/>
        </w:rPr>
      </w:pPr>
      <w:r w:rsidRPr="001A62FE">
        <w:rPr>
          <w:rFonts w:ascii="Times New Roman" w:hAnsi="Times New Roman"/>
          <w:sz w:val="24"/>
          <w:szCs w:val="24"/>
        </w:rPr>
        <w:t>количество обучающихся в 5-6-х классах _________</w:t>
      </w:r>
    </w:p>
    <w:p w14:paraId="70F39C09" w14:textId="77777777" w:rsidR="00536C36" w:rsidRPr="001A62FE" w:rsidRDefault="00536C36" w:rsidP="00536C36">
      <w:pPr>
        <w:pStyle w:val="10"/>
        <w:ind w:right="175"/>
        <w:rPr>
          <w:rFonts w:ascii="Times New Roman" w:hAnsi="Times New Roman"/>
          <w:sz w:val="24"/>
          <w:szCs w:val="24"/>
        </w:rPr>
      </w:pPr>
      <w:r w:rsidRPr="001A62FE">
        <w:rPr>
          <w:rFonts w:ascii="Times New Roman" w:hAnsi="Times New Roman"/>
          <w:sz w:val="24"/>
          <w:szCs w:val="24"/>
        </w:rPr>
        <w:t xml:space="preserve">                     количество обучающихся в 7-8-х классах__________</w:t>
      </w:r>
    </w:p>
    <w:tbl>
      <w:tblPr>
        <w:tblpPr w:leftFromText="180" w:rightFromText="180" w:vertAnchor="text" w:horzAnchor="margin" w:tblpXSpec="center" w:tblpY="734"/>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7"/>
        <w:gridCol w:w="4110"/>
        <w:gridCol w:w="1594"/>
        <w:gridCol w:w="1620"/>
        <w:gridCol w:w="1715"/>
      </w:tblGrid>
      <w:tr w:rsidR="00536C36" w:rsidRPr="009C73FA" w14:paraId="21FD1F06" w14:textId="77777777" w:rsidTr="009C73FA">
        <w:tc>
          <w:tcPr>
            <w:tcW w:w="567" w:type="dxa"/>
            <w:vMerge w:val="restart"/>
          </w:tcPr>
          <w:p w14:paraId="4CB5E7E0"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 п/п</w:t>
            </w:r>
          </w:p>
        </w:tc>
        <w:tc>
          <w:tcPr>
            <w:tcW w:w="4110" w:type="dxa"/>
            <w:vMerge w:val="restart"/>
          </w:tcPr>
          <w:p w14:paraId="798D57B6"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Предмет</w:t>
            </w:r>
          </w:p>
        </w:tc>
        <w:tc>
          <w:tcPr>
            <w:tcW w:w="4929" w:type="dxa"/>
            <w:gridSpan w:val="3"/>
          </w:tcPr>
          <w:p w14:paraId="3E6ACB11"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Школьный этап</w:t>
            </w:r>
          </w:p>
        </w:tc>
      </w:tr>
      <w:tr w:rsidR="00536C36" w:rsidRPr="009C73FA" w14:paraId="6180D2C6" w14:textId="77777777" w:rsidTr="009C73FA">
        <w:tc>
          <w:tcPr>
            <w:tcW w:w="567" w:type="dxa"/>
            <w:vMerge/>
            <w:vAlign w:val="center"/>
          </w:tcPr>
          <w:p w14:paraId="069BE67A" w14:textId="77777777" w:rsidR="00536C36" w:rsidRPr="009C73FA" w:rsidRDefault="00536C36" w:rsidP="009C73FA">
            <w:pPr>
              <w:rPr>
                <w:i/>
                <w:sz w:val="24"/>
                <w:szCs w:val="24"/>
              </w:rPr>
            </w:pPr>
          </w:p>
        </w:tc>
        <w:tc>
          <w:tcPr>
            <w:tcW w:w="4110" w:type="dxa"/>
            <w:vMerge/>
            <w:vAlign w:val="center"/>
          </w:tcPr>
          <w:p w14:paraId="25E579C3" w14:textId="77777777" w:rsidR="00536C36" w:rsidRPr="009C73FA" w:rsidRDefault="00536C36" w:rsidP="009C73FA">
            <w:pPr>
              <w:rPr>
                <w:i/>
                <w:sz w:val="24"/>
                <w:szCs w:val="24"/>
              </w:rPr>
            </w:pPr>
          </w:p>
        </w:tc>
        <w:tc>
          <w:tcPr>
            <w:tcW w:w="1594" w:type="dxa"/>
          </w:tcPr>
          <w:p w14:paraId="6F7D0474"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Количество участников</w:t>
            </w:r>
          </w:p>
        </w:tc>
        <w:tc>
          <w:tcPr>
            <w:tcW w:w="1620" w:type="dxa"/>
          </w:tcPr>
          <w:p w14:paraId="2A20D572"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Количество победителей</w:t>
            </w:r>
          </w:p>
        </w:tc>
        <w:tc>
          <w:tcPr>
            <w:tcW w:w="1715" w:type="dxa"/>
          </w:tcPr>
          <w:p w14:paraId="48A94144"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Количество</w:t>
            </w:r>
          </w:p>
          <w:p w14:paraId="2039B927" w14:textId="77777777" w:rsidR="00536C36" w:rsidRPr="009C73FA" w:rsidRDefault="00536C36" w:rsidP="009C73FA">
            <w:pPr>
              <w:pStyle w:val="10"/>
              <w:jc w:val="center"/>
              <w:rPr>
                <w:rFonts w:ascii="Times New Roman" w:hAnsi="Times New Roman"/>
                <w:i/>
                <w:sz w:val="24"/>
                <w:szCs w:val="24"/>
              </w:rPr>
            </w:pPr>
            <w:r w:rsidRPr="009C73FA">
              <w:rPr>
                <w:rFonts w:ascii="Times New Roman" w:hAnsi="Times New Roman"/>
                <w:i/>
                <w:sz w:val="24"/>
                <w:szCs w:val="24"/>
              </w:rPr>
              <w:t>призеров</w:t>
            </w:r>
          </w:p>
        </w:tc>
      </w:tr>
      <w:tr w:rsidR="009D21AC" w:rsidRPr="009C73FA" w14:paraId="39456D9C" w14:textId="77777777" w:rsidTr="009C73FA">
        <w:tc>
          <w:tcPr>
            <w:tcW w:w="567" w:type="dxa"/>
          </w:tcPr>
          <w:p w14:paraId="2622EC51"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1</w:t>
            </w:r>
          </w:p>
        </w:tc>
        <w:tc>
          <w:tcPr>
            <w:tcW w:w="4110" w:type="dxa"/>
          </w:tcPr>
          <w:p w14:paraId="24D0B8F8"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Английский язык</w:t>
            </w:r>
          </w:p>
        </w:tc>
        <w:tc>
          <w:tcPr>
            <w:tcW w:w="1594" w:type="dxa"/>
          </w:tcPr>
          <w:p w14:paraId="7654B7E4" w14:textId="77777777" w:rsidR="009D21AC" w:rsidRPr="009C73FA" w:rsidRDefault="009D21AC" w:rsidP="009C73FA">
            <w:pPr>
              <w:pStyle w:val="10"/>
              <w:jc w:val="center"/>
              <w:rPr>
                <w:rFonts w:ascii="Times New Roman" w:hAnsi="Times New Roman"/>
                <w:sz w:val="24"/>
                <w:szCs w:val="24"/>
              </w:rPr>
            </w:pPr>
          </w:p>
        </w:tc>
        <w:tc>
          <w:tcPr>
            <w:tcW w:w="1620" w:type="dxa"/>
          </w:tcPr>
          <w:p w14:paraId="2B1F8FB4" w14:textId="77777777" w:rsidR="009D21AC" w:rsidRPr="009C73FA" w:rsidRDefault="009D21AC" w:rsidP="009C73FA">
            <w:pPr>
              <w:pStyle w:val="10"/>
              <w:jc w:val="center"/>
              <w:rPr>
                <w:rFonts w:ascii="Times New Roman" w:hAnsi="Times New Roman"/>
                <w:sz w:val="24"/>
                <w:szCs w:val="24"/>
              </w:rPr>
            </w:pPr>
          </w:p>
        </w:tc>
        <w:tc>
          <w:tcPr>
            <w:tcW w:w="1715" w:type="dxa"/>
          </w:tcPr>
          <w:p w14:paraId="74D8B930" w14:textId="77777777" w:rsidR="009D21AC" w:rsidRPr="009C73FA" w:rsidRDefault="009D21AC" w:rsidP="009C73FA">
            <w:pPr>
              <w:pStyle w:val="10"/>
              <w:jc w:val="center"/>
              <w:rPr>
                <w:rFonts w:ascii="Times New Roman" w:hAnsi="Times New Roman"/>
                <w:sz w:val="24"/>
                <w:szCs w:val="24"/>
              </w:rPr>
            </w:pPr>
          </w:p>
        </w:tc>
      </w:tr>
      <w:tr w:rsidR="009D21AC" w:rsidRPr="009C73FA" w14:paraId="60BD1CA0" w14:textId="77777777" w:rsidTr="009C73FA">
        <w:tc>
          <w:tcPr>
            <w:tcW w:w="567" w:type="dxa"/>
          </w:tcPr>
          <w:p w14:paraId="378AC739"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2</w:t>
            </w:r>
          </w:p>
        </w:tc>
        <w:tc>
          <w:tcPr>
            <w:tcW w:w="4110" w:type="dxa"/>
          </w:tcPr>
          <w:p w14:paraId="6209AF78"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Астрономия</w:t>
            </w:r>
          </w:p>
        </w:tc>
        <w:tc>
          <w:tcPr>
            <w:tcW w:w="1594" w:type="dxa"/>
          </w:tcPr>
          <w:p w14:paraId="289D7FAA" w14:textId="77777777" w:rsidR="009D21AC" w:rsidRPr="009C73FA" w:rsidRDefault="009D21AC" w:rsidP="009C73FA">
            <w:pPr>
              <w:pStyle w:val="10"/>
              <w:jc w:val="center"/>
              <w:rPr>
                <w:rFonts w:ascii="Times New Roman" w:hAnsi="Times New Roman"/>
                <w:sz w:val="24"/>
                <w:szCs w:val="24"/>
              </w:rPr>
            </w:pPr>
          </w:p>
        </w:tc>
        <w:tc>
          <w:tcPr>
            <w:tcW w:w="1620" w:type="dxa"/>
          </w:tcPr>
          <w:p w14:paraId="3D3753E8" w14:textId="77777777" w:rsidR="009D21AC" w:rsidRPr="009C73FA" w:rsidRDefault="009D21AC" w:rsidP="009C73FA">
            <w:pPr>
              <w:pStyle w:val="10"/>
              <w:jc w:val="center"/>
              <w:rPr>
                <w:rFonts w:ascii="Times New Roman" w:hAnsi="Times New Roman"/>
                <w:sz w:val="24"/>
                <w:szCs w:val="24"/>
              </w:rPr>
            </w:pPr>
          </w:p>
        </w:tc>
        <w:tc>
          <w:tcPr>
            <w:tcW w:w="1715" w:type="dxa"/>
          </w:tcPr>
          <w:p w14:paraId="0E9AB923" w14:textId="77777777" w:rsidR="009D21AC" w:rsidRPr="009C73FA" w:rsidRDefault="009D21AC" w:rsidP="009C73FA">
            <w:pPr>
              <w:pStyle w:val="10"/>
              <w:jc w:val="center"/>
              <w:rPr>
                <w:rFonts w:ascii="Times New Roman" w:hAnsi="Times New Roman"/>
                <w:sz w:val="24"/>
                <w:szCs w:val="24"/>
              </w:rPr>
            </w:pPr>
          </w:p>
        </w:tc>
      </w:tr>
      <w:tr w:rsidR="009D21AC" w:rsidRPr="009C73FA" w14:paraId="6C2AD640" w14:textId="77777777" w:rsidTr="009C73FA">
        <w:tc>
          <w:tcPr>
            <w:tcW w:w="567" w:type="dxa"/>
          </w:tcPr>
          <w:p w14:paraId="520006B5"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3</w:t>
            </w:r>
          </w:p>
        </w:tc>
        <w:tc>
          <w:tcPr>
            <w:tcW w:w="4110" w:type="dxa"/>
          </w:tcPr>
          <w:p w14:paraId="660E2CC3"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Биология</w:t>
            </w:r>
          </w:p>
        </w:tc>
        <w:tc>
          <w:tcPr>
            <w:tcW w:w="1594" w:type="dxa"/>
          </w:tcPr>
          <w:p w14:paraId="48D81AF8" w14:textId="77777777" w:rsidR="009D21AC" w:rsidRPr="009C73FA" w:rsidRDefault="009D21AC" w:rsidP="009C73FA">
            <w:pPr>
              <w:pStyle w:val="10"/>
              <w:jc w:val="center"/>
              <w:rPr>
                <w:rFonts w:ascii="Times New Roman" w:hAnsi="Times New Roman"/>
                <w:sz w:val="24"/>
                <w:szCs w:val="24"/>
              </w:rPr>
            </w:pPr>
          </w:p>
        </w:tc>
        <w:tc>
          <w:tcPr>
            <w:tcW w:w="1620" w:type="dxa"/>
          </w:tcPr>
          <w:p w14:paraId="258F65AD" w14:textId="77777777" w:rsidR="009D21AC" w:rsidRPr="009C73FA" w:rsidRDefault="009D21AC" w:rsidP="009C73FA">
            <w:pPr>
              <w:pStyle w:val="10"/>
              <w:jc w:val="center"/>
              <w:rPr>
                <w:rFonts w:ascii="Times New Roman" w:hAnsi="Times New Roman"/>
                <w:sz w:val="24"/>
                <w:szCs w:val="24"/>
              </w:rPr>
            </w:pPr>
          </w:p>
        </w:tc>
        <w:tc>
          <w:tcPr>
            <w:tcW w:w="1715" w:type="dxa"/>
          </w:tcPr>
          <w:p w14:paraId="093C5F90" w14:textId="77777777" w:rsidR="009D21AC" w:rsidRPr="009C73FA" w:rsidRDefault="009D21AC" w:rsidP="009C73FA">
            <w:pPr>
              <w:pStyle w:val="10"/>
              <w:jc w:val="center"/>
              <w:rPr>
                <w:rFonts w:ascii="Times New Roman" w:hAnsi="Times New Roman"/>
                <w:sz w:val="24"/>
                <w:szCs w:val="24"/>
              </w:rPr>
            </w:pPr>
          </w:p>
        </w:tc>
      </w:tr>
      <w:tr w:rsidR="009D21AC" w:rsidRPr="009C73FA" w14:paraId="6D311D45" w14:textId="77777777" w:rsidTr="009C73FA">
        <w:tc>
          <w:tcPr>
            <w:tcW w:w="567" w:type="dxa"/>
          </w:tcPr>
          <w:p w14:paraId="426A4545"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4</w:t>
            </w:r>
          </w:p>
        </w:tc>
        <w:tc>
          <w:tcPr>
            <w:tcW w:w="4110" w:type="dxa"/>
          </w:tcPr>
          <w:p w14:paraId="01F030D3"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География</w:t>
            </w:r>
          </w:p>
        </w:tc>
        <w:tc>
          <w:tcPr>
            <w:tcW w:w="1594" w:type="dxa"/>
          </w:tcPr>
          <w:p w14:paraId="768DD070" w14:textId="77777777" w:rsidR="009D21AC" w:rsidRPr="009C73FA" w:rsidRDefault="009D21AC" w:rsidP="009C73FA">
            <w:pPr>
              <w:pStyle w:val="10"/>
              <w:jc w:val="center"/>
              <w:rPr>
                <w:rFonts w:ascii="Times New Roman" w:hAnsi="Times New Roman"/>
                <w:sz w:val="24"/>
                <w:szCs w:val="24"/>
              </w:rPr>
            </w:pPr>
          </w:p>
        </w:tc>
        <w:tc>
          <w:tcPr>
            <w:tcW w:w="1620" w:type="dxa"/>
          </w:tcPr>
          <w:p w14:paraId="398244F6" w14:textId="77777777" w:rsidR="009D21AC" w:rsidRPr="009C73FA" w:rsidRDefault="009D21AC" w:rsidP="009C73FA">
            <w:pPr>
              <w:pStyle w:val="10"/>
              <w:jc w:val="center"/>
              <w:rPr>
                <w:rFonts w:ascii="Times New Roman" w:hAnsi="Times New Roman"/>
                <w:sz w:val="24"/>
                <w:szCs w:val="24"/>
              </w:rPr>
            </w:pPr>
          </w:p>
        </w:tc>
        <w:tc>
          <w:tcPr>
            <w:tcW w:w="1715" w:type="dxa"/>
          </w:tcPr>
          <w:p w14:paraId="559C6DE7" w14:textId="77777777" w:rsidR="009D21AC" w:rsidRPr="009C73FA" w:rsidRDefault="009D21AC" w:rsidP="009C73FA">
            <w:pPr>
              <w:pStyle w:val="10"/>
              <w:jc w:val="center"/>
              <w:rPr>
                <w:rFonts w:ascii="Times New Roman" w:hAnsi="Times New Roman"/>
                <w:sz w:val="24"/>
                <w:szCs w:val="24"/>
              </w:rPr>
            </w:pPr>
          </w:p>
        </w:tc>
      </w:tr>
      <w:tr w:rsidR="009D21AC" w:rsidRPr="009C73FA" w14:paraId="512F7C81" w14:textId="77777777" w:rsidTr="009C73FA">
        <w:tc>
          <w:tcPr>
            <w:tcW w:w="567" w:type="dxa"/>
          </w:tcPr>
          <w:p w14:paraId="103CBE8E"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5</w:t>
            </w:r>
          </w:p>
        </w:tc>
        <w:tc>
          <w:tcPr>
            <w:tcW w:w="4110" w:type="dxa"/>
          </w:tcPr>
          <w:p w14:paraId="05670304"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Информатика</w:t>
            </w:r>
          </w:p>
        </w:tc>
        <w:tc>
          <w:tcPr>
            <w:tcW w:w="1594" w:type="dxa"/>
          </w:tcPr>
          <w:p w14:paraId="5BEB511F" w14:textId="77777777" w:rsidR="009D21AC" w:rsidRPr="009C73FA" w:rsidRDefault="009D21AC" w:rsidP="009C73FA">
            <w:pPr>
              <w:pStyle w:val="10"/>
              <w:jc w:val="center"/>
              <w:rPr>
                <w:rFonts w:ascii="Times New Roman" w:hAnsi="Times New Roman"/>
                <w:sz w:val="24"/>
                <w:szCs w:val="24"/>
              </w:rPr>
            </w:pPr>
          </w:p>
        </w:tc>
        <w:tc>
          <w:tcPr>
            <w:tcW w:w="1620" w:type="dxa"/>
          </w:tcPr>
          <w:p w14:paraId="6D93F397" w14:textId="77777777" w:rsidR="009D21AC" w:rsidRPr="009C73FA" w:rsidRDefault="009D21AC" w:rsidP="009C73FA">
            <w:pPr>
              <w:pStyle w:val="10"/>
              <w:jc w:val="center"/>
              <w:rPr>
                <w:rFonts w:ascii="Times New Roman" w:hAnsi="Times New Roman"/>
                <w:sz w:val="24"/>
                <w:szCs w:val="24"/>
              </w:rPr>
            </w:pPr>
          </w:p>
        </w:tc>
        <w:tc>
          <w:tcPr>
            <w:tcW w:w="1715" w:type="dxa"/>
          </w:tcPr>
          <w:p w14:paraId="5FF4E62F" w14:textId="77777777" w:rsidR="009D21AC" w:rsidRPr="009C73FA" w:rsidRDefault="009D21AC" w:rsidP="009C73FA">
            <w:pPr>
              <w:pStyle w:val="10"/>
              <w:jc w:val="center"/>
              <w:rPr>
                <w:rFonts w:ascii="Times New Roman" w:hAnsi="Times New Roman"/>
                <w:sz w:val="24"/>
                <w:szCs w:val="24"/>
              </w:rPr>
            </w:pPr>
          </w:p>
        </w:tc>
      </w:tr>
      <w:tr w:rsidR="009D21AC" w:rsidRPr="009C73FA" w14:paraId="5CC574DE" w14:textId="77777777" w:rsidTr="009C73FA">
        <w:tc>
          <w:tcPr>
            <w:tcW w:w="567" w:type="dxa"/>
          </w:tcPr>
          <w:p w14:paraId="25C83C21"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6</w:t>
            </w:r>
          </w:p>
        </w:tc>
        <w:tc>
          <w:tcPr>
            <w:tcW w:w="4110" w:type="dxa"/>
          </w:tcPr>
          <w:p w14:paraId="0DB77A9C"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История</w:t>
            </w:r>
          </w:p>
        </w:tc>
        <w:tc>
          <w:tcPr>
            <w:tcW w:w="1594" w:type="dxa"/>
          </w:tcPr>
          <w:p w14:paraId="52E76420" w14:textId="77777777" w:rsidR="009D21AC" w:rsidRPr="009C73FA" w:rsidRDefault="009D21AC" w:rsidP="009C73FA">
            <w:pPr>
              <w:pStyle w:val="10"/>
              <w:jc w:val="center"/>
              <w:rPr>
                <w:rFonts w:ascii="Times New Roman" w:hAnsi="Times New Roman"/>
                <w:sz w:val="24"/>
                <w:szCs w:val="24"/>
              </w:rPr>
            </w:pPr>
          </w:p>
        </w:tc>
        <w:tc>
          <w:tcPr>
            <w:tcW w:w="1620" w:type="dxa"/>
          </w:tcPr>
          <w:p w14:paraId="11F8F4F9" w14:textId="77777777" w:rsidR="009D21AC" w:rsidRPr="009C73FA" w:rsidRDefault="009D21AC" w:rsidP="009C73FA">
            <w:pPr>
              <w:pStyle w:val="10"/>
              <w:jc w:val="center"/>
              <w:rPr>
                <w:rFonts w:ascii="Times New Roman" w:hAnsi="Times New Roman"/>
                <w:sz w:val="24"/>
                <w:szCs w:val="24"/>
              </w:rPr>
            </w:pPr>
          </w:p>
        </w:tc>
        <w:tc>
          <w:tcPr>
            <w:tcW w:w="1715" w:type="dxa"/>
          </w:tcPr>
          <w:p w14:paraId="16DAA3AA" w14:textId="77777777" w:rsidR="009D21AC" w:rsidRPr="009C73FA" w:rsidRDefault="009D21AC" w:rsidP="009C73FA">
            <w:pPr>
              <w:pStyle w:val="10"/>
              <w:jc w:val="center"/>
              <w:rPr>
                <w:rFonts w:ascii="Times New Roman" w:hAnsi="Times New Roman"/>
                <w:sz w:val="24"/>
                <w:szCs w:val="24"/>
              </w:rPr>
            </w:pPr>
          </w:p>
        </w:tc>
      </w:tr>
      <w:tr w:rsidR="009D21AC" w:rsidRPr="009C73FA" w14:paraId="1842082E" w14:textId="77777777" w:rsidTr="009C73FA">
        <w:tc>
          <w:tcPr>
            <w:tcW w:w="567" w:type="dxa"/>
          </w:tcPr>
          <w:p w14:paraId="1E2146C3"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7</w:t>
            </w:r>
          </w:p>
        </w:tc>
        <w:tc>
          <w:tcPr>
            <w:tcW w:w="4110" w:type="dxa"/>
          </w:tcPr>
          <w:p w14:paraId="7DA45FB5"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Литература</w:t>
            </w:r>
          </w:p>
        </w:tc>
        <w:tc>
          <w:tcPr>
            <w:tcW w:w="1594" w:type="dxa"/>
          </w:tcPr>
          <w:p w14:paraId="25F89DCA" w14:textId="77777777" w:rsidR="009D21AC" w:rsidRPr="009C73FA" w:rsidRDefault="009D21AC" w:rsidP="009C73FA">
            <w:pPr>
              <w:pStyle w:val="10"/>
              <w:jc w:val="center"/>
              <w:rPr>
                <w:rFonts w:ascii="Times New Roman" w:hAnsi="Times New Roman"/>
                <w:sz w:val="24"/>
                <w:szCs w:val="24"/>
              </w:rPr>
            </w:pPr>
          </w:p>
        </w:tc>
        <w:tc>
          <w:tcPr>
            <w:tcW w:w="1620" w:type="dxa"/>
          </w:tcPr>
          <w:p w14:paraId="4DCA0BC0" w14:textId="77777777" w:rsidR="009D21AC" w:rsidRPr="009C73FA" w:rsidRDefault="009D21AC" w:rsidP="009C73FA">
            <w:pPr>
              <w:pStyle w:val="10"/>
              <w:jc w:val="center"/>
              <w:rPr>
                <w:rFonts w:ascii="Times New Roman" w:hAnsi="Times New Roman"/>
                <w:sz w:val="24"/>
                <w:szCs w:val="24"/>
              </w:rPr>
            </w:pPr>
          </w:p>
        </w:tc>
        <w:tc>
          <w:tcPr>
            <w:tcW w:w="1715" w:type="dxa"/>
          </w:tcPr>
          <w:p w14:paraId="5B319585" w14:textId="77777777" w:rsidR="009D21AC" w:rsidRPr="009C73FA" w:rsidRDefault="009D21AC" w:rsidP="009C73FA">
            <w:pPr>
              <w:pStyle w:val="10"/>
              <w:jc w:val="center"/>
              <w:rPr>
                <w:rFonts w:ascii="Times New Roman" w:hAnsi="Times New Roman"/>
                <w:sz w:val="24"/>
                <w:szCs w:val="24"/>
              </w:rPr>
            </w:pPr>
          </w:p>
        </w:tc>
      </w:tr>
      <w:tr w:rsidR="009D21AC" w:rsidRPr="009C73FA" w14:paraId="250A0D19" w14:textId="77777777" w:rsidTr="009C73FA">
        <w:tc>
          <w:tcPr>
            <w:tcW w:w="567" w:type="dxa"/>
          </w:tcPr>
          <w:p w14:paraId="38407FAA"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8</w:t>
            </w:r>
          </w:p>
        </w:tc>
        <w:tc>
          <w:tcPr>
            <w:tcW w:w="4110" w:type="dxa"/>
          </w:tcPr>
          <w:p w14:paraId="1D6E6404"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Математика</w:t>
            </w:r>
          </w:p>
        </w:tc>
        <w:tc>
          <w:tcPr>
            <w:tcW w:w="1594" w:type="dxa"/>
          </w:tcPr>
          <w:p w14:paraId="2EFFBD54" w14:textId="77777777" w:rsidR="009D21AC" w:rsidRPr="009C73FA" w:rsidRDefault="009D21AC" w:rsidP="009C73FA">
            <w:pPr>
              <w:pStyle w:val="10"/>
              <w:jc w:val="center"/>
              <w:rPr>
                <w:rFonts w:ascii="Times New Roman" w:hAnsi="Times New Roman"/>
                <w:sz w:val="24"/>
                <w:szCs w:val="24"/>
              </w:rPr>
            </w:pPr>
          </w:p>
        </w:tc>
        <w:tc>
          <w:tcPr>
            <w:tcW w:w="1620" w:type="dxa"/>
          </w:tcPr>
          <w:p w14:paraId="240F0B1F" w14:textId="77777777" w:rsidR="009D21AC" w:rsidRPr="009C73FA" w:rsidRDefault="009D21AC" w:rsidP="009C73FA">
            <w:pPr>
              <w:pStyle w:val="10"/>
              <w:jc w:val="center"/>
              <w:rPr>
                <w:rFonts w:ascii="Times New Roman" w:hAnsi="Times New Roman"/>
                <w:sz w:val="24"/>
                <w:szCs w:val="24"/>
              </w:rPr>
            </w:pPr>
          </w:p>
        </w:tc>
        <w:tc>
          <w:tcPr>
            <w:tcW w:w="1715" w:type="dxa"/>
          </w:tcPr>
          <w:p w14:paraId="702A624D" w14:textId="77777777" w:rsidR="009D21AC" w:rsidRPr="009C73FA" w:rsidRDefault="009D21AC" w:rsidP="009C73FA">
            <w:pPr>
              <w:pStyle w:val="10"/>
              <w:jc w:val="center"/>
              <w:rPr>
                <w:rFonts w:ascii="Times New Roman" w:hAnsi="Times New Roman"/>
                <w:sz w:val="24"/>
                <w:szCs w:val="24"/>
              </w:rPr>
            </w:pPr>
          </w:p>
        </w:tc>
      </w:tr>
      <w:tr w:rsidR="009D21AC" w:rsidRPr="009C73FA" w14:paraId="620533F9" w14:textId="77777777" w:rsidTr="009C73FA">
        <w:tc>
          <w:tcPr>
            <w:tcW w:w="567" w:type="dxa"/>
          </w:tcPr>
          <w:p w14:paraId="0DA54BEE" w14:textId="77777777" w:rsidR="009D21AC" w:rsidRPr="009C73FA" w:rsidRDefault="009D21AC" w:rsidP="009C73FA">
            <w:pPr>
              <w:pStyle w:val="10"/>
              <w:jc w:val="center"/>
              <w:rPr>
                <w:rFonts w:ascii="Times New Roman" w:hAnsi="Times New Roman"/>
                <w:sz w:val="24"/>
                <w:szCs w:val="24"/>
              </w:rPr>
            </w:pPr>
            <w:r w:rsidRPr="009C73FA">
              <w:rPr>
                <w:rFonts w:ascii="Times New Roman" w:hAnsi="Times New Roman"/>
                <w:sz w:val="24"/>
                <w:szCs w:val="24"/>
              </w:rPr>
              <w:t>9</w:t>
            </w:r>
          </w:p>
        </w:tc>
        <w:tc>
          <w:tcPr>
            <w:tcW w:w="4110" w:type="dxa"/>
          </w:tcPr>
          <w:p w14:paraId="195EA6C1" w14:textId="77777777" w:rsidR="009D21AC" w:rsidRPr="009C73FA" w:rsidRDefault="009D21AC" w:rsidP="009C73FA">
            <w:pPr>
              <w:pStyle w:val="af1"/>
              <w:rPr>
                <w:rFonts w:ascii="Times New Roman" w:hAnsi="Times New Roman"/>
                <w:sz w:val="24"/>
                <w:szCs w:val="24"/>
              </w:rPr>
            </w:pPr>
            <w:r w:rsidRPr="009C73FA">
              <w:rPr>
                <w:rFonts w:ascii="Times New Roman" w:hAnsi="Times New Roman"/>
                <w:sz w:val="24"/>
                <w:szCs w:val="24"/>
              </w:rPr>
              <w:t>Искусство МХК</w:t>
            </w:r>
          </w:p>
        </w:tc>
        <w:tc>
          <w:tcPr>
            <w:tcW w:w="1594" w:type="dxa"/>
          </w:tcPr>
          <w:p w14:paraId="5F3003EB" w14:textId="77777777" w:rsidR="009D21AC" w:rsidRPr="009C73FA" w:rsidRDefault="009D21AC" w:rsidP="009C73FA">
            <w:pPr>
              <w:pStyle w:val="10"/>
              <w:jc w:val="center"/>
              <w:rPr>
                <w:rFonts w:ascii="Times New Roman" w:hAnsi="Times New Roman"/>
                <w:sz w:val="24"/>
                <w:szCs w:val="24"/>
              </w:rPr>
            </w:pPr>
          </w:p>
        </w:tc>
        <w:tc>
          <w:tcPr>
            <w:tcW w:w="1620" w:type="dxa"/>
          </w:tcPr>
          <w:p w14:paraId="501324FD" w14:textId="77777777" w:rsidR="009D21AC" w:rsidRPr="009C73FA" w:rsidRDefault="009D21AC" w:rsidP="009C73FA">
            <w:pPr>
              <w:pStyle w:val="10"/>
              <w:jc w:val="center"/>
              <w:rPr>
                <w:rFonts w:ascii="Times New Roman" w:hAnsi="Times New Roman"/>
                <w:sz w:val="24"/>
                <w:szCs w:val="24"/>
              </w:rPr>
            </w:pPr>
          </w:p>
        </w:tc>
        <w:tc>
          <w:tcPr>
            <w:tcW w:w="1715" w:type="dxa"/>
          </w:tcPr>
          <w:p w14:paraId="097ED6DB" w14:textId="77777777" w:rsidR="009D21AC" w:rsidRPr="009C73FA" w:rsidRDefault="009D21AC" w:rsidP="009C73FA">
            <w:pPr>
              <w:pStyle w:val="10"/>
              <w:jc w:val="center"/>
              <w:rPr>
                <w:rFonts w:ascii="Times New Roman" w:hAnsi="Times New Roman"/>
                <w:sz w:val="24"/>
                <w:szCs w:val="24"/>
              </w:rPr>
            </w:pPr>
          </w:p>
        </w:tc>
      </w:tr>
      <w:tr w:rsidR="005D113A" w:rsidRPr="009C73FA" w14:paraId="6135C4D1" w14:textId="77777777" w:rsidTr="009C73FA">
        <w:tc>
          <w:tcPr>
            <w:tcW w:w="567" w:type="dxa"/>
          </w:tcPr>
          <w:p w14:paraId="7CA7BBEF"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10</w:t>
            </w:r>
          </w:p>
        </w:tc>
        <w:tc>
          <w:tcPr>
            <w:tcW w:w="4110" w:type="dxa"/>
          </w:tcPr>
          <w:p w14:paraId="49E1AFEB"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Немецкий язык</w:t>
            </w:r>
          </w:p>
        </w:tc>
        <w:tc>
          <w:tcPr>
            <w:tcW w:w="1594" w:type="dxa"/>
          </w:tcPr>
          <w:p w14:paraId="72269A04" w14:textId="77777777" w:rsidR="005D113A" w:rsidRPr="009C73FA" w:rsidRDefault="005D113A" w:rsidP="009C73FA">
            <w:pPr>
              <w:pStyle w:val="10"/>
              <w:jc w:val="center"/>
              <w:rPr>
                <w:rFonts w:ascii="Times New Roman" w:hAnsi="Times New Roman"/>
                <w:sz w:val="24"/>
                <w:szCs w:val="24"/>
              </w:rPr>
            </w:pPr>
          </w:p>
        </w:tc>
        <w:tc>
          <w:tcPr>
            <w:tcW w:w="1620" w:type="dxa"/>
          </w:tcPr>
          <w:p w14:paraId="4DEF8EE0" w14:textId="77777777" w:rsidR="005D113A" w:rsidRPr="009C73FA" w:rsidRDefault="005D113A" w:rsidP="009C73FA">
            <w:pPr>
              <w:pStyle w:val="10"/>
              <w:jc w:val="center"/>
              <w:rPr>
                <w:rFonts w:ascii="Times New Roman" w:hAnsi="Times New Roman"/>
                <w:sz w:val="24"/>
                <w:szCs w:val="24"/>
              </w:rPr>
            </w:pPr>
          </w:p>
        </w:tc>
        <w:tc>
          <w:tcPr>
            <w:tcW w:w="1715" w:type="dxa"/>
          </w:tcPr>
          <w:p w14:paraId="7A49184A" w14:textId="77777777" w:rsidR="005D113A" w:rsidRPr="009C73FA" w:rsidRDefault="005D113A" w:rsidP="009C73FA">
            <w:pPr>
              <w:pStyle w:val="10"/>
              <w:jc w:val="center"/>
              <w:rPr>
                <w:rFonts w:ascii="Times New Roman" w:hAnsi="Times New Roman"/>
                <w:sz w:val="24"/>
                <w:szCs w:val="24"/>
              </w:rPr>
            </w:pPr>
          </w:p>
        </w:tc>
      </w:tr>
      <w:tr w:rsidR="005D113A" w:rsidRPr="009C73FA" w14:paraId="3375D20C" w14:textId="77777777" w:rsidTr="009C73FA">
        <w:tc>
          <w:tcPr>
            <w:tcW w:w="567" w:type="dxa"/>
          </w:tcPr>
          <w:p w14:paraId="66CC8288"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11</w:t>
            </w:r>
          </w:p>
        </w:tc>
        <w:tc>
          <w:tcPr>
            <w:tcW w:w="4110" w:type="dxa"/>
          </w:tcPr>
          <w:p w14:paraId="4EB877DE"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Обществознание</w:t>
            </w:r>
          </w:p>
        </w:tc>
        <w:tc>
          <w:tcPr>
            <w:tcW w:w="1594" w:type="dxa"/>
          </w:tcPr>
          <w:p w14:paraId="15DB5F09" w14:textId="77777777" w:rsidR="005D113A" w:rsidRPr="009C73FA" w:rsidRDefault="005D113A" w:rsidP="009C73FA">
            <w:pPr>
              <w:pStyle w:val="10"/>
              <w:jc w:val="center"/>
              <w:rPr>
                <w:rFonts w:ascii="Times New Roman" w:hAnsi="Times New Roman"/>
                <w:sz w:val="24"/>
                <w:szCs w:val="24"/>
              </w:rPr>
            </w:pPr>
          </w:p>
        </w:tc>
        <w:tc>
          <w:tcPr>
            <w:tcW w:w="1620" w:type="dxa"/>
          </w:tcPr>
          <w:p w14:paraId="1BD99884" w14:textId="77777777" w:rsidR="005D113A" w:rsidRPr="009C73FA" w:rsidRDefault="005D113A" w:rsidP="009C73FA">
            <w:pPr>
              <w:pStyle w:val="10"/>
              <w:jc w:val="center"/>
              <w:rPr>
                <w:rFonts w:ascii="Times New Roman" w:hAnsi="Times New Roman"/>
                <w:sz w:val="24"/>
                <w:szCs w:val="24"/>
              </w:rPr>
            </w:pPr>
          </w:p>
        </w:tc>
        <w:tc>
          <w:tcPr>
            <w:tcW w:w="1715" w:type="dxa"/>
          </w:tcPr>
          <w:p w14:paraId="05BCB4EE" w14:textId="77777777" w:rsidR="005D113A" w:rsidRPr="009C73FA" w:rsidRDefault="005D113A" w:rsidP="009C73FA">
            <w:pPr>
              <w:pStyle w:val="10"/>
              <w:jc w:val="center"/>
              <w:rPr>
                <w:rFonts w:ascii="Times New Roman" w:hAnsi="Times New Roman"/>
                <w:sz w:val="24"/>
                <w:szCs w:val="24"/>
              </w:rPr>
            </w:pPr>
          </w:p>
        </w:tc>
      </w:tr>
      <w:tr w:rsidR="005D113A" w:rsidRPr="009C73FA" w14:paraId="400359E4" w14:textId="77777777" w:rsidTr="009C73FA">
        <w:tc>
          <w:tcPr>
            <w:tcW w:w="567" w:type="dxa"/>
          </w:tcPr>
          <w:p w14:paraId="4A07EA0E"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12</w:t>
            </w:r>
          </w:p>
        </w:tc>
        <w:tc>
          <w:tcPr>
            <w:tcW w:w="4110" w:type="dxa"/>
          </w:tcPr>
          <w:p w14:paraId="2CAAF0CE"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ОБ</w:t>
            </w:r>
            <w:r w:rsidR="00297E3E" w:rsidRPr="009C73FA">
              <w:rPr>
                <w:rFonts w:ascii="Times New Roman" w:hAnsi="Times New Roman"/>
                <w:sz w:val="24"/>
                <w:szCs w:val="24"/>
              </w:rPr>
              <w:t>ЗР</w:t>
            </w:r>
          </w:p>
        </w:tc>
        <w:tc>
          <w:tcPr>
            <w:tcW w:w="1594" w:type="dxa"/>
          </w:tcPr>
          <w:p w14:paraId="34E4E0E2" w14:textId="77777777" w:rsidR="005D113A" w:rsidRPr="009C73FA" w:rsidRDefault="005D113A" w:rsidP="009C73FA">
            <w:pPr>
              <w:pStyle w:val="10"/>
              <w:jc w:val="center"/>
              <w:rPr>
                <w:rFonts w:ascii="Times New Roman" w:hAnsi="Times New Roman"/>
                <w:sz w:val="24"/>
                <w:szCs w:val="24"/>
              </w:rPr>
            </w:pPr>
          </w:p>
        </w:tc>
        <w:tc>
          <w:tcPr>
            <w:tcW w:w="1620" w:type="dxa"/>
          </w:tcPr>
          <w:p w14:paraId="4B9413F8" w14:textId="77777777" w:rsidR="005D113A" w:rsidRPr="009C73FA" w:rsidRDefault="005D113A" w:rsidP="009C73FA">
            <w:pPr>
              <w:pStyle w:val="10"/>
              <w:jc w:val="center"/>
              <w:rPr>
                <w:rFonts w:ascii="Times New Roman" w:hAnsi="Times New Roman"/>
                <w:sz w:val="24"/>
                <w:szCs w:val="24"/>
              </w:rPr>
            </w:pPr>
          </w:p>
        </w:tc>
        <w:tc>
          <w:tcPr>
            <w:tcW w:w="1715" w:type="dxa"/>
          </w:tcPr>
          <w:p w14:paraId="0ACEF115" w14:textId="77777777" w:rsidR="005D113A" w:rsidRPr="009C73FA" w:rsidRDefault="005D113A" w:rsidP="009C73FA">
            <w:pPr>
              <w:pStyle w:val="10"/>
              <w:jc w:val="center"/>
              <w:rPr>
                <w:rFonts w:ascii="Times New Roman" w:hAnsi="Times New Roman"/>
                <w:sz w:val="24"/>
                <w:szCs w:val="24"/>
              </w:rPr>
            </w:pPr>
          </w:p>
        </w:tc>
      </w:tr>
      <w:tr w:rsidR="005D113A" w:rsidRPr="009C73FA" w14:paraId="60EE97B4" w14:textId="77777777" w:rsidTr="009C73FA">
        <w:tc>
          <w:tcPr>
            <w:tcW w:w="567" w:type="dxa"/>
          </w:tcPr>
          <w:p w14:paraId="5B9C608F"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13</w:t>
            </w:r>
          </w:p>
        </w:tc>
        <w:tc>
          <w:tcPr>
            <w:tcW w:w="4110" w:type="dxa"/>
          </w:tcPr>
          <w:p w14:paraId="19313AE6"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Право</w:t>
            </w:r>
          </w:p>
        </w:tc>
        <w:tc>
          <w:tcPr>
            <w:tcW w:w="1594" w:type="dxa"/>
          </w:tcPr>
          <w:p w14:paraId="10AD4114" w14:textId="77777777" w:rsidR="005D113A" w:rsidRPr="009C73FA" w:rsidRDefault="005D113A" w:rsidP="009C73FA">
            <w:pPr>
              <w:pStyle w:val="10"/>
              <w:jc w:val="center"/>
              <w:rPr>
                <w:rFonts w:ascii="Times New Roman" w:hAnsi="Times New Roman"/>
                <w:sz w:val="24"/>
                <w:szCs w:val="24"/>
              </w:rPr>
            </w:pPr>
          </w:p>
        </w:tc>
        <w:tc>
          <w:tcPr>
            <w:tcW w:w="1620" w:type="dxa"/>
          </w:tcPr>
          <w:p w14:paraId="61A66698" w14:textId="77777777" w:rsidR="005D113A" w:rsidRPr="009C73FA" w:rsidRDefault="005D113A" w:rsidP="009C73FA">
            <w:pPr>
              <w:pStyle w:val="10"/>
              <w:jc w:val="center"/>
              <w:rPr>
                <w:rFonts w:ascii="Times New Roman" w:hAnsi="Times New Roman"/>
                <w:sz w:val="24"/>
                <w:szCs w:val="24"/>
              </w:rPr>
            </w:pPr>
          </w:p>
        </w:tc>
        <w:tc>
          <w:tcPr>
            <w:tcW w:w="1715" w:type="dxa"/>
          </w:tcPr>
          <w:p w14:paraId="47BAB640" w14:textId="77777777" w:rsidR="005D113A" w:rsidRPr="009C73FA" w:rsidRDefault="005D113A" w:rsidP="009C73FA">
            <w:pPr>
              <w:pStyle w:val="10"/>
              <w:jc w:val="center"/>
              <w:rPr>
                <w:rFonts w:ascii="Times New Roman" w:hAnsi="Times New Roman"/>
                <w:sz w:val="24"/>
                <w:szCs w:val="24"/>
              </w:rPr>
            </w:pPr>
          </w:p>
        </w:tc>
      </w:tr>
      <w:tr w:rsidR="005D113A" w:rsidRPr="009C73FA" w14:paraId="6CA70340" w14:textId="77777777" w:rsidTr="009C73FA">
        <w:tc>
          <w:tcPr>
            <w:tcW w:w="567" w:type="dxa"/>
          </w:tcPr>
          <w:p w14:paraId="3C3EC828"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14</w:t>
            </w:r>
          </w:p>
        </w:tc>
        <w:tc>
          <w:tcPr>
            <w:tcW w:w="4110" w:type="dxa"/>
          </w:tcPr>
          <w:p w14:paraId="4F91725C"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Русский язык</w:t>
            </w:r>
          </w:p>
        </w:tc>
        <w:tc>
          <w:tcPr>
            <w:tcW w:w="1594" w:type="dxa"/>
          </w:tcPr>
          <w:p w14:paraId="19DD065F" w14:textId="77777777" w:rsidR="005D113A" w:rsidRPr="009C73FA" w:rsidRDefault="005D113A" w:rsidP="009C73FA">
            <w:pPr>
              <w:pStyle w:val="10"/>
              <w:jc w:val="center"/>
              <w:rPr>
                <w:rFonts w:ascii="Times New Roman" w:hAnsi="Times New Roman"/>
                <w:sz w:val="24"/>
                <w:szCs w:val="24"/>
              </w:rPr>
            </w:pPr>
          </w:p>
        </w:tc>
        <w:tc>
          <w:tcPr>
            <w:tcW w:w="1620" w:type="dxa"/>
          </w:tcPr>
          <w:p w14:paraId="4F4A20E9" w14:textId="77777777" w:rsidR="005D113A" w:rsidRPr="009C73FA" w:rsidRDefault="005D113A" w:rsidP="009C73FA">
            <w:pPr>
              <w:pStyle w:val="10"/>
              <w:jc w:val="center"/>
              <w:rPr>
                <w:rFonts w:ascii="Times New Roman" w:hAnsi="Times New Roman"/>
                <w:sz w:val="24"/>
                <w:szCs w:val="24"/>
              </w:rPr>
            </w:pPr>
          </w:p>
        </w:tc>
        <w:tc>
          <w:tcPr>
            <w:tcW w:w="1715" w:type="dxa"/>
          </w:tcPr>
          <w:p w14:paraId="69DD5F89" w14:textId="77777777" w:rsidR="005D113A" w:rsidRPr="009C73FA" w:rsidRDefault="005D113A" w:rsidP="009C73FA">
            <w:pPr>
              <w:pStyle w:val="10"/>
              <w:jc w:val="center"/>
              <w:rPr>
                <w:rFonts w:ascii="Times New Roman" w:hAnsi="Times New Roman"/>
                <w:sz w:val="24"/>
                <w:szCs w:val="24"/>
              </w:rPr>
            </w:pPr>
          </w:p>
        </w:tc>
      </w:tr>
      <w:tr w:rsidR="00A34E49" w:rsidRPr="009C73FA" w14:paraId="429EA629" w14:textId="77777777" w:rsidTr="009C73FA">
        <w:tc>
          <w:tcPr>
            <w:tcW w:w="567" w:type="dxa"/>
            <w:vMerge w:val="restart"/>
          </w:tcPr>
          <w:p w14:paraId="268864B7" w14:textId="3730B33B" w:rsidR="00A34E49" w:rsidRPr="009C73FA" w:rsidRDefault="00A34E49" w:rsidP="009C73FA">
            <w:pPr>
              <w:pStyle w:val="10"/>
              <w:jc w:val="center"/>
              <w:rPr>
                <w:rFonts w:ascii="Times New Roman" w:hAnsi="Times New Roman"/>
                <w:sz w:val="24"/>
                <w:szCs w:val="24"/>
              </w:rPr>
            </w:pPr>
            <w:r w:rsidRPr="009C73FA">
              <w:rPr>
                <w:rFonts w:ascii="Times New Roman" w:hAnsi="Times New Roman"/>
                <w:sz w:val="24"/>
                <w:szCs w:val="24"/>
              </w:rPr>
              <w:t>15</w:t>
            </w:r>
          </w:p>
        </w:tc>
        <w:tc>
          <w:tcPr>
            <w:tcW w:w="4110" w:type="dxa"/>
          </w:tcPr>
          <w:p w14:paraId="598C9573" w14:textId="5F191665" w:rsidR="00A34E49" w:rsidRPr="009C73FA" w:rsidRDefault="000537B7" w:rsidP="009C73FA">
            <w:pPr>
              <w:pStyle w:val="af1"/>
              <w:rPr>
                <w:rFonts w:ascii="Times New Roman" w:hAnsi="Times New Roman"/>
                <w:sz w:val="24"/>
                <w:szCs w:val="24"/>
              </w:rPr>
            </w:pPr>
            <w:r w:rsidRPr="009C73FA">
              <w:rPr>
                <w:rFonts w:ascii="Times New Roman" w:hAnsi="Times New Roman"/>
                <w:sz w:val="24"/>
                <w:szCs w:val="24"/>
              </w:rPr>
              <w:t>Труд (т</w:t>
            </w:r>
            <w:r w:rsidR="00A34E49" w:rsidRPr="009C73FA">
              <w:rPr>
                <w:rFonts w:ascii="Times New Roman" w:hAnsi="Times New Roman"/>
                <w:sz w:val="24"/>
                <w:szCs w:val="24"/>
              </w:rPr>
              <w:t>ехнология</w:t>
            </w:r>
            <w:r w:rsidRPr="009C73FA">
              <w:rPr>
                <w:rFonts w:ascii="Times New Roman" w:hAnsi="Times New Roman"/>
                <w:sz w:val="24"/>
                <w:szCs w:val="24"/>
              </w:rPr>
              <w:t>)</w:t>
            </w:r>
            <w:r w:rsidR="00A34E49" w:rsidRPr="009C73FA">
              <w:rPr>
                <w:rFonts w:ascii="Times New Roman" w:hAnsi="Times New Roman"/>
                <w:sz w:val="24"/>
                <w:szCs w:val="24"/>
              </w:rPr>
              <w:t xml:space="preserve"> (девушки)</w:t>
            </w:r>
          </w:p>
        </w:tc>
        <w:tc>
          <w:tcPr>
            <w:tcW w:w="1594" w:type="dxa"/>
          </w:tcPr>
          <w:p w14:paraId="014E35DF" w14:textId="77777777" w:rsidR="00A34E49" w:rsidRPr="009C73FA" w:rsidRDefault="00A34E49" w:rsidP="009C73FA">
            <w:pPr>
              <w:pStyle w:val="10"/>
              <w:jc w:val="center"/>
              <w:rPr>
                <w:rFonts w:ascii="Times New Roman" w:hAnsi="Times New Roman"/>
                <w:sz w:val="24"/>
                <w:szCs w:val="24"/>
              </w:rPr>
            </w:pPr>
          </w:p>
        </w:tc>
        <w:tc>
          <w:tcPr>
            <w:tcW w:w="1620" w:type="dxa"/>
          </w:tcPr>
          <w:p w14:paraId="30755E5D" w14:textId="77777777" w:rsidR="00A34E49" w:rsidRPr="009C73FA" w:rsidRDefault="00A34E49" w:rsidP="009C73FA">
            <w:pPr>
              <w:pStyle w:val="10"/>
              <w:jc w:val="center"/>
              <w:rPr>
                <w:rFonts w:ascii="Times New Roman" w:hAnsi="Times New Roman"/>
                <w:sz w:val="24"/>
                <w:szCs w:val="24"/>
              </w:rPr>
            </w:pPr>
          </w:p>
        </w:tc>
        <w:tc>
          <w:tcPr>
            <w:tcW w:w="1715" w:type="dxa"/>
          </w:tcPr>
          <w:p w14:paraId="21B1F206" w14:textId="77777777" w:rsidR="00A34E49" w:rsidRPr="009C73FA" w:rsidRDefault="00A34E49" w:rsidP="009C73FA">
            <w:pPr>
              <w:pStyle w:val="10"/>
              <w:jc w:val="center"/>
              <w:rPr>
                <w:rFonts w:ascii="Times New Roman" w:hAnsi="Times New Roman"/>
                <w:sz w:val="24"/>
                <w:szCs w:val="24"/>
              </w:rPr>
            </w:pPr>
          </w:p>
        </w:tc>
      </w:tr>
      <w:tr w:rsidR="00A34E49" w:rsidRPr="009C73FA" w14:paraId="28B2768A" w14:textId="77777777" w:rsidTr="009C73FA">
        <w:tc>
          <w:tcPr>
            <w:tcW w:w="567" w:type="dxa"/>
            <w:vMerge/>
          </w:tcPr>
          <w:p w14:paraId="5B594A26" w14:textId="77777777" w:rsidR="00A34E49" w:rsidRPr="009C73FA" w:rsidRDefault="00A34E49" w:rsidP="009C73FA">
            <w:pPr>
              <w:pStyle w:val="10"/>
              <w:jc w:val="center"/>
              <w:rPr>
                <w:rFonts w:ascii="Times New Roman" w:hAnsi="Times New Roman"/>
                <w:sz w:val="24"/>
                <w:szCs w:val="24"/>
              </w:rPr>
            </w:pPr>
          </w:p>
        </w:tc>
        <w:tc>
          <w:tcPr>
            <w:tcW w:w="4110" w:type="dxa"/>
          </w:tcPr>
          <w:p w14:paraId="0B7E6E79" w14:textId="607D04DE" w:rsidR="00A34E49" w:rsidRPr="009C73FA" w:rsidRDefault="000537B7" w:rsidP="009C73FA">
            <w:pPr>
              <w:pStyle w:val="af1"/>
              <w:rPr>
                <w:rFonts w:ascii="Times New Roman" w:hAnsi="Times New Roman"/>
                <w:sz w:val="24"/>
                <w:szCs w:val="24"/>
              </w:rPr>
            </w:pPr>
            <w:r w:rsidRPr="009C73FA">
              <w:rPr>
                <w:rFonts w:ascii="Times New Roman" w:hAnsi="Times New Roman"/>
                <w:sz w:val="24"/>
                <w:szCs w:val="24"/>
              </w:rPr>
              <w:t xml:space="preserve">Труд (технология) </w:t>
            </w:r>
            <w:r w:rsidR="00A34E49" w:rsidRPr="009C73FA">
              <w:rPr>
                <w:rFonts w:ascii="Times New Roman" w:hAnsi="Times New Roman"/>
                <w:sz w:val="24"/>
                <w:szCs w:val="24"/>
              </w:rPr>
              <w:t>(юноши)</w:t>
            </w:r>
          </w:p>
        </w:tc>
        <w:tc>
          <w:tcPr>
            <w:tcW w:w="1594" w:type="dxa"/>
          </w:tcPr>
          <w:p w14:paraId="0C60C332" w14:textId="77777777" w:rsidR="00A34E49" w:rsidRPr="009C73FA" w:rsidRDefault="00A34E49" w:rsidP="009C73FA">
            <w:pPr>
              <w:pStyle w:val="10"/>
              <w:jc w:val="center"/>
              <w:rPr>
                <w:rFonts w:ascii="Times New Roman" w:hAnsi="Times New Roman"/>
                <w:sz w:val="24"/>
                <w:szCs w:val="24"/>
              </w:rPr>
            </w:pPr>
          </w:p>
        </w:tc>
        <w:tc>
          <w:tcPr>
            <w:tcW w:w="1620" w:type="dxa"/>
          </w:tcPr>
          <w:p w14:paraId="772D0138" w14:textId="77777777" w:rsidR="00A34E49" w:rsidRPr="009C73FA" w:rsidRDefault="00A34E49" w:rsidP="009C73FA">
            <w:pPr>
              <w:pStyle w:val="10"/>
              <w:jc w:val="center"/>
              <w:rPr>
                <w:rFonts w:ascii="Times New Roman" w:hAnsi="Times New Roman"/>
                <w:sz w:val="24"/>
                <w:szCs w:val="24"/>
              </w:rPr>
            </w:pPr>
          </w:p>
        </w:tc>
        <w:tc>
          <w:tcPr>
            <w:tcW w:w="1715" w:type="dxa"/>
          </w:tcPr>
          <w:p w14:paraId="1494BA0E" w14:textId="77777777" w:rsidR="00A34E49" w:rsidRPr="009C73FA" w:rsidRDefault="00A34E49" w:rsidP="009C73FA">
            <w:pPr>
              <w:pStyle w:val="10"/>
              <w:jc w:val="center"/>
              <w:rPr>
                <w:rFonts w:ascii="Times New Roman" w:hAnsi="Times New Roman"/>
                <w:sz w:val="24"/>
                <w:szCs w:val="24"/>
              </w:rPr>
            </w:pPr>
          </w:p>
        </w:tc>
      </w:tr>
      <w:tr w:rsidR="005D113A" w:rsidRPr="009C73FA" w14:paraId="4CD375BC" w14:textId="77777777" w:rsidTr="009C73FA">
        <w:tc>
          <w:tcPr>
            <w:tcW w:w="567" w:type="dxa"/>
          </w:tcPr>
          <w:p w14:paraId="617A6299"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1</w:t>
            </w:r>
            <w:r w:rsidR="00A34E49" w:rsidRPr="009C73FA">
              <w:rPr>
                <w:rFonts w:ascii="Times New Roman" w:hAnsi="Times New Roman"/>
                <w:sz w:val="24"/>
                <w:szCs w:val="24"/>
              </w:rPr>
              <w:t>6</w:t>
            </w:r>
          </w:p>
        </w:tc>
        <w:tc>
          <w:tcPr>
            <w:tcW w:w="4110" w:type="dxa"/>
          </w:tcPr>
          <w:p w14:paraId="2F2578F3"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Физика</w:t>
            </w:r>
          </w:p>
        </w:tc>
        <w:tc>
          <w:tcPr>
            <w:tcW w:w="1594" w:type="dxa"/>
          </w:tcPr>
          <w:p w14:paraId="4B9DD54C" w14:textId="77777777" w:rsidR="005D113A" w:rsidRPr="009C73FA" w:rsidRDefault="005D113A" w:rsidP="009C73FA">
            <w:pPr>
              <w:pStyle w:val="10"/>
              <w:jc w:val="center"/>
              <w:rPr>
                <w:rFonts w:ascii="Times New Roman" w:hAnsi="Times New Roman"/>
                <w:sz w:val="24"/>
                <w:szCs w:val="24"/>
              </w:rPr>
            </w:pPr>
          </w:p>
        </w:tc>
        <w:tc>
          <w:tcPr>
            <w:tcW w:w="1620" w:type="dxa"/>
          </w:tcPr>
          <w:p w14:paraId="010CA858" w14:textId="77777777" w:rsidR="005D113A" w:rsidRPr="009C73FA" w:rsidRDefault="005D113A" w:rsidP="009C73FA">
            <w:pPr>
              <w:pStyle w:val="10"/>
              <w:jc w:val="center"/>
              <w:rPr>
                <w:rFonts w:ascii="Times New Roman" w:hAnsi="Times New Roman"/>
                <w:sz w:val="24"/>
                <w:szCs w:val="24"/>
              </w:rPr>
            </w:pPr>
          </w:p>
        </w:tc>
        <w:tc>
          <w:tcPr>
            <w:tcW w:w="1715" w:type="dxa"/>
          </w:tcPr>
          <w:p w14:paraId="5DA2E260" w14:textId="77777777" w:rsidR="005D113A" w:rsidRPr="009C73FA" w:rsidRDefault="005D113A" w:rsidP="009C73FA">
            <w:pPr>
              <w:pStyle w:val="10"/>
              <w:jc w:val="center"/>
              <w:rPr>
                <w:rFonts w:ascii="Times New Roman" w:hAnsi="Times New Roman"/>
                <w:sz w:val="24"/>
                <w:szCs w:val="24"/>
              </w:rPr>
            </w:pPr>
          </w:p>
        </w:tc>
      </w:tr>
      <w:tr w:rsidR="00A34E49" w:rsidRPr="009C73FA" w14:paraId="7C4C2115" w14:textId="77777777" w:rsidTr="009C73FA">
        <w:tc>
          <w:tcPr>
            <w:tcW w:w="567" w:type="dxa"/>
            <w:vMerge w:val="restart"/>
          </w:tcPr>
          <w:p w14:paraId="4BE8C881" w14:textId="6258BE91" w:rsidR="00A34E49" w:rsidRPr="009C73FA" w:rsidRDefault="00A34E49" w:rsidP="009C73FA">
            <w:pPr>
              <w:pStyle w:val="10"/>
              <w:jc w:val="center"/>
              <w:rPr>
                <w:rFonts w:ascii="Times New Roman" w:hAnsi="Times New Roman"/>
                <w:sz w:val="24"/>
                <w:szCs w:val="24"/>
              </w:rPr>
            </w:pPr>
            <w:r w:rsidRPr="009C73FA">
              <w:rPr>
                <w:rFonts w:ascii="Times New Roman" w:hAnsi="Times New Roman"/>
                <w:sz w:val="24"/>
                <w:szCs w:val="24"/>
              </w:rPr>
              <w:t>17</w:t>
            </w:r>
          </w:p>
        </w:tc>
        <w:tc>
          <w:tcPr>
            <w:tcW w:w="4110" w:type="dxa"/>
          </w:tcPr>
          <w:p w14:paraId="3C60E264" w14:textId="77777777" w:rsidR="00A34E49" w:rsidRPr="009C73FA" w:rsidRDefault="00A34E49" w:rsidP="009C73FA">
            <w:pPr>
              <w:pStyle w:val="af1"/>
              <w:rPr>
                <w:rFonts w:ascii="Times New Roman" w:hAnsi="Times New Roman"/>
                <w:sz w:val="24"/>
                <w:szCs w:val="24"/>
              </w:rPr>
            </w:pPr>
            <w:r w:rsidRPr="009C73FA">
              <w:rPr>
                <w:rFonts w:ascii="Times New Roman" w:hAnsi="Times New Roman"/>
                <w:sz w:val="24"/>
                <w:szCs w:val="24"/>
              </w:rPr>
              <w:t>Физическая культура (девушки)</w:t>
            </w:r>
          </w:p>
        </w:tc>
        <w:tc>
          <w:tcPr>
            <w:tcW w:w="1594" w:type="dxa"/>
          </w:tcPr>
          <w:p w14:paraId="6BD9F4E3" w14:textId="77777777" w:rsidR="00A34E49" w:rsidRPr="009C73FA" w:rsidRDefault="00A34E49" w:rsidP="009C73FA">
            <w:pPr>
              <w:pStyle w:val="10"/>
              <w:jc w:val="center"/>
              <w:rPr>
                <w:rFonts w:ascii="Times New Roman" w:hAnsi="Times New Roman"/>
                <w:sz w:val="24"/>
                <w:szCs w:val="24"/>
              </w:rPr>
            </w:pPr>
          </w:p>
        </w:tc>
        <w:tc>
          <w:tcPr>
            <w:tcW w:w="1620" w:type="dxa"/>
          </w:tcPr>
          <w:p w14:paraId="23948B26" w14:textId="77777777" w:rsidR="00A34E49" w:rsidRPr="009C73FA" w:rsidRDefault="00A34E49" w:rsidP="009C73FA">
            <w:pPr>
              <w:pStyle w:val="10"/>
              <w:jc w:val="center"/>
              <w:rPr>
                <w:rFonts w:ascii="Times New Roman" w:hAnsi="Times New Roman"/>
                <w:sz w:val="24"/>
                <w:szCs w:val="24"/>
              </w:rPr>
            </w:pPr>
          </w:p>
        </w:tc>
        <w:tc>
          <w:tcPr>
            <w:tcW w:w="1715" w:type="dxa"/>
          </w:tcPr>
          <w:p w14:paraId="14AAECD3" w14:textId="77777777" w:rsidR="00A34E49" w:rsidRPr="009C73FA" w:rsidRDefault="00A34E49" w:rsidP="009C73FA">
            <w:pPr>
              <w:pStyle w:val="10"/>
              <w:jc w:val="center"/>
              <w:rPr>
                <w:rFonts w:ascii="Times New Roman" w:hAnsi="Times New Roman"/>
                <w:sz w:val="24"/>
                <w:szCs w:val="24"/>
              </w:rPr>
            </w:pPr>
          </w:p>
        </w:tc>
      </w:tr>
      <w:tr w:rsidR="00A34E49" w:rsidRPr="009C73FA" w14:paraId="6802F7EA" w14:textId="77777777" w:rsidTr="009C73FA">
        <w:tc>
          <w:tcPr>
            <w:tcW w:w="567" w:type="dxa"/>
            <w:vMerge/>
          </w:tcPr>
          <w:p w14:paraId="0F9E18F2" w14:textId="77777777" w:rsidR="00A34E49" w:rsidRPr="009C73FA" w:rsidRDefault="00A34E49" w:rsidP="009C73FA">
            <w:pPr>
              <w:pStyle w:val="10"/>
              <w:jc w:val="center"/>
              <w:rPr>
                <w:rFonts w:ascii="Times New Roman" w:hAnsi="Times New Roman"/>
                <w:sz w:val="24"/>
                <w:szCs w:val="24"/>
              </w:rPr>
            </w:pPr>
          </w:p>
        </w:tc>
        <w:tc>
          <w:tcPr>
            <w:tcW w:w="4110" w:type="dxa"/>
          </w:tcPr>
          <w:p w14:paraId="3F2FA832" w14:textId="77777777" w:rsidR="00A34E49" w:rsidRPr="009C73FA" w:rsidRDefault="00A34E49" w:rsidP="009C73FA">
            <w:pPr>
              <w:pStyle w:val="af1"/>
              <w:rPr>
                <w:rFonts w:ascii="Times New Roman" w:hAnsi="Times New Roman"/>
                <w:sz w:val="24"/>
                <w:szCs w:val="24"/>
              </w:rPr>
            </w:pPr>
            <w:r w:rsidRPr="009C73FA">
              <w:rPr>
                <w:rFonts w:ascii="Times New Roman" w:hAnsi="Times New Roman"/>
                <w:sz w:val="24"/>
                <w:szCs w:val="24"/>
              </w:rPr>
              <w:t>Физическая культура (юноши)</w:t>
            </w:r>
          </w:p>
        </w:tc>
        <w:tc>
          <w:tcPr>
            <w:tcW w:w="1594" w:type="dxa"/>
          </w:tcPr>
          <w:p w14:paraId="22546D6B" w14:textId="77777777" w:rsidR="00A34E49" w:rsidRPr="009C73FA" w:rsidRDefault="00A34E49" w:rsidP="009C73FA">
            <w:pPr>
              <w:pStyle w:val="10"/>
              <w:jc w:val="center"/>
              <w:rPr>
                <w:rFonts w:ascii="Times New Roman" w:hAnsi="Times New Roman"/>
                <w:sz w:val="24"/>
                <w:szCs w:val="24"/>
              </w:rPr>
            </w:pPr>
          </w:p>
        </w:tc>
        <w:tc>
          <w:tcPr>
            <w:tcW w:w="1620" w:type="dxa"/>
          </w:tcPr>
          <w:p w14:paraId="1BF660E3" w14:textId="77777777" w:rsidR="00A34E49" w:rsidRPr="009C73FA" w:rsidRDefault="00A34E49" w:rsidP="009C73FA">
            <w:pPr>
              <w:pStyle w:val="10"/>
              <w:jc w:val="center"/>
              <w:rPr>
                <w:rFonts w:ascii="Times New Roman" w:hAnsi="Times New Roman"/>
                <w:sz w:val="24"/>
                <w:szCs w:val="24"/>
              </w:rPr>
            </w:pPr>
          </w:p>
        </w:tc>
        <w:tc>
          <w:tcPr>
            <w:tcW w:w="1715" w:type="dxa"/>
          </w:tcPr>
          <w:p w14:paraId="55EFB516" w14:textId="77777777" w:rsidR="00A34E49" w:rsidRPr="009C73FA" w:rsidRDefault="00A34E49" w:rsidP="009C73FA">
            <w:pPr>
              <w:pStyle w:val="10"/>
              <w:jc w:val="center"/>
              <w:rPr>
                <w:rFonts w:ascii="Times New Roman" w:hAnsi="Times New Roman"/>
                <w:sz w:val="24"/>
                <w:szCs w:val="24"/>
              </w:rPr>
            </w:pPr>
          </w:p>
        </w:tc>
      </w:tr>
      <w:tr w:rsidR="005D113A" w:rsidRPr="009C73FA" w14:paraId="76CCC642" w14:textId="77777777" w:rsidTr="009C73FA">
        <w:tc>
          <w:tcPr>
            <w:tcW w:w="567" w:type="dxa"/>
          </w:tcPr>
          <w:p w14:paraId="54EDAD90" w14:textId="77777777" w:rsidR="005D113A" w:rsidRPr="009C73FA" w:rsidRDefault="00A34E49" w:rsidP="009C73FA">
            <w:pPr>
              <w:pStyle w:val="10"/>
              <w:jc w:val="center"/>
              <w:rPr>
                <w:rFonts w:ascii="Times New Roman" w:hAnsi="Times New Roman"/>
                <w:sz w:val="24"/>
                <w:szCs w:val="24"/>
              </w:rPr>
            </w:pPr>
            <w:r w:rsidRPr="009C73FA">
              <w:rPr>
                <w:rFonts w:ascii="Times New Roman" w:hAnsi="Times New Roman"/>
                <w:sz w:val="24"/>
                <w:szCs w:val="24"/>
              </w:rPr>
              <w:t>18</w:t>
            </w:r>
          </w:p>
        </w:tc>
        <w:tc>
          <w:tcPr>
            <w:tcW w:w="4110" w:type="dxa"/>
          </w:tcPr>
          <w:p w14:paraId="3D285A2F"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Химия</w:t>
            </w:r>
          </w:p>
        </w:tc>
        <w:tc>
          <w:tcPr>
            <w:tcW w:w="1594" w:type="dxa"/>
          </w:tcPr>
          <w:p w14:paraId="501893FE" w14:textId="77777777" w:rsidR="005D113A" w:rsidRPr="009C73FA" w:rsidRDefault="005D113A" w:rsidP="009C73FA">
            <w:pPr>
              <w:pStyle w:val="10"/>
              <w:jc w:val="center"/>
              <w:rPr>
                <w:rFonts w:ascii="Times New Roman" w:hAnsi="Times New Roman"/>
                <w:sz w:val="24"/>
                <w:szCs w:val="24"/>
              </w:rPr>
            </w:pPr>
          </w:p>
        </w:tc>
        <w:tc>
          <w:tcPr>
            <w:tcW w:w="1620" w:type="dxa"/>
          </w:tcPr>
          <w:p w14:paraId="59F245B9" w14:textId="77777777" w:rsidR="005D113A" w:rsidRPr="009C73FA" w:rsidRDefault="005D113A" w:rsidP="009C73FA">
            <w:pPr>
              <w:pStyle w:val="10"/>
              <w:jc w:val="center"/>
              <w:rPr>
                <w:rFonts w:ascii="Times New Roman" w:hAnsi="Times New Roman"/>
                <w:sz w:val="24"/>
                <w:szCs w:val="24"/>
              </w:rPr>
            </w:pPr>
          </w:p>
        </w:tc>
        <w:tc>
          <w:tcPr>
            <w:tcW w:w="1715" w:type="dxa"/>
          </w:tcPr>
          <w:p w14:paraId="3E69AADD" w14:textId="77777777" w:rsidR="005D113A" w:rsidRPr="009C73FA" w:rsidRDefault="005D113A" w:rsidP="009C73FA">
            <w:pPr>
              <w:pStyle w:val="10"/>
              <w:jc w:val="center"/>
              <w:rPr>
                <w:rFonts w:ascii="Times New Roman" w:hAnsi="Times New Roman"/>
                <w:sz w:val="24"/>
                <w:szCs w:val="24"/>
              </w:rPr>
            </w:pPr>
          </w:p>
        </w:tc>
      </w:tr>
      <w:tr w:rsidR="005D113A" w:rsidRPr="009C73FA" w14:paraId="32CCCE65" w14:textId="77777777" w:rsidTr="009C73FA">
        <w:tc>
          <w:tcPr>
            <w:tcW w:w="567" w:type="dxa"/>
          </w:tcPr>
          <w:p w14:paraId="28DEDA59" w14:textId="77777777" w:rsidR="005D113A" w:rsidRPr="009C73FA" w:rsidRDefault="00A34E49" w:rsidP="009C73FA">
            <w:pPr>
              <w:pStyle w:val="10"/>
              <w:jc w:val="center"/>
              <w:rPr>
                <w:rFonts w:ascii="Times New Roman" w:hAnsi="Times New Roman"/>
                <w:sz w:val="24"/>
                <w:szCs w:val="24"/>
              </w:rPr>
            </w:pPr>
            <w:r w:rsidRPr="009C73FA">
              <w:rPr>
                <w:rFonts w:ascii="Times New Roman" w:hAnsi="Times New Roman"/>
                <w:sz w:val="24"/>
                <w:szCs w:val="24"/>
              </w:rPr>
              <w:t>19</w:t>
            </w:r>
          </w:p>
        </w:tc>
        <w:tc>
          <w:tcPr>
            <w:tcW w:w="4110" w:type="dxa"/>
          </w:tcPr>
          <w:p w14:paraId="086B524A"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Экология</w:t>
            </w:r>
          </w:p>
        </w:tc>
        <w:tc>
          <w:tcPr>
            <w:tcW w:w="1594" w:type="dxa"/>
          </w:tcPr>
          <w:p w14:paraId="18409F13" w14:textId="77777777" w:rsidR="005D113A" w:rsidRPr="009C73FA" w:rsidRDefault="005D113A" w:rsidP="009C73FA">
            <w:pPr>
              <w:pStyle w:val="10"/>
              <w:jc w:val="center"/>
              <w:rPr>
                <w:rFonts w:ascii="Times New Roman" w:hAnsi="Times New Roman"/>
                <w:sz w:val="24"/>
                <w:szCs w:val="24"/>
              </w:rPr>
            </w:pPr>
          </w:p>
        </w:tc>
        <w:tc>
          <w:tcPr>
            <w:tcW w:w="1620" w:type="dxa"/>
          </w:tcPr>
          <w:p w14:paraId="02236C9B" w14:textId="77777777" w:rsidR="005D113A" w:rsidRPr="009C73FA" w:rsidRDefault="005D113A" w:rsidP="009C73FA">
            <w:pPr>
              <w:pStyle w:val="10"/>
              <w:jc w:val="center"/>
              <w:rPr>
                <w:rFonts w:ascii="Times New Roman" w:hAnsi="Times New Roman"/>
                <w:sz w:val="24"/>
                <w:szCs w:val="24"/>
              </w:rPr>
            </w:pPr>
          </w:p>
        </w:tc>
        <w:tc>
          <w:tcPr>
            <w:tcW w:w="1715" w:type="dxa"/>
          </w:tcPr>
          <w:p w14:paraId="240A1B7A" w14:textId="77777777" w:rsidR="005D113A" w:rsidRPr="009C73FA" w:rsidRDefault="005D113A" w:rsidP="009C73FA">
            <w:pPr>
              <w:pStyle w:val="10"/>
              <w:jc w:val="center"/>
              <w:rPr>
                <w:rFonts w:ascii="Times New Roman" w:hAnsi="Times New Roman"/>
                <w:sz w:val="24"/>
                <w:szCs w:val="24"/>
              </w:rPr>
            </w:pPr>
          </w:p>
        </w:tc>
      </w:tr>
      <w:tr w:rsidR="005D113A" w:rsidRPr="009C73FA" w14:paraId="591AD9DC" w14:textId="77777777" w:rsidTr="009C73FA">
        <w:tc>
          <w:tcPr>
            <w:tcW w:w="567" w:type="dxa"/>
          </w:tcPr>
          <w:p w14:paraId="7616D693" w14:textId="77777777" w:rsidR="005D113A" w:rsidRPr="009C73FA" w:rsidRDefault="005D113A" w:rsidP="009C73FA">
            <w:pPr>
              <w:pStyle w:val="10"/>
              <w:jc w:val="center"/>
              <w:rPr>
                <w:rFonts w:ascii="Times New Roman" w:hAnsi="Times New Roman"/>
                <w:sz w:val="24"/>
                <w:szCs w:val="24"/>
              </w:rPr>
            </w:pPr>
            <w:r w:rsidRPr="009C73FA">
              <w:rPr>
                <w:rFonts w:ascii="Times New Roman" w:hAnsi="Times New Roman"/>
                <w:sz w:val="24"/>
                <w:szCs w:val="24"/>
              </w:rPr>
              <w:t>2</w:t>
            </w:r>
            <w:r w:rsidR="00A34E49" w:rsidRPr="009C73FA">
              <w:rPr>
                <w:rFonts w:ascii="Times New Roman" w:hAnsi="Times New Roman"/>
                <w:sz w:val="24"/>
                <w:szCs w:val="24"/>
              </w:rPr>
              <w:t>0</w:t>
            </w:r>
          </w:p>
        </w:tc>
        <w:tc>
          <w:tcPr>
            <w:tcW w:w="4110" w:type="dxa"/>
          </w:tcPr>
          <w:p w14:paraId="6532B618" w14:textId="77777777" w:rsidR="005D113A" w:rsidRPr="009C73FA" w:rsidRDefault="005D113A" w:rsidP="009C73FA">
            <w:pPr>
              <w:pStyle w:val="af1"/>
              <w:rPr>
                <w:rFonts w:ascii="Times New Roman" w:hAnsi="Times New Roman"/>
                <w:sz w:val="24"/>
                <w:szCs w:val="24"/>
              </w:rPr>
            </w:pPr>
            <w:r w:rsidRPr="009C73FA">
              <w:rPr>
                <w:rFonts w:ascii="Times New Roman" w:hAnsi="Times New Roman"/>
                <w:sz w:val="24"/>
                <w:szCs w:val="24"/>
              </w:rPr>
              <w:t>Экономика</w:t>
            </w:r>
          </w:p>
        </w:tc>
        <w:tc>
          <w:tcPr>
            <w:tcW w:w="1594" w:type="dxa"/>
          </w:tcPr>
          <w:p w14:paraId="658097C0" w14:textId="77777777" w:rsidR="005D113A" w:rsidRPr="009C73FA" w:rsidRDefault="005D113A" w:rsidP="009C73FA">
            <w:pPr>
              <w:pStyle w:val="10"/>
              <w:jc w:val="center"/>
              <w:rPr>
                <w:rFonts w:ascii="Times New Roman" w:hAnsi="Times New Roman"/>
                <w:sz w:val="24"/>
                <w:szCs w:val="24"/>
              </w:rPr>
            </w:pPr>
          </w:p>
        </w:tc>
        <w:tc>
          <w:tcPr>
            <w:tcW w:w="1620" w:type="dxa"/>
          </w:tcPr>
          <w:p w14:paraId="114A8335" w14:textId="77777777" w:rsidR="005D113A" w:rsidRPr="009C73FA" w:rsidRDefault="005D113A" w:rsidP="009C73FA">
            <w:pPr>
              <w:pStyle w:val="10"/>
              <w:jc w:val="center"/>
              <w:rPr>
                <w:rFonts w:ascii="Times New Roman" w:hAnsi="Times New Roman"/>
                <w:sz w:val="24"/>
                <w:szCs w:val="24"/>
              </w:rPr>
            </w:pPr>
          </w:p>
        </w:tc>
        <w:tc>
          <w:tcPr>
            <w:tcW w:w="1715" w:type="dxa"/>
          </w:tcPr>
          <w:p w14:paraId="729855A7" w14:textId="77777777" w:rsidR="005D113A" w:rsidRPr="009C73FA" w:rsidRDefault="005D113A" w:rsidP="009C73FA">
            <w:pPr>
              <w:pStyle w:val="10"/>
              <w:jc w:val="center"/>
              <w:rPr>
                <w:rFonts w:ascii="Times New Roman" w:hAnsi="Times New Roman"/>
                <w:sz w:val="24"/>
                <w:szCs w:val="24"/>
              </w:rPr>
            </w:pPr>
          </w:p>
        </w:tc>
      </w:tr>
      <w:tr w:rsidR="008A0FEC" w:rsidRPr="009C73FA" w14:paraId="736A8A6F" w14:textId="77777777" w:rsidTr="009C73FA">
        <w:tc>
          <w:tcPr>
            <w:tcW w:w="567" w:type="dxa"/>
          </w:tcPr>
          <w:p w14:paraId="76249FDD" w14:textId="77777777" w:rsidR="008A0FEC" w:rsidRPr="009C73FA" w:rsidRDefault="008A0FEC" w:rsidP="009C73FA">
            <w:pPr>
              <w:pStyle w:val="10"/>
              <w:jc w:val="center"/>
              <w:rPr>
                <w:rFonts w:ascii="Times New Roman" w:hAnsi="Times New Roman"/>
                <w:sz w:val="24"/>
                <w:szCs w:val="24"/>
              </w:rPr>
            </w:pPr>
          </w:p>
        </w:tc>
        <w:tc>
          <w:tcPr>
            <w:tcW w:w="4110" w:type="dxa"/>
          </w:tcPr>
          <w:p w14:paraId="7615E468" w14:textId="77777777" w:rsidR="008A0FEC" w:rsidRPr="009C73FA" w:rsidRDefault="008A0FEC" w:rsidP="009C73FA">
            <w:pPr>
              <w:pStyle w:val="10"/>
              <w:rPr>
                <w:rFonts w:ascii="Times New Roman" w:hAnsi="Times New Roman"/>
                <w:sz w:val="24"/>
                <w:szCs w:val="24"/>
              </w:rPr>
            </w:pPr>
            <w:r w:rsidRPr="009C73FA">
              <w:rPr>
                <w:rFonts w:ascii="Times New Roman" w:hAnsi="Times New Roman"/>
                <w:sz w:val="24"/>
                <w:szCs w:val="24"/>
              </w:rPr>
              <w:t>ИТОГО:</w:t>
            </w:r>
          </w:p>
        </w:tc>
        <w:tc>
          <w:tcPr>
            <w:tcW w:w="1594" w:type="dxa"/>
          </w:tcPr>
          <w:p w14:paraId="40E86530" w14:textId="77777777" w:rsidR="008A0FEC" w:rsidRPr="009C73FA" w:rsidRDefault="008A0FEC" w:rsidP="009C73FA">
            <w:pPr>
              <w:pStyle w:val="10"/>
              <w:jc w:val="center"/>
              <w:rPr>
                <w:rFonts w:ascii="Times New Roman" w:hAnsi="Times New Roman"/>
                <w:sz w:val="24"/>
                <w:szCs w:val="24"/>
              </w:rPr>
            </w:pPr>
          </w:p>
        </w:tc>
        <w:tc>
          <w:tcPr>
            <w:tcW w:w="1620" w:type="dxa"/>
          </w:tcPr>
          <w:p w14:paraId="2E7EC292" w14:textId="77777777" w:rsidR="008A0FEC" w:rsidRPr="009C73FA" w:rsidRDefault="008A0FEC" w:rsidP="009C73FA">
            <w:pPr>
              <w:pStyle w:val="10"/>
              <w:jc w:val="center"/>
              <w:rPr>
                <w:rFonts w:ascii="Times New Roman" w:hAnsi="Times New Roman"/>
                <w:sz w:val="24"/>
                <w:szCs w:val="24"/>
              </w:rPr>
            </w:pPr>
          </w:p>
        </w:tc>
        <w:tc>
          <w:tcPr>
            <w:tcW w:w="1715" w:type="dxa"/>
          </w:tcPr>
          <w:p w14:paraId="4FFB369A" w14:textId="77777777" w:rsidR="008A0FEC" w:rsidRPr="009C73FA" w:rsidRDefault="008A0FEC" w:rsidP="009C73FA">
            <w:pPr>
              <w:pStyle w:val="10"/>
              <w:jc w:val="center"/>
              <w:rPr>
                <w:rFonts w:ascii="Times New Roman" w:hAnsi="Times New Roman"/>
                <w:sz w:val="24"/>
                <w:szCs w:val="24"/>
              </w:rPr>
            </w:pPr>
          </w:p>
        </w:tc>
      </w:tr>
      <w:tr w:rsidR="008A0FEC" w:rsidRPr="009C73FA" w14:paraId="26C57C19" w14:textId="77777777" w:rsidTr="009C73FA">
        <w:tc>
          <w:tcPr>
            <w:tcW w:w="567" w:type="dxa"/>
          </w:tcPr>
          <w:p w14:paraId="594DB205" w14:textId="77777777" w:rsidR="008A0FEC" w:rsidRPr="009C73FA" w:rsidRDefault="008A0FEC" w:rsidP="009C73FA">
            <w:pPr>
              <w:pStyle w:val="10"/>
              <w:jc w:val="center"/>
              <w:rPr>
                <w:rFonts w:ascii="Times New Roman" w:hAnsi="Times New Roman"/>
                <w:sz w:val="24"/>
                <w:szCs w:val="24"/>
              </w:rPr>
            </w:pPr>
          </w:p>
        </w:tc>
        <w:tc>
          <w:tcPr>
            <w:tcW w:w="4110" w:type="dxa"/>
          </w:tcPr>
          <w:p w14:paraId="14B340A9" w14:textId="77777777" w:rsidR="008A0FEC" w:rsidRPr="009C73FA" w:rsidRDefault="008A0FEC" w:rsidP="009C73FA">
            <w:pPr>
              <w:pStyle w:val="10"/>
              <w:rPr>
                <w:rFonts w:ascii="Times New Roman" w:hAnsi="Times New Roman"/>
                <w:sz w:val="24"/>
                <w:szCs w:val="24"/>
              </w:rPr>
            </w:pPr>
            <w:r w:rsidRPr="009C73FA">
              <w:rPr>
                <w:rFonts w:ascii="Times New Roman" w:hAnsi="Times New Roman"/>
                <w:sz w:val="24"/>
                <w:szCs w:val="24"/>
              </w:rPr>
              <w:t>ИТОГО (количество физических лиц)</w:t>
            </w:r>
          </w:p>
        </w:tc>
        <w:tc>
          <w:tcPr>
            <w:tcW w:w="1594" w:type="dxa"/>
          </w:tcPr>
          <w:p w14:paraId="3BC45AE0" w14:textId="77777777" w:rsidR="008A0FEC" w:rsidRPr="009C73FA" w:rsidRDefault="008A0FEC" w:rsidP="009C73FA">
            <w:pPr>
              <w:pStyle w:val="10"/>
              <w:jc w:val="center"/>
              <w:rPr>
                <w:rFonts w:ascii="Times New Roman" w:hAnsi="Times New Roman"/>
                <w:sz w:val="24"/>
                <w:szCs w:val="24"/>
              </w:rPr>
            </w:pPr>
          </w:p>
        </w:tc>
        <w:tc>
          <w:tcPr>
            <w:tcW w:w="1620" w:type="dxa"/>
          </w:tcPr>
          <w:p w14:paraId="76DF2827" w14:textId="77777777" w:rsidR="008A0FEC" w:rsidRPr="009C73FA" w:rsidRDefault="008A0FEC" w:rsidP="009C73FA">
            <w:pPr>
              <w:pStyle w:val="10"/>
              <w:jc w:val="center"/>
              <w:rPr>
                <w:rFonts w:ascii="Times New Roman" w:hAnsi="Times New Roman"/>
                <w:sz w:val="24"/>
                <w:szCs w:val="24"/>
              </w:rPr>
            </w:pPr>
          </w:p>
        </w:tc>
        <w:tc>
          <w:tcPr>
            <w:tcW w:w="1715" w:type="dxa"/>
          </w:tcPr>
          <w:p w14:paraId="6A1445C5" w14:textId="77777777" w:rsidR="008A0FEC" w:rsidRPr="009C73FA" w:rsidRDefault="008A0FEC" w:rsidP="009C73FA">
            <w:pPr>
              <w:pStyle w:val="10"/>
              <w:jc w:val="center"/>
              <w:rPr>
                <w:rFonts w:ascii="Times New Roman" w:hAnsi="Times New Roman"/>
                <w:sz w:val="24"/>
                <w:szCs w:val="24"/>
              </w:rPr>
            </w:pPr>
          </w:p>
        </w:tc>
      </w:tr>
    </w:tbl>
    <w:p w14:paraId="01368348" w14:textId="77777777" w:rsidR="00536C36" w:rsidRPr="001A62FE" w:rsidRDefault="00536C36" w:rsidP="00536C36">
      <w:pPr>
        <w:pStyle w:val="10"/>
        <w:ind w:right="175"/>
        <w:rPr>
          <w:rFonts w:ascii="Times New Roman" w:hAnsi="Times New Roman"/>
          <w:sz w:val="24"/>
          <w:szCs w:val="24"/>
        </w:rPr>
      </w:pPr>
      <w:r w:rsidRPr="001A62FE">
        <w:rPr>
          <w:rFonts w:ascii="Times New Roman" w:hAnsi="Times New Roman"/>
          <w:sz w:val="24"/>
          <w:szCs w:val="24"/>
        </w:rPr>
        <w:t xml:space="preserve">                     количество обучаю</w:t>
      </w:r>
      <w:r>
        <w:rPr>
          <w:rFonts w:ascii="Times New Roman" w:hAnsi="Times New Roman"/>
          <w:sz w:val="24"/>
          <w:szCs w:val="24"/>
        </w:rPr>
        <w:t>щихся в 9-11-х классах_________</w:t>
      </w:r>
    </w:p>
    <w:p w14:paraId="23571D7A" w14:textId="77777777" w:rsidR="00536C36" w:rsidRPr="001A62FE" w:rsidRDefault="00536C36" w:rsidP="00536C36">
      <w:pPr>
        <w:pStyle w:val="10"/>
        <w:ind w:right="175"/>
        <w:rPr>
          <w:rFonts w:ascii="Times New Roman" w:hAnsi="Times New Roman"/>
          <w:sz w:val="24"/>
          <w:szCs w:val="24"/>
        </w:rPr>
      </w:pPr>
    </w:p>
    <w:p w14:paraId="60128D43" w14:textId="77777777" w:rsidR="00536C36" w:rsidRPr="001A62FE" w:rsidRDefault="00536C36" w:rsidP="00536C36">
      <w:pPr>
        <w:pStyle w:val="10"/>
        <w:ind w:right="175"/>
        <w:rPr>
          <w:rFonts w:ascii="Times New Roman" w:hAnsi="Times New Roman"/>
          <w:sz w:val="24"/>
          <w:szCs w:val="24"/>
        </w:rPr>
      </w:pPr>
    </w:p>
    <w:p w14:paraId="42C234AB" w14:textId="77777777" w:rsidR="00536C36" w:rsidRPr="001A62FE" w:rsidRDefault="00536C36" w:rsidP="00536C36">
      <w:pPr>
        <w:rPr>
          <w:sz w:val="24"/>
          <w:szCs w:val="24"/>
        </w:rPr>
      </w:pPr>
      <w:r w:rsidRPr="001A62FE">
        <w:rPr>
          <w:sz w:val="24"/>
          <w:szCs w:val="24"/>
        </w:rPr>
        <w:t>Дата, подпись, печать директора МБОУ</w:t>
      </w:r>
    </w:p>
    <w:p w14:paraId="2F6B66E1" w14:textId="77777777" w:rsidR="00536C36" w:rsidRPr="001A62FE" w:rsidRDefault="00536C36" w:rsidP="00536C36">
      <w:pPr>
        <w:rPr>
          <w:sz w:val="24"/>
          <w:szCs w:val="24"/>
        </w:rPr>
      </w:pPr>
    </w:p>
    <w:p w14:paraId="465688A6" w14:textId="6309A448" w:rsidR="00536C36" w:rsidRPr="009C73FA" w:rsidRDefault="00536C36" w:rsidP="009C73FA">
      <w:pPr>
        <w:ind w:firstLine="709"/>
        <w:jc w:val="both"/>
        <w:rPr>
          <w:b/>
          <w:bCs/>
          <w:u w:val="single"/>
        </w:rPr>
      </w:pPr>
      <w:r w:rsidRPr="009C73FA">
        <w:rPr>
          <w:b/>
          <w:bCs/>
          <w:u w:val="single"/>
        </w:rPr>
        <w:t>Примечание:</w:t>
      </w:r>
    </w:p>
    <w:p w14:paraId="00C52A04" w14:textId="7DF5BA42" w:rsidR="003B0DD4" w:rsidRPr="009C73FA" w:rsidRDefault="009C73FA" w:rsidP="009C73FA">
      <w:pPr>
        <w:ind w:firstLine="709"/>
        <w:jc w:val="both"/>
      </w:pPr>
      <w:r>
        <w:t xml:space="preserve">1. </w:t>
      </w:r>
      <w:r w:rsidR="00536C36" w:rsidRPr="009C73FA">
        <w:t>в пункте «ИТОГО (количество физических лиц)» обучающийся, принявший участие в данном этапе олимпиады по нескольким предметам, учитывается 1 раз.</w:t>
      </w:r>
    </w:p>
    <w:p w14:paraId="26E98989" w14:textId="02B15A08" w:rsidR="009C73FA" w:rsidRDefault="009C73FA">
      <w:pPr>
        <w:rPr>
          <w:rFonts w:ascii="Calibri" w:eastAsia="Calibri" w:hAnsi="Calibri"/>
          <w:b/>
          <w:sz w:val="24"/>
          <w:szCs w:val="24"/>
          <w:lang w:eastAsia="en-US"/>
        </w:rPr>
      </w:pPr>
      <w:r>
        <w:rPr>
          <w:b/>
          <w:sz w:val="24"/>
          <w:szCs w:val="24"/>
        </w:rPr>
        <w:br w:type="page"/>
      </w:r>
    </w:p>
    <w:p w14:paraId="10F28A26" w14:textId="3C90B53C" w:rsidR="007F6AAA" w:rsidRPr="00493DFF" w:rsidRDefault="007F6AAA" w:rsidP="007F6AAA">
      <w:pPr>
        <w:pStyle w:val="af2"/>
        <w:rPr>
          <w:color w:val="auto"/>
        </w:rPr>
      </w:pPr>
      <w:r w:rsidRPr="00493DFF">
        <w:rPr>
          <w:color w:val="auto"/>
        </w:rPr>
        <w:lastRenderedPageBreak/>
        <w:t>Приложение №</w:t>
      </w:r>
      <w:r w:rsidR="00F96059">
        <w:rPr>
          <w:color w:val="auto"/>
        </w:rPr>
        <w:t>8</w:t>
      </w:r>
    </w:p>
    <w:p w14:paraId="43AA9D9C" w14:textId="77777777" w:rsidR="007F6AAA" w:rsidRPr="00493DFF" w:rsidRDefault="007F6AAA" w:rsidP="007F6AAA">
      <w:pPr>
        <w:pStyle w:val="af2"/>
        <w:rPr>
          <w:color w:val="auto"/>
        </w:rPr>
      </w:pPr>
      <w:r w:rsidRPr="00493DFF">
        <w:rPr>
          <w:color w:val="auto"/>
        </w:rPr>
        <w:t>к приказу Отдела образования</w:t>
      </w:r>
    </w:p>
    <w:p w14:paraId="036D404B" w14:textId="16858E60" w:rsidR="007F6AAA" w:rsidRPr="00011225" w:rsidRDefault="007F6AAA" w:rsidP="007F6AAA">
      <w:pPr>
        <w:pStyle w:val="af2"/>
        <w:rPr>
          <w:color w:val="auto"/>
        </w:rPr>
      </w:pPr>
      <w:r w:rsidRPr="00493DFF">
        <w:rPr>
          <w:color w:val="auto"/>
        </w:rPr>
        <w:t xml:space="preserve">от </w:t>
      </w:r>
      <w:r w:rsidR="000D738A">
        <w:rPr>
          <w:color w:val="auto"/>
        </w:rPr>
        <w:t>30.08</w:t>
      </w:r>
      <w:r w:rsidRPr="00493DFF">
        <w:rPr>
          <w:color w:val="auto"/>
        </w:rPr>
        <w:t>.20</w:t>
      </w:r>
      <w:r w:rsidR="00C2644E">
        <w:rPr>
          <w:color w:val="auto"/>
        </w:rPr>
        <w:t>2</w:t>
      </w:r>
      <w:r w:rsidR="000D738A">
        <w:rPr>
          <w:color w:val="auto"/>
        </w:rPr>
        <w:t>4</w:t>
      </w:r>
      <w:r w:rsidRPr="00493DFF">
        <w:rPr>
          <w:color w:val="auto"/>
        </w:rPr>
        <w:t>г. №</w:t>
      </w:r>
      <w:r w:rsidR="009C73FA">
        <w:rPr>
          <w:color w:val="auto"/>
        </w:rPr>
        <w:t xml:space="preserve"> </w:t>
      </w:r>
      <w:r w:rsidR="00603C20">
        <w:rPr>
          <w:color w:val="auto"/>
        </w:rPr>
        <w:t>438</w:t>
      </w:r>
    </w:p>
    <w:p w14:paraId="11482FD3" w14:textId="77777777" w:rsidR="007F6AAA" w:rsidRPr="009C73FA" w:rsidRDefault="007F6AAA" w:rsidP="009C73FA">
      <w:pPr>
        <w:pStyle w:val="10"/>
        <w:jc w:val="center"/>
        <w:rPr>
          <w:rFonts w:ascii="Times New Roman" w:hAnsi="Times New Roman"/>
          <w:sz w:val="24"/>
          <w:szCs w:val="24"/>
        </w:rPr>
      </w:pPr>
    </w:p>
    <w:p w14:paraId="195F7C6F" w14:textId="77777777" w:rsidR="007F6AAA" w:rsidRPr="009C73FA" w:rsidRDefault="007F6AAA" w:rsidP="009C73FA">
      <w:pPr>
        <w:pStyle w:val="10"/>
        <w:jc w:val="center"/>
        <w:rPr>
          <w:rFonts w:ascii="Times New Roman" w:hAnsi="Times New Roman"/>
          <w:sz w:val="24"/>
          <w:szCs w:val="24"/>
        </w:rPr>
      </w:pPr>
      <w:r w:rsidRPr="009C73FA">
        <w:rPr>
          <w:rFonts w:ascii="Times New Roman" w:hAnsi="Times New Roman"/>
          <w:sz w:val="24"/>
          <w:szCs w:val="24"/>
        </w:rPr>
        <w:t>ПРОТОКОЛ</w:t>
      </w:r>
    </w:p>
    <w:p w14:paraId="7F356C70" w14:textId="77777777" w:rsidR="007F6AAA" w:rsidRPr="009C73FA" w:rsidRDefault="007F6AAA" w:rsidP="009C73FA">
      <w:pPr>
        <w:pStyle w:val="10"/>
        <w:jc w:val="center"/>
        <w:rPr>
          <w:rFonts w:ascii="Times New Roman" w:hAnsi="Times New Roman"/>
          <w:sz w:val="24"/>
          <w:szCs w:val="24"/>
        </w:rPr>
      </w:pPr>
      <w:r w:rsidRPr="009C73FA">
        <w:rPr>
          <w:rFonts w:ascii="Times New Roman" w:hAnsi="Times New Roman"/>
          <w:sz w:val="24"/>
          <w:szCs w:val="24"/>
        </w:rPr>
        <w:t xml:space="preserve">заседания жюри школьного этапа всероссийской олимпиады школьников </w:t>
      </w:r>
    </w:p>
    <w:p w14:paraId="3F8DF4C8" w14:textId="77777777" w:rsidR="007F6AAA" w:rsidRPr="009C73FA" w:rsidRDefault="007F6AAA" w:rsidP="009C73FA">
      <w:pPr>
        <w:pStyle w:val="10"/>
        <w:jc w:val="center"/>
        <w:rPr>
          <w:rFonts w:ascii="Times New Roman" w:hAnsi="Times New Roman"/>
          <w:sz w:val="24"/>
          <w:szCs w:val="24"/>
        </w:rPr>
      </w:pPr>
      <w:r w:rsidRPr="009C73FA">
        <w:rPr>
          <w:rFonts w:ascii="Times New Roman" w:hAnsi="Times New Roman"/>
          <w:sz w:val="24"/>
          <w:szCs w:val="24"/>
        </w:rPr>
        <w:t>о присуждении призовых мест</w:t>
      </w:r>
    </w:p>
    <w:p w14:paraId="43F46C4E" w14:textId="77777777" w:rsidR="007F6AAA" w:rsidRPr="009C73FA" w:rsidRDefault="007F6AAA" w:rsidP="009C73FA">
      <w:pPr>
        <w:pStyle w:val="10"/>
        <w:jc w:val="right"/>
        <w:rPr>
          <w:rFonts w:ascii="Times New Roman" w:hAnsi="Times New Roman"/>
          <w:sz w:val="24"/>
          <w:szCs w:val="24"/>
        </w:rPr>
      </w:pPr>
    </w:p>
    <w:p w14:paraId="12EBC966" w14:textId="77777777" w:rsidR="007F6AAA" w:rsidRPr="009C73FA" w:rsidRDefault="007F6AAA" w:rsidP="009C73FA">
      <w:pPr>
        <w:pStyle w:val="10"/>
        <w:jc w:val="right"/>
        <w:rPr>
          <w:rFonts w:ascii="Times New Roman" w:hAnsi="Times New Roman"/>
          <w:sz w:val="24"/>
          <w:szCs w:val="24"/>
        </w:rPr>
      </w:pPr>
      <w:r w:rsidRPr="009C73FA">
        <w:rPr>
          <w:rFonts w:ascii="Times New Roman" w:hAnsi="Times New Roman"/>
          <w:sz w:val="24"/>
          <w:szCs w:val="24"/>
        </w:rPr>
        <w:t>предмет___________________________</w:t>
      </w:r>
    </w:p>
    <w:p w14:paraId="7A9A1875" w14:textId="77777777" w:rsidR="007F6AAA" w:rsidRPr="009C73FA" w:rsidRDefault="007F6AAA" w:rsidP="009C73FA">
      <w:pPr>
        <w:pStyle w:val="10"/>
        <w:jc w:val="center"/>
        <w:rPr>
          <w:rFonts w:ascii="Times New Roman" w:hAnsi="Times New Roman"/>
          <w:sz w:val="24"/>
          <w:szCs w:val="24"/>
        </w:rPr>
      </w:pPr>
    </w:p>
    <w:p w14:paraId="04A92882" w14:textId="0C747AB4" w:rsidR="007F6AAA" w:rsidRPr="009C73FA" w:rsidRDefault="00C2644E" w:rsidP="009C73FA">
      <w:pPr>
        <w:pStyle w:val="10"/>
        <w:rPr>
          <w:rFonts w:ascii="Times New Roman" w:hAnsi="Times New Roman"/>
          <w:sz w:val="24"/>
          <w:szCs w:val="24"/>
        </w:rPr>
      </w:pPr>
      <w:r w:rsidRPr="009C73FA">
        <w:rPr>
          <w:rFonts w:ascii="Times New Roman" w:hAnsi="Times New Roman"/>
          <w:sz w:val="24"/>
          <w:szCs w:val="24"/>
        </w:rPr>
        <w:t xml:space="preserve">  __________202</w:t>
      </w:r>
      <w:r w:rsidR="009C73FA">
        <w:rPr>
          <w:rFonts w:ascii="Times New Roman" w:hAnsi="Times New Roman"/>
          <w:sz w:val="24"/>
          <w:szCs w:val="24"/>
        </w:rPr>
        <w:t>4</w:t>
      </w:r>
      <w:r w:rsidR="007F6AAA" w:rsidRPr="009C73FA">
        <w:rPr>
          <w:rFonts w:ascii="Times New Roman" w:hAnsi="Times New Roman"/>
          <w:sz w:val="24"/>
          <w:szCs w:val="24"/>
        </w:rPr>
        <w:t xml:space="preserve"> г.                                               МБОУ___________________________СОШ</w:t>
      </w:r>
    </w:p>
    <w:p w14:paraId="6883BB32" w14:textId="77777777" w:rsidR="007F6AAA" w:rsidRPr="009C73FA" w:rsidRDefault="007F6AAA" w:rsidP="009C73FA">
      <w:pPr>
        <w:pStyle w:val="10"/>
        <w:jc w:val="right"/>
        <w:rPr>
          <w:rFonts w:ascii="Times New Roman" w:hAnsi="Times New Roman"/>
          <w:sz w:val="24"/>
          <w:szCs w:val="24"/>
        </w:rPr>
      </w:pPr>
    </w:p>
    <w:tbl>
      <w:tblPr>
        <w:tblW w:w="100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526"/>
        <w:gridCol w:w="3297"/>
        <w:gridCol w:w="1842"/>
        <w:gridCol w:w="1701"/>
        <w:gridCol w:w="1701"/>
      </w:tblGrid>
      <w:tr w:rsidR="007F6AAA" w14:paraId="57CC3D8E" w14:textId="77777777" w:rsidTr="009C73FA">
        <w:trPr>
          <w:jc w:val="center"/>
        </w:trPr>
        <w:tc>
          <w:tcPr>
            <w:tcW w:w="1526" w:type="dxa"/>
            <w:tcBorders>
              <w:top w:val="single" w:sz="4" w:space="0" w:color="000000"/>
              <w:left w:val="single" w:sz="4" w:space="0" w:color="000000"/>
              <w:bottom w:val="single" w:sz="4" w:space="0" w:color="000000"/>
              <w:right w:val="single" w:sz="4" w:space="0" w:color="000000"/>
            </w:tcBorders>
          </w:tcPr>
          <w:p w14:paraId="20B1614E" w14:textId="77777777" w:rsidR="007F6AAA" w:rsidRDefault="007F6AAA" w:rsidP="003206F9">
            <w:pPr>
              <w:pStyle w:val="10"/>
              <w:rPr>
                <w:rFonts w:ascii="Times New Roman" w:hAnsi="Times New Roman"/>
              </w:rPr>
            </w:pPr>
          </w:p>
        </w:tc>
        <w:tc>
          <w:tcPr>
            <w:tcW w:w="3297" w:type="dxa"/>
            <w:tcBorders>
              <w:top w:val="single" w:sz="4" w:space="0" w:color="000000"/>
              <w:left w:val="single" w:sz="4" w:space="0" w:color="000000"/>
              <w:bottom w:val="single" w:sz="4" w:space="0" w:color="000000"/>
              <w:right w:val="single" w:sz="4" w:space="0" w:color="000000"/>
            </w:tcBorders>
          </w:tcPr>
          <w:p w14:paraId="4FEEB5A4" w14:textId="77777777" w:rsidR="007F6AAA" w:rsidRDefault="007F6AAA" w:rsidP="003206F9">
            <w:pPr>
              <w:pStyle w:val="10"/>
              <w:jc w:val="center"/>
              <w:rPr>
                <w:rFonts w:ascii="Times New Roman" w:hAnsi="Times New Roman"/>
              </w:rPr>
            </w:pPr>
            <w:r>
              <w:rPr>
                <w:rFonts w:ascii="Times New Roman" w:hAnsi="Times New Roman"/>
              </w:rPr>
              <w:t>Ф.И.О.</w:t>
            </w:r>
          </w:p>
          <w:p w14:paraId="13BB3949" w14:textId="77777777" w:rsidR="007F6AAA" w:rsidRDefault="007F6AAA" w:rsidP="003206F9">
            <w:pPr>
              <w:pStyle w:val="10"/>
              <w:jc w:val="center"/>
              <w:rPr>
                <w:rFonts w:ascii="Times New Roman" w:hAnsi="Times New Roman"/>
              </w:rPr>
            </w:pPr>
            <w:r>
              <w:rPr>
                <w:rFonts w:ascii="Times New Roman" w:hAnsi="Times New Roman"/>
              </w:rPr>
              <w:t>(полностью)</w:t>
            </w:r>
          </w:p>
        </w:tc>
        <w:tc>
          <w:tcPr>
            <w:tcW w:w="1842" w:type="dxa"/>
            <w:tcBorders>
              <w:top w:val="single" w:sz="4" w:space="0" w:color="000000"/>
              <w:left w:val="single" w:sz="4" w:space="0" w:color="000000"/>
              <w:bottom w:val="single" w:sz="4" w:space="0" w:color="000000"/>
              <w:right w:val="single" w:sz="4" w:space="0" w:color="auto"/>
            </w:tcBorders>
          </w:tcPr>
          <w:p w14:paraId="10915DCB" w14:textId="77777777" w:rsidR="007F6AAA" w:rsidRDefault="007F6AAA" w:rsidP="003206F9">
            <w:pPr>
              <w:pStyle w:val="10"/>
              <w:jc w:val="center"/>
              <w:rPr>
                <w:rFonts w:ascii="Times New Roman" w:hAnsi="Times New Roman"/>
              </w:rPr>
            </w:pPr>
            <w:r>
              <w:rPr>
                <w:rFonts w:ascii="Times New Roman" w:hAnsi="Times New Roman"/>
              </w:rPr>
              <w:t>Место работы</w:t>
            </w:r>
          </w:p>
        </w:tc>
        <w:tc>
          <w:tcPr>
            <w:tcW w:w="1701" w:type="dxa"/>
            <w:tcBorders>
              <w:top w:val="single" w:sz="4" w:space="0" w:color="000000"/>
              <w:left w:val="single" w:sz="4" w:space="0" w:color="auto"/>
              <w:bottom w:val="single" w:sz="4" w:space="0" w:color="000000"/>
              <w:right w:val="single" w:sz="4" w:space="0" w:color="auto"/>
            </w:tcBorders>
          </w:tcPr>
          <w:p w14:paraId="33C7F808" w14:textId="77777777" w:rsidR="007F6AAA" w:rsidRDefault="007F6AAA" w:rsidP="003206F9">
            <w:pPr>
              <w:pStyle w:val="10"/>
              <w:jc w:val="center"/>
              <w:rPr>
                <w:rFonts w:ascii="Times New Roman" w:hAnsi="Times New Roman"/>
              </w:rPr>
            </w:pPr>
            <w:r>
              <w:rPr>
                <w:rFonts w:ascii="Times New Roman" w:hAnsi="Times New Roman"/>
              </w:rPr>
              <w:t>Должность</w:t>
            </w:r>
          </w:p>
        </w:tc>
        <w:tc>
          <w:tcPr>
            <w:tcW w:w="1701" w:type="dxa"/>
            <w:tcBorders>
              <w:top w:val="single" w:sz="4" w:space="0" w:color="000000"/>
              <w:left w:val="single" w:sz="4" w:space="0" w:color="auto"/>
              <w:bottom w:val="single" w:sz="4" w:space="0" w:color="000000"/>
              <w:right w:val="single" w:sz="4" w:space="0" w:color="000000"/>
            </w:tcBorders>
          </w:tcPr>
          <w:p w14:paraId="19832918" w14:textId="77777777" w:rsidR="007F6AAA" w:rsidRDefault="007F6AAA" w:rsidP="003206F9">
            <w:pPr>
              <w:pStyle w:val="10"/>
              <w:jc w:val="center"/>
              <w:rPr>
                <w:rFonts w:ascii="Times New Roman" w:hAnsi="Times New Roman"/>
              </w:rPr>
            </w:pPr>
            <w:r>
              <w:rPr>
                <w:rFonts w:ascii="Times New Roman" w:hAnsi="Times New Roman"/>
              </w:rPr>
              <w:t>Ученая степень</w:t>
            </w:r>
          </w:p>
        </w:tc>
      </w:tr>
      <w:tr w:rsidR="007F6AAA" w14:paraId="0CF918D3" w14:textId="77777777" w:rsidTr="009C73FA">
        <w:trPr>
          <w:jc w:val="center"/>
        </w:trPr>
        <w:tc>
          <w:tcPr>
            <w:tcW w:w="1526" w:type="dxa"/>
            <w:tcBorders>
              <w:top w:val="single" w:sz="4" w:space="0" w:color="000000"/>
              <w:left w:val="single" w:sz="4" w:space="0" w:color="000000"/>
              <w:bottom w:val="single" w:sz="4" w:space="0" w:color="000000"/>
              <w:right w:val="single" w:sz="4" w:space="0" w:color="000000"/>
            </w:tcBorders>
          </w:tcPr>
          <w:p w14:paraId="5162677F" w14:textId="77777777" w:rsidR="007F6AAA" w:rsidRDefault="007F6AAA" w:rsidP="003206F9">
            <w:pPr>
              <w:pStyle w:val="10"/>
              <w:spacing w:line="276" w:lineRule="auto"/>
              <w:rPr>
                <w:rFonts w:ascii="Times New Roman" w:hAnsi="Times New Roman"/>
              </w:rPr>
            </w:pPr>
            <w:r>
              <w:rPr>
                <w:rFonts w:ascii="Times New Roman" w:hAnsi="Times New Roman"/>
              </w:rPr>
              <w:t>Председатель жюри</w:t>
            </w:r>
          </w:p>
        </w:tc>
        <w:tc>
          <w:tcPr>
            <w:tcW w:w="3297" w:type="dxa"/>
            <w:tcBorders>
              <w:top w:val="single" w:sz="4" w:space="0" w:color="000000"/>
              <w:left w:val="single" w:sz="4" w:space="0" w:color="000000"/>
              <w:bottom w:val="single" w:sz="4" w:space="0" w:color="000000"/>
              <w:right w:val="single" w:sz="4" w:space="0" w:color="000000"/>
            </w:tcBorders>
          </w:tcPr>
          <w:p w14:paraId="47295717"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2ABE6667"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656B57DB"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62164F9D" w14:textId="77777777" w:rsidR="007F6AAA" w:rsidRPr="00456A91" w:rsidRDefault="007F6AAA" w:rsidP="003206F9">
            <w:pPr>
              <w:pStyle w:val="10"/>
              <w:spacing w:line="276" w:lineRule="auto"/>
              <w:rPr>
                <w:rFonts w:ascii="Times New Roman" w:hAnsi="Times New Roman"/>
                <w:sz w:val="24"/>
                <w:szCs w:val="24"/>
              </w:rPr>
            </w:pPr>
          </w:p>
        </w:tc>
      </w:tr>
      <w:tr w:rsidR="007F6AAA" w14:paraId="104882F6" w14:textId="77777777" w:rsidTr="009C73FA">
        <w:trPr>
          <w:trHeight w:val="522"/>
          <w:jc w:val="center"/>
        </w:trPr>
        <w:tc>
          <w:tcPr>
            <w:tcW w:w="1526" w:type="dxa"/>
            <w:vMerge w:val="restart"/>
            <w:tcBorders>
              <w:top w:val="single" w:sz="4" w:space="0" w:color="000000"/>
              <w:left w:val="single" w:sz="4" w:space="0" w:color="000000"/>
              <w:right w:val="single" w:sz="4" w:space="0" w:color="000000"/>
            </w:tcBorders>
          </w:tcPr>
          <w:p w14:paraId="0B58D489" w14:textId="77777777" w:rsidR="007F6AAA" w:rsidRDefault="007F6AAA" w:rsidP="003206F9">
            <w:pPr>
              <w:pStyle w:val="10"/>
              <w:spacing w:line="276" w:lineRule="auto"/>
              <w:rPr>
                <w:rFonts w:ascii="Times New Roman" w:hAnsi="Times New Roman"/>
              </w:rPr>
            </w:pPr>
            <w:r>
              <w:rPr>
                <w:rFonts w:ascii="Times New Roman" w:hAnsi="Times New Roman"/>
              </w:rPr>
              <w:t>Члены жюри</w:t>
            </w:r>
          </w:p>
        </w:tc>
        <w:tc>
          <w:tcPr>
            <w:tcW w:w="3297" w:type="dxa"/>
            <w:tcBorders>
              <w:top w:val="single" w:sz="4" w:space="0" w:color="000000"/>
              <w:left w:val="single" w:sz="4" w:space="0" w:color="000000"/>
              <w:bottom w:val="single" w:sz="4" w:space="0" w:color="000000"/>
              <w:right w:val="single" w:sz="4" w:space="0" w:color="000000"/>
            </w:tcBorders>
          </w:tcPr>
          <w:p w14:paraId="10242EEE"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57291B34"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5F058350"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718B83B4" w14:textId="77777777" w:rsidR="007F6AAA" w:rsidRPr="00456A91" w:rsidRDefault="007F6AAA" w:rsidP="003206F9">
            <w:pPr>
              <w:pStyle w:val="10"/>
              <w:spacing w:line="276" w:lineRule="auto"/>
              <w:rPr>
                <w:rFonts w:ascii="Times New Roman" w:hAnsi="Times New Roman"/>
                <w:sz w:val="24"/>
                <w:szCs w:val="24"/>
              </w:rPr>
            </w:pPr>
          </w:p>
        </w:tc>
      </w:tr>
      <w:tr w:rsidR="007F6AAA" w14:paraId="5672C206" w14:textId="77777777" w:rsidTr="009C73FA">
        <w:trPr>
          <w:trHeight w:val="522"/>
          <w:jc w:val="center"/>
        </w:trPr>
        <w:tc>
          <w:tcPr>
            <w:tcW w:w="1526" w:type="dxa"/>
            <w:vMerge/>
            <w:tcBorders>
              <w:top w:val="single" w:sz="4" w:space="0" w:color="000000"/>
              <w:left w:val="single" w:sz="4" w:space="0" w:color="000000"/>
              <w:right w:val="single" w:sz="4" w:space="0" w:color="000000"/>
            </w:tcBorders>
          </w:tcPr>
          <w:p w14:paraId="48D4C081" w14:textId="77777777" w:rsidR="007F6AAA" w:rsidRDefault="007F6AAA" w:rsidP="003206F9">
            <w:pPr>
              <w:pStyle w:val="10"/>
              <w:spacing w:line="276" w:lineRule="auto"/>
              <w:rPr>
                <w:rFonts w:ascii="Times New Roman" w:hAnsi="Times New Roman"/>
              </w:rPr>
            </w:pPr>
          </w:p>
        </w:tc>
        <w:tc>
          <w:tcPr>
            <w:tcW w:w="3297" w:type="dxa"/>
            <w:tcBorders>
              <w:top w:val="single" w:sz="4" w:space="0" w:color="000000"/>
              <w:left w:val="single" w:sz="4" w:space="0" w:color="000000"/>
              <w:bottom w:val="single" w:sz="4" w:space="0" w:color="000000"/>
              <w:right w:val="single" w:sz="4" w:space="0" w:color="000000"/>
            </w:tcBorders>
          </w:tcPr>
          <w:p w14:paraId="3BDC338F"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09B2B5D7"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27F6B81F"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3F024DE3" w14:textId="77777777" w:rsidR="007F6AAA" w:rsidRPr="00456A91" w:rsidRDefault="007F6AAA" w:rsidP="003206F9">
            <w:pPr>
              <w:pStyle w:val="10"/>
              <w:spacing w:line="276" w:lineRule="auto"/>
              <w:rPr>
                <w:rFonts w:ascii="Times New Roman" w:hAnsi="Times New Roman"/>
                <w:sz w:val="24"/>
                <w:szCs w:val="24"/>
              </w:rPr>
            </w:pPr>
          </w:p>
        </w:tc>
      </w:tr>
      <w:tr w:rsidR="007F6AAA" w14:paraId="416ED262" w14:textId="77777777" w:rsidTr="009C73FA">
        <w:trPr>
          <w:trHeight w:val="522"/>
          <w:jc w:val="center"/>
        </w:trPr>
        <w:tc>
          <w:tcPr>
            <w:tcW w:w="1526" w:type="dxa"/>
            <w:vMerge/>
            <w:tcBorders>
              <w:top w:val="single" w:sz="4" w:space="0" w:color="000000"/>
              <w:left w:val="single" w:sz="4" w:space="0" w:color="000000"/>
              <w:right w:val="single" w:sz="4" w:space="0" w:color="000000"/>
            </w:tcBorders>
          </w:tcPr>
          <w:p w14:paraId="0B8A41BD" w14:textId="77777777" w:rsidR="007F6AAA" w:rsidRDefault="007F6AAA" w:rsidP="003206F9">
            <w:pPr>
              <w:pStyle w:val="10"/>
              <w:spacing w:line="276" w:lineRule="auto"/>
              <w:rPr>
                <w:rFonts w:ascii="Times New Roman" w:hAnsi="Times New Roman"/>
              </w:rPr>
            </w:pPr>
          </w:p>
        </w:tc>
        <w:tc>
          <w:tcPr>
            <w:tcW w:w="3297" w:type="dxa"/>
            <w:tcBorders>
              <w:top w:val="single" w:sz="4" w:space="0" w:color="000000"/>
              <w:left w:val="single" w:sz="4" w:space="0" w:color="000000"/>
              <w:bottom w:val="single" w:sz="4" w:space="0" w:color="000000"/>
              <w:right w:val="single" w:sz="4" w:space="0" w:color="000000"/>
            </w:tcBorders>
          </w:tcPr>
          <w:p w14:paraId="3341668A"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6F078A95"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0F5C56CA"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647A4325" w14:textId="77777777" w:rsidR="007F6AAA" w:rsidRPr="00456A91" w:rsidRDefault="007F6AAA" w:rsidP="003206F9">
            <w:pPr>
              <w:pStyle w:val="10"/>
              <w:spacing w:line="276" w:lineRule="auto"/>
              <w:rPr>
                <w:rFonts w:ascii="Times New Roman" w:hAnsi="Times New Roman"/>
                <w:sz w:val="24"/>
                <w:szCs w:val="24"/>
              </w:rPr>
            </w:pPr>
          </w:p>
        </w:tc>
      </w:tr>
      <w:tr w:rsidR="007F6AAA" w14:paraId="00C2D5E0" w14:textId="77777777" w:rsidTr="009C73FA">
        <w:trPr>
          <w:trHeight w:val="522"/>
          <w:jc w:val="center"/>
        </w:trPr>
        <w:tc>
          <w:tcPr>
            <w:tcW w:w="1526" w:type="dxa"/>
            <w:vMerge/>
            <w:tcBorders>
              <w:top w:val="single" w:sz="4" w:space="0" w:color="000000"/>
              <w:left w:val="single" w:sz="4" w:space="0" w:color="000000"/>
              <w:right w:val="single" w:sz="4" w:space="0" w:color="000000"/>
            </w:tcBorders>
          </w:tcPr>
          <w:p w14:paraId="5389E1AD" w14:textId="77777777" w:rsidR="007F6AAA" w:rsidRDefault="007F6AAA" w:rsidP="003206F9">
            <w:pPr>
              <w:pStyle w:val="10"/>
              <w:spacing w:line="276" w:lineRule="auto"/>
              <w:rPr>
                <w:rFonts w:ascii="Times New Roman" w:hAnsi="Times New Roman"/>
              </w:rPr>
            </w:pPr>
          </w:p>
        </w:tc>
        <w:tc>
          <w:tcPr>
            <w:tcW w:w="3297" w:type="dxa"/>
            <w:tcBorders>
              <w:top w:val="single" w:sz="4" w:space="0" w:color="000000"/>
              <w:left w:val="single" w:sz="4" w:space="0" w:color="000000"/>
              <w:bottom w:val="single" w:sz="4" w:space="0" w:color="000000"/>
              <w:right w:val="single" w:sz="4" w:space="0" w:color="000000"/>
            </w:tcBorders>
          </w:tcPr>
          <w:p w14:paraId="7CB794D2"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29D52B69"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71EF1D01"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7D38A299" w14:textId="77777777" w:rsidR="007F6AAA" w:rsidRPr="00456A91" w:rsidRDefault="007F6AAA" w:rsidP="003206F9">
            <w:pPr>
              <w:pStyle w:val="10"/>
              <w:spacing w:line="276" w:lineRule="auto"/>
              <w:rPr>
                <w:rFonts w:ascii="Times New Roman" w:hAnsi="Times New Roman"/>
                <w:sz w:val="24"/>
                <w:szCs w:val="24"/>
              </w:rPr>
            </w:pPr>
          </w:p>
        </w:tc>
      </w:tr>
      <w:tr w:rsidR="007F6AAA" w14:paraId="1A1076F1" w14:textId="77777777" w:rsidTr="009C73FA">
        <w:trPr>
          <w:trHeight w:val="416"/>
          <w:jc w:val="center"/>
        </w:trPr>
        <w:tc>
          <w:tcPr>
            <w:tcW w:w="1526" w:type="dxa"/>
            <w:vMerge/>
            <w:tcBorders>
              <w:left w:val="single" w:sz="4" w:space="0" w:color="000000"/>
              <w:right w:val="single" w:sz="4" w:space="0" w:color="000000"/>
            </w:tcBorders>
            <w:vAlign w:val="center"/>
          </w:tcPr>
          <w:p w14:paraId="4D93A374" w14:textId="77777777" w:rsidR="007F6AAA" w:rsidRDefault="007F6AAA" w:rsidP="003206F9">
            <w:pPr>
              <w:rPr>
                <w:rFonts w:ascii="Calibri" w:hAnsi="Calibri"/>
              </w:rPr>
            </w:pPr>
          </w:p>
        </w:tc>
        <w:tc>
          <w:tcPr>
            <w:tcW w:w="3297" w:type="dxa"/>
            <w:tcBorders>
              <w:top w:val="single" w:sz="4" w:space="0" w:color="000000"/>
              <w:left w:val="single" w:sz="4" w:space="0" w:color="000000"/>
              <w:bottom w:val="single" w:sz="4" w:space="0" w:color="000000"/>
              <w:right w:val="single" w:sz="4" w:space="0" w:color="000000"/>
            </w:tcBorders>
          </w:tcPr>
          <w:p w14:paraId="33F27202" w14:textId="77777777" w:rsidR="007F6AAA" w:rsidRPr="00456A91" w:rsidRDefault="007F6AAA" w:rsidP="003206F9">
            <w:pPr>
              <w:pStyle w:val="10"/>
              <w:spacing w:line="276" w:lineRule="auto"/>
              <w:rPr>
                <w:rFonts w:ascii="Times New Roman" w:hAnsi="Times New Roman"/>
                <w:sz w:val="24"/>
                <w:szCs w:val="24"/>
              </w:rPr>
            </w:pPr>
          </w:p>
        </w:tc>
        <w:tc>
          <w:tcPr>
            <w:tcW w:w="1842" w:type="dxa"/>
            <w:tcBorders>
              <w:top w:val="single" w:sz="4" w:space="0" w:color="000000"/>
              <w:left w:val="single" w:sz="4" w:space="0" w:color="000000"/>
              <w:bottom w:val="single" w:sz="4" w:space="0" w:color="000000"/>
              <w:right w:val="single" w:sz="4" w:space="0" w:color="auto"/>
            </w:tcBorders>
          </w:tcPr>
          <w:p w14:paraId="770C85FF"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auto"/>
            </w:tcBorders>
          </w:tcPr>
          <w:p w14:paraId="09D3C937" w14:textId="77777777" w:rsidR="007F6AAA" w:rsidRPr="00456A91" w:rsidRDefault="007F6AAA" w:rsidP="003206F9">
            <w:pPr>
              <w:pStyle w:val="10"/>
              <w:spacing w:line="276" w:lineRule="auto"/>
              <w:rPr>
                <w:rFonts w:ascii="Times New Roman" w:hAnsi="Times New Roman"/>
                <w:sz w:val="24"/>
                <w:szCs w:val="24"/>
              </w:rPr>
            </w:pPr>
          </w:p>
        </w:tc>
        <w:tc>
          <w:tcPr>
            <w:tcW w:w="1701" w:type="dxa"/>
            <w:tcBorders>
              <w:top w:val="single" w:sz="4" w:space="0" w:color="000000"/>
              <w:left w:val="single" w:sz="4" w:space="0" w:color="auto"/>
              <w:bottom w:val="single" w:sz="4" w:space="0" w:color="000000"/>
              <w:right w:val="single" w:sz="4" w:space="0" w:color="000000"/>
            </w:tcBorders>
          </w:tcPr>
          <w:p w14:paraId="1CDB09B7" w14:textId="77777777" w:rsidR="007F6AAA" w:rsidRPr="00456A91" w:rsidRDefault="007F6AAA" w:rsidP="003206F9">
            <w:pPr>
              <w:pStyle w:val="10"/>
              <w:spacing w:line="276" w:lineRule="auto"/>
              <w:rPr>
                <w:rFonts w:ascii="Times New Roman" w:hAnsi="Times New Roman"/>
                <w:sz w:val="24"/>
                <w:szCs w:val="24"/>
              </w:rPr>
            </w:pPr>
          </w:p>
        </w:tc>
      </w:tr>
    </w:tbl>
    <w:p w14:paraId="04AFBDA4" w14:textId="77777777" w:rsidR="007F6AAA" w:rsidRDefault="007F6AAA" w:rsidP="007F6AAA">
      <w:pPr>
        <w:pStyle w:val="10"/>
        <w:rPr>
          <w:rFonts w:ascii="Times New Roman" w:hAnsi="Times New Roman"/>
          <w:b/>
        </w:rPr>
      </w:pPr>
    </w:p>
    <w:p w14:paraId="650AF7FF" w14:textId="77777777" w:rsidR="007F6AAA" w:rsidRDefault="007F6AAA" w:rsidP="007F6AAA">
      <w:pPr>
        <w:pStyle w:val="10"/>
        <w:rPr>
          <w:rFonts w:ascii="Times New Roman" w:hAnsi="Times New Roman"/>
        </w:rPr>
      </w:pPr>
    </w:p>
    <w:tbl>
      <w:tblPr>
        <w:tblW w:w="102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9"/>
        <w:gridCol w:w="2834"/>
        <w:gridCol w:w="1135"/>
        <w:gridCol w:w="820"/>
        <w:gridCol w:w="2015"/>
        <w:gridCol w:w="1276"/>
        <w:gridCol w:w="1165"/>
      </w:tblGrid>
      <w:tr w:rsidR="007F6AAA" w14:paraId="502F460F"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70D8CD0C" w14:textId="77777777" w:rsidR="007F6AAA" w:rsidRDefault="007F6AAA" w:rsidP="003206F9">
            <w:pPr>
              <w:pStyle w:val="10"/>
              <w:jc w:val="center"/>
              <w:rPr>
                <w:rFonts w:ascii="Times New Roman" w:hAnsi="Times New Roman"/>
              </w:rPr>
            </w:pPr>
            <w:r>
              <w:rPr>
                <w:rFonts w:ascii="Times New Roman" w:hAnsi="Times New Roman"/>
              </w:rPr>
              <w:t>№ п/п</w:t>
            </w:r>
          </w:p>
        </w:tc>
        <w:tc>
          <w:tcPr>
            <w:tcW w:w="2834" w:type="dxa"/>
            <w:tcBorders>
              <w:top w:val="single" w:sz="4" w:space="0" w:color="000000"/>
              <w:left w:val="single" w:sz="4" w:space="0" w:color="000000"/>
              <w:bottom w:val="single" w:sz="4" w:space="0" w:color="000000"/>
              <w:right w:val="single" w:sz="4" w:space="0" w:color="000000"/>
            </w:tcBorders>
          </w:tcPr>
          <w:p w14:paraId="483F3647" w14:textId="77777777" w:rsidR="007F6AAA" w:rsidRDefault="007F6AAA" w:rsidP="003206F9">
            <w:pPr>
              <w:pStyle w:val="10"/>
              <w:jc w:val="center"/>
              <w:rPr>
                <w:rFonts w:ascii="Times New Roman" w:hAnsi="Times New Roman"/>
              </w:rPr>
            </w:pPr>
            <w:r>
              <w:rPr>
                <w:rFonts w:ascii="Times New Roman" w:hAnsi="Times New Roman"/>
              </w:rPr>
              <w:t>Ф.И.О. участника (полностью)</w:t>
            </w:r>
          </w:p>
        </w:tc>
        <w:tc>
          <w:tcPr>
            <w:tcW w:w="1135" w:type="dxa"/>
            <w:tcBorders>
              <w:top w:val="single" w:sz="4" w:space="0" w:color="000000"/>
              <w:left w:val="single" w:sz="4" w:space="0" w:color="000000"/>
              <w:bottom w:val="single" w:sz="4" w:space="0" w:color="000000"/>
              <w:right w:val="single" w:sz="4" w:space="0" w:color="000000"/>
            </w:tcBorders>
          </w:tcPr>
          <w:p w14:paraId="3C121171" w14:textId="77777777" w:rsidR="007F6AAA" w:rsidRDefault="007F6AAA" w:rsidP="003206F9">
            <w:pPr>
              <w:pStyle w:val="10"/>
              <w:jc w:val="center"/>
              <w:rPr>
                <w:rFonts w:ascii="Times New Roman" w:hAnsi="Times New Roman"/>
              </w:rPr>
            </w:pPr>
            <w:r>
              <w:rPr>
                <w:rFonts w:ascii="Times New Roman" w:hAnsi="Times New Roman"/>
              </w:rPr>
              <w:t>Дата рождения</w:t>
            </w:r>
          </w:p>
        </w:tc>
        <w:tc>
          <w:tcPr>
            <w:tcW w:w="820" w:type="dxa"/>
            <w:tcBorders>
              <w:top w:val="single" w:sz="4" w:space="0" w:color="000000"/>
              <w:left w:val="single" w:sz="4" w:space="0" w:color="000000"/>
              <w:bottom w:val="single" w:sz="4" w:space="0" w:color="000000"/>
              <w:right w:val="single" w:sz="4" w:space="0" w:color="000000"/>
            </w:tcBorders>
          </w:tcPr>
          <w:p w14:paraId="1C33F91D" w14:textId="77777777" w:rsidR="007F6AAA" w:rsidRDefault="007F6AAA" w:rsidP="003206F9">
            <w:pPr>
              <w:pStyle w:val="10"/>
              <w:jc w:val="center"/>
              <w:rPr>
                <w:rFonts w:ascii="Times New Roman" w:hAnsi="Times New Roman"/>
              </w:rPr>
            </w:pPr>
            <w:r>
              <w:rPr>
                <w:rFonts w:ascii="Times New Roman" w:hAnsi="Times New Roman"/>
              </w:rPr>
              <w:t>Класс</w:t>
            </w:r>
          </w:p>
        </w:tc>
        <w:tc>
          <w:tcPr>
            <w:tcW w:w="2015" w:type="dxa"/>
            <w:tcBorders>
              <w:top w:val="single" w:sz="4" w:space="0" w:color="000000"/>
              <w:left w:val="single" w:sz="4" w:space="0" w:color="000000"/>
              <w:bottom w:val="single" w:sz="4" w:space="0" w:color="000000"/>
              <w:right w:val="single" w:sz="4" w:space="0" w:color="000000"/>
            </w:tcBorders>
          </w:tcPr>
          <w:p w14:paraId="10E897F1" w14:textId="77777777" w:rsidR="007F6AAA" w:rsidRDefault="007F6AAA" w:rsidP="003206F9">
            <w:pPr>
              <w:pStyle w:val="10"/>
              <w:jc w:val="center"/>
              <w:rPr>
                <w:rFonts w:ascii="Times New Roman" w:hAnsi="Times New Roman"/>
              </w:rPr>
            </w:pPr>
            <w:r>
              <w:rPr>
                <w:rFonts w:ascii="Times New Roman" w:hAnsi="Times New Roman"/>
              </w:rPr>
              <w:t>Образовательное учреждение</w:t>
            </w:r>
          </w:p>
        </w:tc>
        <w:tc>
          <w:tcPr>
            <w:tcW w:w="1276" w:type="dxa"/>
            <w:tcBorders>
              <w:top w:val="single" w:sz="4" w:space="0" w:color="000000"/>
              <w:left w:val="single" w:sz="4" w:space="0" w:color="000000"/>
              <w:bottom w:val="single" w:sz="4" w:space="0" w:color="000000"/>
              <w:right w:val="single" w:sz="4" w:space="0" w:color="auto"/>
            </w:tcBorders>
          </w:tcPr>
          <w:p w14:paraId="4619BA30" w14:textId="77777777" w:rsidR="007F6AAA" w:rsidRDefault="007F6AAA" w:rsidP="003206F9">
            <w:pPr>
              <w:pStyle w:val="10"/>
              <w:jc w:val="center"/>
              <w:rPr>
                <w:rFonts w:ascii="Times New Roman" w:hAnsi="Times New Roman"/>
              </w:rPr>
            </w:pPr>
            <w:r>
              <w:rPr>
                <w:rFonts w:ascii="Times New Roman" w:hAnsi="Times New Roman"/>
              </w:rPr>
              <w:t xml:space="preserve">Результат </w:t>
            </w:r>
          </w:p>
          <w:p w14:paraId="6408A1C5" w14:textId="77777777" w:rsidR="007F6AAA" w:rsidRDefault="007F6AAA" w:rsidP="003206F9">
            <w:pPr>
              <w:pStyle w:val="10"/>
              <w:jc w:val="center"/>
              <w:rPr>
                <w:rFonts w:ascii="Times New Roman" w:hAnsi="Times New Roman"/>
              </w:rPr>
            </w:pPr>
            <w:r>
              <w:rPr>
                <w:rFonts w:ascii="Times New Roman" w:hAnsi="Times New Roman"/>
              </w:rPr>
              <w:t>(балл)</w:t>
            </w:r>
          </w:p>
        </w:tc>
        <w:tc>
          <w:tcPr>
            <w:tcW w:w="1165" w:type="dxa"/>
            <w:tcBorders>
              <w:top w:val="single" w:sz="4" w:space="0" w:color="000000"/>
              <w:left w:val="single" w:sz="4" w:space="0" w:color="auto"/>
              <w:bottom w:val="single" w:sz="4" w:space="0" w:color="000000"/>
              <w:right w:val="single" w:sz="4" w:space="0" w:color="000000"/>
            </w:tcBorders>
          </w:tcPr>
          <w:p w14:paraId="3A32F6B5" w14:textId="77777777" w:rsidR="007F6AAA" w:rsidRDefault="007F6AAA" w:rsidP="003206F9">
            <w:pPr>
              <w:pStyle w:val="10"/>
              <w:jc w:val="center"/>
              <w:rPr>
                <w:rFonts w:ascii="Times New Roman" w:hAnsi="Times New Roman"/>
              </w:rPr>
            </w:pPr>
            <w:r>
              <w:rPr>
                <w:rFonts w:ascii="Times New Roman" w:hAnsi="Times New Roman"/>
              </w:rPr>
              <w:t>Тип диплома</w:t>
            </w:r>
          </w:p>
        </w:tc>
      </w:tr>
      <w:tr w:rsidR="007F6AAA" w:rsidRPr="00456A91" w14:paraId="64A70E53"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409F9227"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44B6C0CD"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320F621F"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13341D73"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515A849E"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189E71F3"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118634DF"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775DE3FF"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77DD72A5"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058424BF"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39827027"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5C156DEB"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3D26C3D6"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1333BF10"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433585E1"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35FD4218"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6800B6FA"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7E789312"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72AF1C36"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42DA3B6D"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4926AF85"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6C2862DF"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6465F1E1"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2ABF0A6A"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4FDD6823"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7BF0E33F"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634AF49A"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4D969694"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251B956B"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2E3FE1B2"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63C22980"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29D0FC9B"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7DFF4218"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44979EC3"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07B2650D"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61DB5EC4"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37CF6423"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2A4171E0"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2BBA6C14"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2AFE7217"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517788C5"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71C6CBD3"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72864AD2"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24F14D28"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5829BC8A"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5432DF23"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3EA715DC"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4469F21B"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7E6B95AC"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0059E5F8"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13D7FF96"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6074E293"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7F251BBD"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4DA61B1E"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786B38AB"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522608DE"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2F79C48F"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6D76781D"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74EAEC64"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737B9BE8"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6818FC8E"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219DB55F"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3A43B290"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4D7591FA"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182EFC3A"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5D8EECCC"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4F1F42FF"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7D5A1842"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0461A433"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30E4F4B2"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5A8C2508" w14:textId="77777777" w:rsidR="007F6AAA" w:rsidRPr="00456A91" w:rsidRDefault="007F6AAA" w:rsidP="003206F9">
            <w:pPr>
              <w:pStyle w:val="10"/>
              <w:spacing w:line="360" w:lineRule="auto"/>
              <w:rPr>
                <w:rFonts w:ascii="Times New Roman" w:hAnsi="Times New Roman"/>
                <w:sz w:val="24"/>
                <w:szCs w:val="24"/>
              </w:rPr>
            </w:pPr>
          </w:p>
        </w:tc>
      </w:tr>
      <w:tr w:rsidR="007F6AAA" w:rsidRPr="00456A91" w14:paraId="51695EF5" w14:textId="77777777" w:rsidTr="009C73FA">
        <w:trPr>
          <w:jc w:val="center"/>
        </w:trPr>
        <w:tc>
          <w:tcPr>
            <w:tcW w:w="959" w:type="dxa"/>
            <w:tcBorders>
              <w:top w:val="single" w:sz="4" w:space="0" w:color="000000"/>
              <w:left w:val="single" w:sz="4" w:space="0" w:color="000000"/>
              <w:bottom w:val="single" w:sz="4" w:space="0" w:color="000000"/>
              <w:right w:val="single" w:sz="4" w:space="0" w:color="000000"/>
            </w:tcBorders>
          </w:tcPr>
          <w:p w14:paraId="326DF724" w14:textId="77777777" w:rsidR="007F6AAA" w:rsidRPr="00456A91" w:rsidRDefault="007F6AAA" w:rsidP="003206F9">
            <w:pPr>
              <w:pStyle w:val="10"/>
              <w:spacing w:line="360" w:lineRule="auto"/>
              <w:ind w:left="502"/>
              <w:rPr>
                <w:rFonts w:ascii="Times New Roman" w:hAnsi="Times New Roman"/>
              </w:rPr>
            </w:pPr>
          </w:p>
        </w:tc>
        <w:tc>
          <w:tcPr>
            <w:tcW w:w="2834" w:type="dxa"/>
            <w:tcBorders>
              <w:top w:val="single" w:sz="4" w:space="0" w:color="000000"/>
              <w:left w:val="single" w:sz="4" w:space="0" w:color="000000"/>
              <w:bottom w:val="single" w:sz="4" w:space="0" w:color="000000"/>
              <w:right w:val="single" w:sz="4" w:space="0" w:color="000000"/>
            </w:tcBorders>
          </w:tcPr>
          <w:p w14:paraId="3FAEF951" w14:textId="77777777" w:rsidR="007F6AAA" w:rsidRPr="00456A91" w:rsidRDefault="007F6AAA" w:rsidP="003206F9">
            <w:pPr>
              <w:pStyle w:val="10"/>
              <w:spacing w:line="360" w:lineRule="auto"/>
              <w:rPr>
                <w:rFonts w:ascii="Times New Roman" w:hAnsi="Times New Roman"/>
                <w:sz w:val="24"/>
                <w:szCs w:val="24"/>
              </w:rPr>
            </w:pPr>
          </w:p>
        </w:tc>
        <w:tc>
          <w:tcPr>
            <w:tcW w:w="1135" w:type="dxa"/>
            <w:tcBorders>
              <w:top w:val="single" w:sz="4" w:space="0" w:color="000000"/>
              <w:left w:val="single" w:sz="4" w:space="0" w:color="000000"/>
              <w:bottom w:val="single" w:sz="4" w:space="0" w:color="000000"/>
              <w:right w:val="single" w:sz="4" w:space="0" w:color="000000"/>
            </w:tcBorders>
          </w:tcPr>
          <w:p w14:paraId="369F7F14" w14:textId="77777777" w:rsidR="007F6AAA" w:rsidRPr="00456A91" w:rsidRDefault="007F6AAA" w:rsidP="003206F9">
            <w:pPr>
              <w:pStyle w:val="10"/>
              <w:spacing w:line="360" w:lineRule="auto"/>
              <w:rPr>
                <w:rFonts w:ascii="Times New Roman" w:hAnsi="Times New Roman"/>
                <w:sz w:val="24"/>
                <w:szCs w:val="24"/>
              </w:rPr>
            </w:pPr>
          </w:p>
        </w:tc>
        <w:tc>
          <w:tcPr>
            <w:tcW w:w="820" w:type="dxa"/>
            <w:tcBorders>
              <w:top w:val="single" w:sz="4" w:space="0" w:color="000000"/>
              <w:left w:val="single" w:sz="4" w:space="0" w:color="000000"/>
              <w:bottom w:val="single" w:sz="4" w:space="0" w:color="000000"/>
              <w:right w:val="single" w:sz="4" w:space="0" w:color="000000"/>
            </w:tcBorders>
          </w:tcPr>
          <w:p w14:paraId="1FDAF643" w14:textId="77777777" w:rsidR="007F6AAA" w:rsidRPr="00456A91" w:rsidRDefault="007F6AAA" w:rsidP="003206F9">
            <w:pPr>
              <w:pStyle w:val="10"/>
              <w:spacing w:line="360" w:lineRule="auto"/>
              <w:rPr>
                <w:rFonts w:ascii="Times New Roman" w:hAnsi="Times New Roman"/>
                <w:sz w:val="24"/>
                <w:szCs w:val="24"/>
              </w:rPr>
            </w:pPr>
          </w:p>
        </w:tc>
        <w:tc>
          <w:tcPr>
            <w:tcW w:w="2015" w:type="dxa"/>
            <w:tcBorders>
              <w:top w:val="single" w:sz="4" w:space="0" w:color="000000"/>
              <w:left w:val="single" w:sz="4" w:space="0" w:color="000000"/>
              <w:bottom w:val="single" w:sz="4" w:space="0" w:color="000000"/>
              <w:right w:val="single" w:sz="4" w:space="0" w:color="000000"/>
            </w:tcBorders>
          </w:tcPr>
          <w:p w14:paraId="2E263392" w14:textId="77777777" w:rsidR="007F6AAA" w:rsidRPr="00456A91" w:rsidRDefault="007F6AAA" w:rsidP="003206F9">
            <w:pPr>
              <w:pStyle w:val="10"/>
              <w:spacing w:line="360" w:lineRule="auto"/>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auto"/>
            </w:tcBorders>
          </w:tcPr>
          <w:p w14:paraId="0A95299B" w14:textId="77777777" w:rsidR="007F6AAA" w:rsidRPr="00456A91" w:rsidRDefault="007F6AAA" w:rsidP="003206F9">
            <w:pPr>
              <w:pStyle w:val="10"/>
              <w:spacing w:line="360" w:lineRule="auto"/>
              <w:rPr>
                <w:rFonts w:ascii="Times New Roman" w:hAnsi="Times New Roman"/>
                <w:sz w:val="24"/>
                <w:szCs w:val="24"/>
              </w:rPr>
            </w:pPr>
          </w:p>
        </w:tc>
        <w:tc>
          <w:tcPr>
            <w:tcW w:w="1165" w:type="dxa"/>
            <w:tcBorders>
              <w:top w:val="single" w:sz="4" w:space="0" w:color="000000"/>
              <w:left w:val="single" w:sz="4" w:space="0" w:color="auto"/>
              <w:bottom w:val="single" w:sz="4" w:space="0" w:color="000000"/>
              <w:right w:val="single" w:sz="4" w:space="0" w:color="000000"/>
            </w:tcBorders>
          </w:tcPr>
          <w:p w14:paraId="1769D051" w14:textId="77777777" w:rsidR="007F6AAA" w:rsidRPr="00456A91" w:rsidRDefault="007F6AAA" w:rsidP="003206F9">
            <w:pPr>
              <w:pStyle w:val="10"/>
              <w:spacing w:line="360" w:lineRule="auto"/>
              <w:rPr>
                <w:rFonts w:ascii="Times New Roman" w:hAnsi="Times New Roman"/>
                <w:sz w:val="24"/>
                <w:szCs w:val="24"/>
              </w:rPr>
            </w:pPr>
          </w:p>
        </w:tc>
      </w:tr>
    </w:tbl>
    <w:p w14:paraId="526CCB4C" w14:textId="77777777" w:rsidR="007F6AAA" w:rsidRPr="009C73FA" w:rsidRDefault="007F6AAA" w:rsidP="009C73FA">
      <w:pPr>
        <w:pStyle w:val="10"/>
        <w:jc w:val="both"/>
        <w:rPr>
          <w:rFonts w:ascii="Times New Roman" w:hAnsi="Times New Roman"/>
          <w:sz w:val="24"/>
          <w:szCs w:val="24"/>
        </w:rPr>
      </w:pPr>
    </w:p>
    <w:p w14:paraId="32C00AD6" w14:textId="77777777" w:rsidR="007F6AAA" w:rsidRPr="009C73FA" w:rsidRDefault="007F6AAA" w:rsidP="009C73FA">
      <w:pPr>
        <w:pStyle w:val="10"/>
        <w:jc w:val="both"/>
        <w:rPr>
          <w:rFonts w:ascii="Times New Roman" w:hAnsi="Times New Roman"/>
          <w:sz w:val="24"/>
          <w:szCs w:val="24"/>
        </w:rPr>
      </w:pPr>
      <w:r w:rsidRPr="009C73FA">
        <w:rPr>
          <w:rFonts w:ascii="Times New Roman" w:hAnsi="Times New Roman"/>
          <w:sz w:val="24"/>
          <w:szCs w:val="24"/>
        </w:rPr>
        <w:t>Председатель жюри:</w:t>
      </w:r>
      <w:bookmarkStart w:id="0" w:name="_GoBack"/>
      <w:bookmarkEnd w:id="0"/>
    </w:p>
    <w:p w14:paraId="0C6C809F" w14:textId="77777777" w:rsidR="007F562B" w:rsidRPr="009C73FA" w:rsidRDefault="007F562B" w:rsidP="009C73FA">
      <w:pPr>
        <w:pStyle w:val="10"/>
        <w:jc w:val="both"/>
        <w:rPr>
          <w:rFonts w:ascii="Times New Roman" w:hAnsi="Times New Roman"/>
          <w:sz w:val="24"/>
          <w:szCs w:val="24"/>
        </w:rPr>
      </w:pPr>
    </w:p>
    <w:p w14:paraId="398F152D" w14:textId="5D0689BD" w:rsidR="007F6AAA" w:rsidRPr="009C73FA" w:rsidRDefault="007F6AAA" w:rsidP="009C73FA">
      <w:pPr>
        <w:pStyle w:val="10"/>
        <w:jc w:val="both"/>
        <w:rPr>
          <w:rFonts w:ascii="Times New Roman" w:hAnsi="Times New Roman"/>
          <w:sz w:val="24"/>
          <w:szCs w:val="24"/>
        </w:rPr>
      </w:pPr>
      <w:r w:rsidRPr="009C73FA">
        <w:rPr>
          <w:rFonts w:ascii="Times New Roman" w:hAnsi="Times New Roman"/>
          <w:sz w:val="24"/>
          <w:szCs w:val="24"/>
        </w:rPr>
        <w:t>Члены жюри:</w:t>
      </w:r>
    </w:p>
    <w:sectPr w:rsidR="007F6AAA" w:rsidRPr="009C73FA" w:rsidSect="009C73FA">
      <w:headerReference w:type="default" r:id="rId17"/>
      <w:headerReference w:type="first" r:id="rId18"/>
      <w:pgSz w:w="11907" w:h="16840" w:code="9"/>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8D0949" w14:textId="77777777" w:rsidR="004E0E4A" w:rsidRDefault="004E0E4A">
      <w:r>
        <w:separator/>
      </w:r>
    </w:p>
  </w:endnote>
  <w:endnote w:type="continuationSeparator" w:id="0">
    <w:p w14:paraId="4A353EE4" w14:textId="77777777" w:rsidR="004E0E4A" w:rsidRDefault="004E0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69DB0F" w14:textId="77777777" w:rsidR="004E0E4A" w:rsidRDefault="004E0E4A">
      <w:r>
        <w:separator/>
      </w:r>
    </w:p>
  </w:footnote>
  <w:footnote w:type="continuationSeparator" w:id="0">
    <w:p w14:paraId="35C4F1CC" w14:textId="77777777" w:rsidR="004E0E4A" w:rsidRDefault="004E0E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B56D9F" w14:textId="77777777" w:rsidR="00D40D4F" w:rsidRPr="005E26F5" w:rsidRDefault="00D40D4F" w:rsidP="005E26F5">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B48344" w14:textId="77777777" w:rsidR="00D40D4F" w:rsidRDefault="00D40D4F">
    <w:pPr>
      <w:pStyle w:val="a3"/>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B1CC6" w14:textId="77777777" w:rsidR="00D40D4F" w:rsidRPr="009C73FA" w:rsidRDefault="00D40D4F" w:rsidP="009C73FA">
    <w:pPr>
      <w:pStyle w:val="a3"/>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D3A99" w14:textId="77777777" w:rsidR="00D40D4F" w:rsidRPr="009C73FA" w:rsidRDefault="00D40D4F" w:rsidP="009C73F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45DEF"/>
    <w:multiLevelType w:val="multilevel"/>
    <w:tmpl w:val="CDC20A4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C9D0952"/>
    <w:multiLevelType w:val="multilevel"/>
    <w:tmpl w:val="65E22DFA"/>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B950A1"/>
    <w:multiLevelType w:val="hybridMultilevel"/>
    <w:tmpl w:val="E4AAFD0A"/>
    <w:lvl w:ilvl="0" w:tplc="4C9E9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38B6001"/>
    <w:multiLevelType w:val="hybridMultilevel"/>
    <w:tmpl w:val="94B4411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43A2FAF"/>
    <w:multiLevelType w:val="multilevel"/>
    <w:tmpl w:val="FE7C994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F437A3F"/>
    <w:multiLevelType w:val="hybridMultilevel"/>
    <w:tmpl w:val="F86CEFA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FA658A4"/>
    <w:multiLevelType w:val="hybridMultilevel"/>
    <w:tmpl w:val="432C7334"/>
    <w:lvl w:ilvl="0" w:tplc="0419000F">
      <w:start w:val="1"/>
      <w:numFmt w:val="decimal"/>
      <w:lvlText w:val="%1."/>
      <w:lvlJc w:val="left"/>
      <w:pPr>
        <w:ind w:left="720" w:hanging="360"/>
      </w:pPr>
      <w:rPr>
        <w:rFonts w:hint="default"/>
      </w:rPr>
    </w:lvl>
    <w:lvl w:ilvl="1" w:tplc="2C924152">
      <w:start w:val="1"/>
      <w:numFmt w:val="decimal"/>
      <w:lvlText w:val="2.%2"/>
      <w:lvlJc w:val="left"/>
      <w:pPr>
        <w:ind w:left="928" w:hanging="360"/>
      </w:pPr>
      <w:rPr>
        <w:rFonts w:hint="default"/>
        <w:b w:val="0"/>
      </w:rPr>
    </w:lvl>
    <w:lvl w:ilvl="2" w:tplc="7B48EF12">
      <w:start w:val="1"/>
      <w:numFmt w:val="decimal"/>
      <w:lvlText w:val="2.11.%3."/>
      <w:lvlJc w:val="right"/>
      <w:pPr>
        <w:ind w:left="1598" w:hanging="180"/>
      </w:pPr>
      <w:rPr>
        <w:rFonts w:hint="default"/>
        <w:b w:val="0"/>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8133D1"/>
    <w:multiLevelType w:val="multilevel"/>
    <w:tmpl w:val="1C289F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FE149E"/>
    <w:multiLevelType w:val="hybridMultilevel"/>
    <w:tmpl w:val="DE52A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3B5320"/>
    <w:multiLevelType w:val="multilevel"/>
    <w:tmpl w:val="049065DA"/>
    <w:lvl w:ilvl="0">
      <w:start w:val="2"/>
      <w:numFmt w:val="decimal"/>
      <w:lvlText w:val="%1."/>
      <w:lvlJc w:val="left"/>
      <w:pPr>
        <w:ind w:left="405" w:hanging="405"/>
      </w:pPr>
      <w:rPr>
        <w:rFonts w:hint="default"/>
        <w:b w:val="0"/>
      </w:rPr>
    </w:lvl>
    <w:lvl w:ilvl="1">
      <w:start w:val="13"/>
      <w:numFmt w:val="decimal"/>
      <w:lvlText w:val="%1.%2."/>
      <w:lvlJc w:val="left"/>
      <w:pPr>
        <w:ind w:left="973"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15:restartNumberingAfterBreak="0">
    <w:nsid w:val="29944C43"/>
    <w:multiLevelType w:val="hybridMultilevel"/>
    <w:tmpl w:val="59EE85F4"/>
    <w:lvl w:ilvl="0" w:tplc="4C9E9CD0">
      <w:start w:val="1"/>
      <w:numFmt w:val="bullet"/>
      <w:lvlText w:val=""/>
      <w:lvlJc w:val="left"/>
      <w:pPr>
        <w:ind w:left="1429" w:hanging="360"/>
      </w:pPr>
      <w:rPr>
        <w:rFonts w:ascii="Symbol" w:hAnsi="Symbol" w:hint="default"/>
      </w:rPr>
    </w:lvl>
    <w:lvl w:ilvl="1" w:tplc="4A16A656">
      <w:numFmt w:val="bullet"/>
      <w:lvlText w:val="•"/>
      <w:lvlJc w:val="left"/>
      <w:pPr>
        <w:ind w:left="2149" w:hanging="360"/>
      </w:pPr>
      <w:rPr>
        <w:rFonts w:ascii="Times New Roman" w:eastAsia="Calibri"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B702DA9"/>
    <w:multiLevelType w:val="multilevel"/>
    <w:tmpl w:val="3560ED9C"/>
    <w:lvl w:ilvl="0">
      <w:start w:val="1"/>
      <w:numFmt w:val="decimal"/>
      <w:lvlText w:val="%1."/>
      <w:lvlJc w:val="left"/>
      <w:pPr>
        <w:ind w:left="450" w:hanging="450"/>
      </w:pPr>
      <w:rPr>
        <w:rFonts w:hint="default"/>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2BAA5152"/>
    <w:multiLevelType w:val="hybridMultilevel"/>
    <w:tmpl w:val="9AAC40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980320"/>
    <w:multiLevelType w:val="hybridMultilevel"/>
    <w:tmpl w:val="02DE747A"/>
    <w:lvl w:ilvl="0" w:tplc="331E84F0">
      <w:numFmt w:val="bullet"/>
      <w:lvlText w:val="–"/>
      <w:lvlJc w:val="left"/>
      <w:pPr>
        <w:ind w:left="1070"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 w15:restartNumberingAfterBreak="0">
    <w:nsid w:val="3B851C95"/>
    <w:multiLevelType w:val="multilevel"/>
    <w:tmpl w:val="57467854"/>
    <w:lvl w:ilvl="0">
      <w:start w:val="2"/>
      <w:numFmt w:val="decimal"/>
      <w:lvlText w:val="%1."/>
      <w:lvlJc w:val="left"/>
      <w:pPr>
        <w:ind w:left="360" w:hanging="360"/>
      </w:pPr>
      <w:rPr>
        <w:rFonts w:hint="default"/>
        <w:b w:val="0"/>
      </w:rPr>
    </w:lvl>
    <w:lvl w:ilvl="1">
      <w:start w:val="2"/>
      <w:numFmt w:val="decimal"/>
      <w:lvlText w:val="%1.%2."/>
      <w:lvlJc w:val="left"/>
      <w:pPr>
        <w:ind w:left="928" w:hanging="36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424" w:hanging="720"/>
      </w:pPr>
      <w:rPr>
        <w:rFonts w:hint="default"/>
        <w:b w:val="0"/>
      </w:rPr>
    </w:lvl>
    <w:lvl w:ilvl="4">
      <w:start w:val="1"/>
      <w:numFmt w:val="decimal"/>
      <w:lvlText w:val="%1.%2.%3.%4.%5."/>
      <w:lvlJc w:val="left"/>
      <w:pPr>
        <w:ind w:left="3352" w:hanging="1080"/>
      </w:pPr>
      <w:rPr>
        <w:rFonts w:hint="default"/>
        <w:b w:val="0"/>
      </w:rPr>
    </w:lvl>
    <w:lvl w:ilvl="5">
      <w:start w:val="1"/>
      <w:numFmt w:val="decimal"/>
      <w:lvlText w:val="%1.%2.%3.%4.%5.%6."/>
      <w:lvlJc w:val="left"/>
      <w:pPr>
        <w:ind w:left="3920" w:hanging="1080"/>
      </w:pPr>
      <w:rPr>
        <w:rFonts w:hint="default"/>
        <w:b w:val="0"/>
      </w:rPr>
    </w:lvl>
    <w:lvl w:ilvl="6">
      <w:start w:val="1"/>
      <w:numFmt w:val="decimal"/>
      <w:lvlText w:val="%1.%2.%3.%4.%5.%6.%7."/>
      <w:lvlJc w:val="left"/>
      <w:pPr>
        <w:ind w:left="4488" w:hanging="1080"/>
      </w:pPr>
      <w:rPr>
        <w:rFonts w:hint="default"/>
        <w:b w:val="0"/>
      </w:rPr>
    </w:lvl>
    <w:lvl w:ilvl="7">
      <w:start w:val="1"/>
      <w:numFmt w:val="decimal"/>
      <w:lvlText w:val="%1.%2.%3.%4.%5.%6.%7.%8."/>
      <w:lvlJc w:val="left"/>
      <w:pPr>
        <w:ind w:left="5416" w:hanging="1440"/>
      </w:pPr>
      <w:rPr>
        <w:rFonts w:hint="default"/>
        <w:b w:val="0"/>
      </w:rPr>
    </w:lvl>
    <w:lvl w:ilvl="8">
      <w:start w:val="1"/>
      <w:numFmt w:val="decimal"/>
      <w:lvlText w:val="%1.%2.%3.%4.%5.%6.%7.%8.%9."/>
      <w:lvlJc w:val="left"/>
      <w:pPr>
        <w:ind w:left="5984" w:hanging="1440"/>
      </w:pPr>
      <w:rPr>
        <w:rFonts w:hint="default"/>
        <w:b w:val="0"/>
      </w:rPr>
    </w:lvl>
  </w:abstractNum>
  <w:abstractNum w:abstractNumId="15" w15:restartNumberingAfterBreak="0">
    <w:nsid w:val="3F4044E1"/>
    <w:multiLevelType w:val="hybridMultilevel"/>
    <w:tmpl w:val="B1407528"/>
    <w:lvl w:ilvl="0" w:tplc="4C9E9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60E53F9"/>
    <w:multiLevelType w:val="hybridMultilevel"/>
    <w:tmpl w:val="B5C0FFF8"/>
    <w:lvl w:ilvl="0" w:tplc="289429AA">
      <w:start w:val="1"/>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644624E"/>
    <w:multiLevelType w:val="hybridMultilevel"/>
    <w:tmpl w:val="440CE2BE"/>
    <w:lvl w:ilvl="0" w:tplc="7B48EF12">
      <w:start w:val="1"/>
      <w:numFmt w:val="decimal"/>
      <w:lvlText w:val="2.11.%1."/>
      <w:lvlJc w:val="right"/>
      <w:pPr>
        <w:ind w:left="1598" w:hanging="18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85471FE"/>
    <w:multiLevelType w:val="multilevel"/>
    <w:tmpl w:val="E1180376"/>
    <w:lvl w:ilvl="0">
      <w:start w:val="2"/>
      <w:numFmt w:val="decimal"/>
      <w:lvlText w:val="%1."/>
      <w:lvlJc w:val="left"/>
      <w:pPr>
        <w:ind w:left="360" w:hanging="360"/>
      </w:pPr>
      <w:rPr>
        <w:rFonts w:hint="default"/>
        <w:b w:val="0"/>
      </w:rPr>
    </w:lvl>
    <w:lvl w:ilvl="1">
      <w:start w:val="5"/>
      <w:numFmt w:val="decimal"/>
      <w:lvlText w:val="%1.%2."/>
      <w:lvlJc w:val="left"/>
      <w:pPr>
        <w:ind w:left="928"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 w15:restartNumberingAfterBreak="0">
    <w:nsid w:val="49627CFC"/>
    <w:multiLevelType w:val="hybridMultilevel"/>
    <w:tmpl w:val="39B2F202"/>
    <w:lvl w:ilvl="0" w:tplc="B9E401E6">
      <w:numFmt w:val="bullet"/>
      <w:lvlText w:val="–"/>
      <w:lvlJc w:val="left"/>
      <w:pPr>
        <w:ind w:left="402" w:hanging="180"/>
      </w:pPr>
      <w:rPr>
        <w:rFonts w:ascii="Times New Roman" w:eastAsia="Times New Roman" w:hAnsi="Times New Roman" w:cs="Times New Roman" w:hint="default"/>
        <w:spacing w:val="-2"/>
        <w:w w:val="100"/>
        <w:sz w:val="24"/>
        <w:szCs w:val="24"/>
        <w:lang w:val="ru-RU" w:eastAsia="ru-RU" w:bidi="ru-RU"/>
      </w:rPr>
    </w:lvl>
    <w:lvl w:ilvl="1" w:tplc="11B46BC2">
      <w:numFmt w:val="bullet"/>
      <w:lvlText w:val="–"/>
      <w:lvlJc w:val="left"/>
      <w:pPr>
        <w:ind w:left="222" w:hanging="180"/>
      </w:pPr>
      <w:rPr>
        <w:rFonts w:ascii="Times New Roman" w:eastAsia="Times New Roman" w:hAnsi="Times New Roman" w:cs="Times New Roman" w:hint="default"/>
        <w:spacing w:val="-5"/>
        <w:w w:val="100"/>
        <w:sz w:val="24"/>
        <w:szCs w:val="24"/>
        <w:lang w:val="ru-RU" w:eastAsia="ru-RU" w:bidi="ru-RU"/>
      </w:rPr>
    </w:lvl>
    <w:lvl w:ilvl="2" w:tplc="77DE02FC">
      <w:numFmt w:val="bullet"/>
      <w:lvlText w:val="•"/>
      <w:lvlJc w:val="left"/>
      <w:pPr>
        <w:ind w:left="1445" w:hanging="180"/>
      </w:pPr>
      <w:rPr>
        <w:rFonts w:hint="default"/>
        <w:lang w:val="ru-RU" w:eastAsia="ru-RU" w:bidi="ru-RU"/>
      </w:rPr>
    </w:lvl>
    <w:lvl w:ilvl="3" w:tplc="DAAEFB6C">
      <w:numFmt w:val="bullet"/>
      <w:lvlText w:val="•"/>
      <w:lvlJc w:val="left"/>
      <w:pPr>
        <w:ind w:left="2490" w:hanging="180"/>
      </w:pPr>
      <w:rPr>
        <w:rFonts w:hint="default"/>
        <w:lang w:val="ru-RU" w:eastAsia="ru-RU" w:bidi="ru-RU"/>
      </w:rPr>
    </w:lvl>
    <w:lvl w:ilvl="4" w:tplc="26BC4CAA">
      <w:numFmt w:val="bullet"/>
      <w:lvlText w:val="•"/>
      <w:lvlJc w:val="left"/>
      <w:pPr>
        <w:ind w:left="3535" w:hanging="180"/>
      </w:pPr>
      <w:rPr>
        <w:rFonts w:hint="default"/>
        <w:lang w:val="ru-RU" w:eastAsia="ru-RU" w:bidi="ru-RU"/>
      </w:rPr>
    </w:lvl>
    <w:lvl w:ilvl="5" w:tplc="62F495D8">
      <w:numFmt w:val="bullet"/>
      <w:lvlText w:val="•"/>
      <w:lvlJc w:val="left"/>
      <w:pPr>
        <w:ind w:left="4580" w:hanging="180"/>
      </w:pPr>
      <w:rPr>
        <w:rFonts w:hint="default"/>
        <w:lang w:val="ru-RU" w:eastAsia="ru-RU" w:bidi="ru-RU"/>
      </w:rPr>
    </w:lvl>
    <w:lvl w:ilvl="6" w:tplc="158C1436">
      <w:numFmt w:val="bullet"/>
      <w:lvlText w:val="•"/>
      <w:lvlJc w:val="left"/>
      <w:pPr>
        <w:ind w:left="5625" w:hanging="180"/>
      </w:pPr>
      <w:rPr>
        <w:rFonts w:hint="default"/>
        <w:lang w:val="ru-RU" w:eastAsia="ru-RU" w:bidi="ru-RU"/>
      </w:rPr>
    </w:lvl>
    <w:lvl w:ilvl="7" w:tplc="D660C0B0">
      <w:numFmt w:val="bullet"/>
      <w:lvlText w:val="•"/>
      <w:lvlJc w:val="left"/>
      <w:pPr>
        <w:ind w:left="6670" w:hanging="180"/>
      </w:pPr>
      <w:rPr>
        <w:rFonts w:hint="default"/>
        <w:lang w:val="ru-RU" w:eastAsia="ru-RU" w:bidi="ru-RU"/>
      </w:rPr>
    </w:lvl>
    <w:lvl w:ilvl="8" w:tplc="CDF0F0F4">
      <w:numFmt w:val="bullet"/>
      <w:lvlText w:val="•"/>
      <w:lvlJc w:val="left"/>
      <w:pPr>
        <w:ind w:left="7716" w:hanging="180"/>
      </w:pPr>
      <w:rPr>
        <w:rFonts w:hint="default"/>
        <w:lang w:val="ru-RU" w:eastAsia="ru-RU" w:bidi="ru-RU"/>
      </w:rPr>
    </w:lvl>
  </w:abstractNum>
  <w:abstractNum w:abstractNumId="20" w15:restartNumberingAfterBreak="0">
    <w:nsid w:val="4F3D213D"/>
    <w:multiLevelType w:val="hybridMultilevel"/>
    <w:tmpl w:val="9C06FAEA"/>
    <w:lvl w:ilvl="0" w:tplc="EEACF2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077335A"/>
    <w:multiLevelType w:val="multilevel"/>
    <w:tmpl w:val="8912E72A"/>
    <w:lvl w:ilvl="0">
      <w:start w:val="2"/>
      <w:numFmt w:val="decimal"/>
      <w:lvlText w:val="%1"/>
      <w:lvlJc w:val="left"/>
      <w:pPr>
        <w:ind w:left="360" w:hanging="360"/>
      </w:pPr>
      <w:rPr>
        <w:rFonts w:hint="default"/>
        <w:b w:val="0"/>
      </w:rPr>
    </w:lvl>
    <w:lvl w:ilvl="1">
      <w:start w:val="4"/>
      <w:numFmt w:val="decimal"/>
      <w:lvlText w:val="%1.%2"/>
      <w:lvlJc w:val="left"/>
      <w:pPr>
        <w:ind w:left="928"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2" w15:restartNumberingAfterBreak="0">
    <w:nsid w:val="50C968AA"/>
    <w:multiLevelType w:val="hybridMultilevel"/>
    <w:tmpl w:val="55AE74B8"/>
    <w:lvl w:ilvl="0" w:tplc="6326311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2012A7F"/>
    <w:multiLevelType w:val="hybridMultilevel"/>
    <w:tmpl w:val="0F20B3BE"/>
    <w:lvl w:ilvl="0" w:tplc="331E84F0">
      <w:numFmt w:val="bullet"/>
      <w:lvlText w:val="–"/>
      <w:lvlJc w:val="left"/>
      <w:pPr>
        <w:ind w:left="786" w:hanging="360"/>
      </w:pPr>
      <w:rPr>
        <w:rFonts w:ascii="Times New Roman" w:eastAsia="Times New Roman" w:hAnsi="Times New Roman" w:cs="Times New Roman" w:hint="default"/>
        <w:spacing w:val="-2"/>
        <w:w w:val="100"/>
        <w:sz w:val="24"/>
        <w:szCs w:val="24"/>
        <w:lang w:val="ru-RU" w:eastAsia="ru-RU" w:bidi="ru-RU"/>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53E545C2"/>
    <w:multiLevelType w:val="hybridMultilevel"/>
    <w:tmpl w:val="ADB69DDA"/>
    <w:lvl w:ilvl="0" w:tplc="4C9E9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5CC3710"/>
    <w:multiLevelType w:val="hybridMultilevel"/>
    <w:tmpl w:val="AF8AC006"/>
    <w:lvl w:ilvl="0" w:tplc="390258B4">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15:restartNumberingAfterBreak="0">
    <w:nsid w:val="58145154"/>
    <w:multiLevelType w:val="hybridMultilevel"/>
    <w:tmpl w:val="A2006412"/>
    <w:lvl w:ilvl="0" w:tplc="9CC6E0B2">
      <w:start w:val="1"/>
      <w:numFmt w:val="decimal"/>
      <w:lvlText w:val="%1."/>
      <w:lvlJc w:val="left"/>
      <w:pPr>
        <w:tabs>
          <w:tab w:val="num" w:pos="1491"/>
        </w:tabs>
        <w:ind w:left="1491" w:hanging="1065"/>
      </w:pPr>
      <w:rPr>
        <w:rFonts w:cs="Times New Roman"/>
      </w:rPr>
    </w:lvl>
    <w:lvl w:ilvl="1" w:tplc="9984F53C">
      <w:numFmt w:val="none"/>
      <w:lvlText w:val=""/>
      <w:lvlJc w:val="left"/>
      <w:pPr>
        <w:tabs>
          <w:tab w:val="num" w:pos="360"/>
        </w:tabs>
      </w:pPr>
      <w:rPr>
        <w:rFonts w:cs="Times New Roman"/>
      </w:rPr>
    </w:lvl>
    <w:lvl w:ilvl="2" w:tplc="A45288BC">
      <w:numFmt w:val="none"/>
      <w:lvlText w:val=""/>
      <w:lvlJc w:val="left"/>
      <w:pPr>
        <w:tabs>
          <w:tab w:val="num" w:pos="360"/>
        </w:tabs>
      </w:pPr>
      <w:rPr>
        <w:rFonts w:cs="Times New Roman"/>
      </w:rPr>
    </w:lvl>
    <w:lvl w:ilvl="3" w:tplc="3AC4D542">
      <w:numFmt w:val="none"/>
      <w:lvlText w:val=""/>
      <w:lvlJc w:val="left"/>
      <w:pPr>
        <w:tabs>
          <w:tab w:val="num" w:pos="360"/>
        </w:tabs>
      </w:pPr>
      <w:rPr>
        <w:rFonts w:cs="Times New Roman"/>
      </w:rPr>
    </w:lvl>
    <w:lvl w:ilvl="4" w:tplc="FE84BEEA">
      <w:numFmt w:val="none"/>
      <w:lvlText w:val=""/>
      <w:lvlJc w:val="left"/>
      <w:pPr>
        <w:tabs>
          <w:tab w:val="num" w:pos="360"/>
        </w:tabs>
      </w:pPr>
      <w:rPr>
        <w:rFonts w:cs="Times New Roman"/>
      </w:rPr>
    </w:lvl>
    <w:lvl w:ilvl="5" w:tplc="C63A1928">
      <w:numFmt w:val="none"/>
      <w:lvlText w:val=""/>
      <w:lvlJc w:val="left"/>
      <w:pPr>
        <w:tabs>
          <w:tab w:val="num" w:pos="360"/>
        </w:tabs>
      </w:pPr>
      <w:rPr>
        <w:rFonts w:cs="Times New Roman"/>
      </w:rPr>
    </w:lvl>
    <w:lvl w:ilvl="6" w:tplc="6E4E404A">
      <w:numFmt w:val="none"/>
      <w:lvlText w:val=""/>
      <w:lvlJc w:val="left"/>
      <w:pPr>
        <w:tabs>
          <w:tab w:val="num" w:pos="360"/>
        </w:tabs>
      </w:pPr>
      <w:rPr>
        <w:rFonts w:cs="Times New Roman"/>
      </w:rPr>
    </w:lvl>
    <w:lvl w:ilvl="7" w:tplc="C9F08C14">
      <w:numFmt w:val="none"/>
      <w:lvlText w:val=""/>
      <w:lvlJc w:val="left"/>
      <w:pPr>
        <w:tabs>
          <w:tab w:val="num" w:pos="360"/>
        </w:tabs>
      </w:pPr>
      <w:rPr>
        <w:rFonts w:cs="Times New Roman"/>
      </w:rPr>
    </w:lvl>
    <w:lvl w:ilvl="8" w:tplc="7B0AB12E">
      <w:numFmt w:val="none"/>
      <w:lvlText w:val=""/>
      <w:lvlJc w:val="left"/>
      <w:pPr>
        <w:tabs>
          <w:tab w:val="num" w:pos="360"/>
        </w:tabs>
      </w:pPr>
      <w:rPr>
        <w:rFonts w:cs="Times New Roman"/>
      </w:rPr>
    </w:lvl>
  </w:abstractNum>
  <w:abstractNum w:abstractNumId="27" w15:restartNumberingAfterBreak="0">
    <w:nsid w:val="623E1ED7"/>
    <w:multiLevelType w:val="multilevel"/>
    <w:tmpl w:val="CDC20A4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64124725"/>
    <w:multiLevelType w:val="hybridMultilevel"/>
    <w:tmpl w:val="1520CA4C"/>
    <w:lvl w:ilvl="0" w:tplc="7B086B0A">
      <w:numFmt w:val="bullet"/>
      <w:lvlText w:val="–"/>
      <w:lvlJc w:val="left"/>
      <w:pPr>
        <w:ind w:left="222" w:hanging="185"/>
      </w:pPr>
      <w:rPr>
        <w:rFonts w:ascii="Times New Roman" w:eastAsia="Times New Roman" w:hAnsi="Times New Roman" w:cs="Times New Roman" w:hint="default"/>
        <w:w w:val="100"/>
        <w:sz w:val="24"/>
        <w:szCs w:val="24"/>
        <w:lang w:val="ru-RU" w:eastAsia="ru-RU" w:bidi="ru-RU"/>
      </w:rPr>
    </w:lvl>
    <w:lvl w:ilvl="1" w:tplc="FA52D440">
      <w:numFmt w:val="bullet"/>
      <w:lvlText w:val="•"/>
      <w:lvlJc w:val="left"/>
      <w:pPr>
        <w:ind w:left="1178" w:hanging="185"/>
      </w:pPr>
      <w:rPr>
        <w:rFonts w:hint="default"/>
        <w:lang w:val="ru-RU" w:eastAsia="ru-RU" w:bidi="ru-RU"/>
      </w:rPr>
    </w:lvl>
    <w:lvl w:ilvl="2" w:tplc="3FAE8654">
      <w:numFmt w:val="bullet"/>
      <w:lvlText w:val="•"/>
      <w:lvlJc w:val="left"/>
      <w:pPr>
        <w:ind w:left="2137" w:hanging="185"/>
      </w:pPr>
      <w:rPr>
        <w:rFonts w:hint="default"/>
        <w:lang w:val="ru-RU" w:eastAsia="ru-RU" w:bidi="ru-RU"/>
      </w:rPr>
    </w:lvl>
    <w:lvl w:ilvl="3" w:tplc="A744505C">
      <w:numFmt w:val="bullet"/>
      <w:lvlText w:val="•"/>
      <w:lvlJc w:val="left"/>
      <w:pPr>
        <w:ind w:left="3095" w:hanging="185"/>
      </w:pPr>
      <w:rPr>
        <w:rFonts w:hint="default"/>
        <w:lang w:val="ru-RU" w:eastAsia="ru-RU" w:bidi="ru-RU"/>
      </w:rPr>
    </w:lvl>
    <w:lvl w:ilvl="4" w:tplc="2DA0C400">
      <w:numFmt w:val="bullet"/>
      <w:lvlText w:val="•"/>
      <w:lvlJc w:val="left"/>
      <w:pPr>
        <w:ind w:left="4054" w:hanging="185"/>
      </w:pPr>
      <w:rPr>
        <w:rFonts w:hint="default"/>
        <w:lang w:val="ru-RU" w:eastAsia="ru-RU" w:bidi="ru-RU"/>
      </w:rPr>
    </w:lvl>
    <w:lvl w:ilvl="5" w:tplc="B92C402C">
      <w:numFmt w:val="bullet"/>
      <w:lvlText w:val="•"/>
      <w:lvlJc w:val="left"/>
      <w:pPr>
        <w:ind w:left="5013" w:hanging="185"/>
      </w:pPr>
      <w:rPr>
        <w:rFonts w:hint="default"/>
        <w:lang w:val="ru-RU" w:eastAsia="ru-RU" w:bidi="ru-RU"/>
      </w:rPr>
    </w:lvl>
    <w:lvl w:ilvl="6" w:tplc="6960279A">
      <w:numFmt w:val="bullet"/>
      <w:lvlText w:val="•"/>
      <w:lvlJc w:val="left"/>
      <w:pPr>
        <w:ind w:left="5971" w:hanging="185"/>
      </w:pPr>
      <w:rPr>
        <w:rFonts w:hint="default"/>
        <w:lang w:val="ru-RU" w:eastAsia="ru-RU" w:bidi="ru-RU"/>
      </w:rPr>
    </w:lvl>
    <w:lvl w:ilvl="7" w:tplc="99FAB12E">
      <w:numFmt w:val="bullet"/>
      <w:lvlText w:val="•"/>
      <w:lvlJc w:val="left"/>
      <w:pPr>
        <w:ind w:left="6930" w:hanging="185"/>
      </w:pPr>
      <w:rPr>
        <w:rFonts w:hint="default"/>
        <w:lang w:val="ru-RU" w:eastAsia="ru-RU" w:bidi="ru-RU"/>
      </w:rPr>
    </w:lvl>
    <w:lvl w:ilvl="8" w:tplc="E106681C">
      <w:numFmt w:val="bullet"/>
      <w:lvlText w:val="•"/>
      <w:lvlJc w:val="left"/>
      <w:pPr>
        <w:ind w:left="7889" w:hanging="185"/>
      </w:pPr>
      <w:rPr>
        <w:rFonts w:hint="default"/>
        <w:lang w:val="ru-RU" w:eastAsia="ru-RU" w:bidi="ru-RU"/>
      </w:rPr>
    </w:lvl>
  </w:abstractNum>
  <w:abstractNum w:abstractNumId="29" w15:restartNumberingAfterBreak="0">
    <w:nsid w:val="684C044D"/>
    <w:multiLevelType w:val="hybridMultilevel"/>
    <w:tmpl w:val="68643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C02491D"/>
    <w:multiLevelType w:val="hybridMultilevel"/>
    <w:tmpl w:val="3928010E"/>
    <w:lvl w:ilvl="0" w:tplc="4C9E9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E917A7F"/>
    <w:multiLevelType w:val="hybridMultilevel"/>
    <w:tmpl w:val="E5C436EC"/>
    <w:lvl w:ilvl="0" w:tplc="390E3216">
      <w:start w:val="1"/>
      <w:numFmt w:val="decimal"/>
      <w:lvlText w:val="3.%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03B6626"/>
    <w:multiLevelType w:val="hybridMultilevel"/>
    <w:tmpl w:val="A29226D6"/>
    <w:lvl w:ilvl="0" w:tplc="C1A80462">
      <w:start w:val="1"/>
      <w:numFmt w:val="decimal"/>
      <w:lvlText w:val="4.%1"/>
      <w:lvlJc w:val="left"/>
      <w:pPr>
        <w:ind w:left="928"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693556"/>
    <w:multiLevelType w:val="hybridMultilevel"/>
    <w:tmpl w:val="C97404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6"/>
    <w:lvlOverride w:ilvl="0">
      <w:startOverride w:val="1"/>
    </w:lvlOverride>
    <w:lvlOverride w:ilvl="1"/>
    <w:lvlOverride w:ilvl="2"/>
    <w:lvlOverride w:ilvl="3"/>
    <w:lvlOverride w:ilvl="4"/>
    <w:lvlOverride w:ilvl="5"/>
    <w:lvlOverride w:ilvl="6"/>
    <w:lvlOverride w:ilvl="7"/>
    <w:lvlOverride w:ilvl="8"/>
  </w:num>
  <w:num w:numId="3">
    <w:abstractNumId w:val="1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7"/>
  </w:num>
  <w:num w:numId="8">
    <w:abstractNumId w:val="31"/>
  </w:num>
  <w:num w:numId="9">
    <w:abstractNumId w:val="32"/>
  </w:num>
  <w:num w:numId="10">
    <w:abstractNumId w:val="16"/>
  </w:num>
  <w:num w:numId="11">
    <w:abstractNumId w:val="23"/>
  </w:num>
  <w:num w:numId="12">
    <w:abstractNumId w:val="28"/>
  </w:num>
  <w:num w:numId="13">
    <w:abstractNumId w:val="19"/>
  </w:num>
  <w:num w:numId="14">
    <w:abstractNumId w:val="13"/>
  </w:num>
  <w:num w:numId="15">
    <w:abstractNumId w:val="22"/>
  </w:num>
  <w:num w:numId="16">
    <w:abstractNumId w:val="29"/>
  </w:num>
  <w:num w:numId="17">
    <w:abstractNumId w:val="5"/>
  </w:num>
  <w:num w:numId="18">
    <w:abstractNumId w:val="3"/>
  </w:num>
  <w:num w:numId="19">
    <w:abstractNumId w:val="8"/>
  </w:num>
  <w:num w:numId="20">
    <w:abstractNumId w:val="33"/>
  </w:num>
  <w:num w:numId="21">
    <w:abstractNumId w:val="14"/>
  </w:num>
  <w:num w:numId="22">
    <w:abstractNumId w:val="21"/>
  </w:num>
  <w:num w:numId="23">
    <w:abstractNumId w:val="18"/>
  </w:num>
  <w:num w:numId="24">
    <w:abstractNumId w:val="9"/>
  </w:num>
  <w:num w:numId="25">
    <w:abstractNumId w:val="10"/>
  </w:num>
  <w:num w:numId="26">
    <w:abstractNumId w:val="1"/>
  </w:num>
  <w:num w:numId="27">
    <w:abstractNumId w:val="15"/>
  </w:num>
  <w:num w:numId="28">
    <w:abstractNumId w:val="2"/>
  </w:num>
  <w:num w:numId="29">
    <w:abstractNumId w:val="30"/>
  </w:num>
  <w:num w:numId="30">
    <w:abstractNumId w:val="24"/>
  </w:num>
  <w:num w:numId="31">
    <w:abstractNumId w:val="0"/>
  </w:num>
  <w:num w:numId="32">
    <w:abstractNumId w:val="7"/>
  </w:num>
  <w:num w:numId="33">
    <w:abstractNumId w:val="27"/>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12BE"/>
    <w:rsid w:val="00003E8B"/>
    <w:rsid w:val="0000493C"/>
    <w:rsid w:val="00004C65"/>
    <w:rsid w:val="00010D7F"/>
    <w:rsid w:val="00011225"/>
    <w:rsid w:val="000115ED"/>
    <w:rsid w:val="00011B88"/>
    <w:rsid w:val="00013626"/>
    <w:rsid w:val="0001635D"/>
    <w:rsid w:val="00017B2B"/>
    <w:rsid w:val="00020C17"/>
    <w:rsid w:val="00023EA7"/>
    <w:rsid w:val="00024127"/>
    <w:rsid w:val="000244F8"/>
    <w:rsid w:val="00027C44"/>
    <w:rsid w:val="000300B1"/>
    <w:rsid w:val="00032639"/>
    <w:rsid w:val="00035A02"/>
    <w:rsid w:val="00036ED0"/>
    <w:rsid w:val="0003777D"/>
    <w:rsid w:val="00045CE3"/>
    <w:rsid w:val="000537B7"/>
    <w:rsid w:val="000539E2"/>
    <w:rsid w:val="00053E9F"/>
    <w:rsid w:val="000543C5"/>
    <w:rsid w:val="00054F82"/>
    <w:rsid w:val="00055AB1"/>
    <w:rsid w:val="00055C63"/>
    <w:rsid w:val="00057B37"/>
    <w:rsid w:val="00061F5C"/>
    <w:rsid w:val="00066EAA"/>
    <w:rsid w:val="00067351"/>
    <w:rsid w:val="00067C67"/>
    <w:rsid w:val="000703C9"/>
    <w:rsid w:val="00070DB4"/>
    <w:rsid w:val="00071AD3"/>
    <w:rsid w:val="00071DD9"/>
    <w:rsid w:val="00073D2B"/>
    <w:rsid w:val="00074DA7"/>
    <w:rsid w:val="000751C8"/>
    <w:rsid w:val="000760E7"/>
    <w:rsid w:val="00076E6D"/>
    <w:rsid w:val="00081861"/>
    <w:rsid w:val="0008331F"/>
    <w:rsid w:val="00083570"/>
    <w:rsid w:val="00084DAC"/>
    <w:rsid w:val="00091956"/>
    <w:rsid w:val="00094AA5"/>
    <w:rsid w:val="00095AF9"/>
    <w:rsid w:val="00097C33"/>
    <w:rsid w:val="000A58E1"/>
    <w:rsid w:val="000A617B"/>
    <w:rsid w:val="000B120B"/>
    <w:rsid w:val="000B2063"/>
    <w:rsid w:val="000B22EB"/>
    <w:rsid w:val="000B3566"/>
    <w:rsid w:val="000B59AC"/>
    <w:rsid w:val="000C1E05"/>
    <w:rsid w:val="000C467E"/>
    <w:rsid w:val="000C5452"/>
    <w:rsid w:val="000D0364"/>
    <w:rsid w:val="000D11B1"/>
    <w:rsid w:val="000D156D"/>
    <w:rsid w:val="000D51E4"/>
    <w:rsid w:val="000D612B"/>
    <w:rsid w:val="000D6D73"/>
    <w:rsid w:val="000D738A"/>
    <w:rsid w:val="000D7470"/>
    <w:rsid w:val="000F11AE"/>
    <w:rsid w:val="000F1A35"/>
    <w:rsid w:val="000F34E5"/>
    <w:rsid w:val="000F4705"/>
    <w:rsid w:val="000F5120"/>
    <w:rsid w:val="000F7B80"/>
    <w:rsid w:val="00101989"/>
    <w:rsid w:val="00102B02"/>
    <w:rsid w:val="00103632"/>
    <w:rsid w:val="00103D8A"/>
    <w:rsid w:val="0010471B"/>
    <w:rsid w:val="00105520"/>
    <w:rsid w:val="00106224"/>
    <w:rsid w:val="00106AC8"/>
    <w:rsid w:val="00107FE0"/>
    <w:rsid w:val="001124B2"/>
    <w:rsid w:val="00112FDB"/>
    <w:rsid w:val="001138C6"/>
    <w:rsid w:val="001140E1"/>
    <w:rsid w:val="001144CF"/>
    <w:rsid w:val="001147A3"/>
    <w:rsid w:val="001165F8"/>
    <w:rsid w:val="00120B75"/>
    <w:rsid w:val="0012119D"/>
    <w:rsid w:val="00125070"/>
    <w:rsid w:val="001256D5"/>
    <w:rsid w:val="00125FA9"/>
    <w:rsid w:val="001272D9"/>
    <w:rsid w:val="00127C37"/>
    <w:rsid w:val="00132244"/>
    <w:rsid w:val="00132DDD"/>
    <w:rsid w:val="00132F3E"/>
    <w:rsid w:val="00133E18"/>
    <w:rsid w:val="00134170"/>
    <w:rsid w:val="00134C2D"/>
    <w:rsid w:val="00137330"/>
    <w:rsid w:val="0013745F"/>
    <w:rsid w:val="0013777B"/>
    <w:rsid w:val="0013797D"/>
    <w:rsid w:val="00137E5E"/>
    <w:rsid w:val="0014033A"/>
    <w:rsid w:val="0014474F"/>
    <w:rsid w:val="00147EFA"/>
    <w:rsid w:val="00154457"/>
    <w:rsid w:val="00154942"/>
    <w:rsid w:val="00155B80"/>
    <w:rsid w:val="00156982"/>
    <w:rsid w:val="00156986"/>
    <w:rsid w:val="0015728F"/>
    <w:rsid w:val="001576E8"/>
    <w:rsid w:val="00157C08"/>
    <w:rsid w:val="001628ED"/>
    <w:rsid w:val="001647BB"/>
    <w:rsid w:val="00164F81"/>
    <w:rsid w:val="00165103"/>
    <w:rsid w:val="001651D4"/>
    <w:rsid w:val="001656D1"/>
    <w:rsid w:val="001711A0"/>
    <w:rsid w:val="00172294"/>
    <w:rsid w:val="00175B5F"/>
    <w:rsid w:val="00176D40"/>
    <w:rsid w:val="00180231"/>
    <w:rsid w:val="00181447"/>
    <w:rsid w:val="001831E5"/>
    <w:rsid w:val="0018415F"/>
    <w:rsid w:val="00184792"/>
    <w:rsid w:val="0018549D"/>
    <w:rsid w:val="0018569E"/>
    <w:rsid w:val="00185975"/>
    <w:rsid w:val="001873E4"/>
    <w:rsid w:val="00187982"/>
    <w:rsid w:val="00190C64"/>
    <w:rsid w:val="001927F2"/>
    <w:rsid w:val="00193815"/>
    <w:rsid w:val="00194C6F"/>
    <w:rsid w:val="0019522D"/>
    <w:rsid w:val="00195826"/>
    <w:rsid w:val="00196345"/>
    <w:rsid w:val="00197EC3"/>
    <w:rsid w:val="001A059C"/>
    <w:rsid w:val="001A3B48"/>
    <w:rsid w:val="001A4139"/>
    <w:rsid w:val="001A62FE"/>
    <w:rsid w:val="001A73AE"/>
    <w:rsid w:val="001B1306"/>
    <w:rsid w:val="001B1C0D"/>
    <w:rsid w:val="001B4B12"/>
    <w:rsid w:val="001B5F64"/>
    <w:rsid w:val="001B6CC9"/>
    <w:rsid w:val="001B75E9"/>
    <w:rsid w:val="001C08EE"/>
    <w:rsid w:val="001C0AC7"/>
    <w:rsid w:val="001C1E6D"/>
    <w:rsid w:val="001D2AF4"/>
    <w:rsid w:val="001D6D0C"/>
    <w:rsid w:val="001E08C4"/>
    <w:rsid w:val="001E0D0B"/>
    <w:rsid w:val="001E12E7"/>
    <w:rsid w:val="001E1F0A"/>
    <w:rsid w:val="001E28B8"/>
    <w:rsid w:val="001E5188"/>
    <w:rsid w:val="001F015F"/>
    <w:rsid w:val="001F1498"/>
    <w:rsid w:val="001F20B7"/>
    <w:rsid w:val="001F4832"/>
    <w:rsid w:val="001F51B2"/>
    <w:rsid w:val="001F7C28"/>
    <w:rsid w:val="00203470"/>
    <w:rsid w:val="002047EF"/>
    <w:rsid w:val="00205199"/>
    <w:rsid w:val="0020641B"/>
    <w:rsid w:val="00206BC8"/>
    <w:rsid w:val="002072FB"/>
    <w:rsid w:val="00207D48"/>
    <w:rsid w:val="00212D11"/>
    <w:rsid w:val="00214C72"/>
    <w:rsid w:val="002178A7"/>
    <w:rsid w:val="00220EDA"/>
    <w:rsid w:val="0022258B"/>
    <w:rsid w:val="002237DC"/>
    <w:rsid w:val="00225136"/>
    <w:rsid w:val="002252E7"/>
    <w:rsid w:val="002256DF"/>
    <w:rsid w:val="00225C7F"/>
    <w:rsid w:val="00225C82"/>
    <w:rsid w:val="0023304F"/>
    <w:rsid w:val="002355F8"/>
    <w:rsid w:val="00235FE5"/>
    <w:rsid w:val="00236724"/>
    <w:rsid w:val="002410D9"/>
    <w:rsid w:val="00245057"/>
    <w:rsid w:val="00245090"/>
    <w:rsid w:val="002468C2"/>
    <w:rsid w:val="00246EB7"/>
    <w:rsid w:val="002473F4"/>
    <w:rsid w:val="002505AE"/>
    <w:rsid w:val="002519D8"/>
    <w:rsid w:val="00252321"/>
    <w:rsid w:val="0025296D"/>
    <w:rsid w:val="002563F7"/>
    <w:rsid w:val="00264389"/>
    <w:rsid w:val="00264546"/>
    <w:rsid w:val="00265116"/>
    <w:rsid w:val="00265334"/>
    <w:rsid w:val="002654A9"/>
    <w:rsid w:val="00272073"/>
    <w:rsid w:val="00273DBA"/>
    <w:rsid w:val="00275120"/>
    <w:rsid w:val="00281926"/>
    <w:rsid w:val="00281B9A"/>
    <w:rsid w:val="002821EC"/>
    <w:rsid w:val="002824C0"/>
    <w:rsid w:val="002832E0"/>
    <w:rsid w:val="00283C4D"/>
    <w:rsid w:val="00283D21"/>
    <w:rsid w:val="00284B8B"/>
    <w:rsid w:val="00286431"/>
    <w:rsid w:val="0028748F"/>
    <w:rsid w:val="00290004"/>
    <w:rsid w:val="0029024B"/>
    <w:rsid w:val="00290A5E"/>
    <w:rsid w:val="002950D1"/>
    <w:rsid w:val="002952A2"/>
    <w:rsid w:val="0029639B"/>
    <w:rsid w:val="00297E3E"/>
    <w:rsid w:val="002A2DAC"/>
    <w:rsid w:val="002A3659"/>
    <w:rsid w:val="002A446D"/>
    <w:rsid w:val="002A4ED8"/>
    <w:rsid w:val="002A575B"/>
    <w:rsid w:val="002A5AF9"/>
    <w:rsid w:val="002A7952"/>
    <w:rsid w:val="002A7E38"/>
    <w:rsid w:val="002B2C02"/>
    <w:rsid w:val="002B3B46"/>
    <w:rsid w:val="002B49B3"/>
    <w:rsid w:val="002B4B45"/>
    <w:rsid w:val="002B5604"/>
    <w:rsid w:val="002B5A9E"/>
    <w:rsid w:val="002B69C4"/>
    <w:rsid w:val="002B71BC"/>
    <w:rsid w:val="002C0B90"/>
    <w:rsid w:val="002C1D4C"/>
    <w:rsid w:val="002C2625"/>
    <w:rsid w:val="002C6BDF"/>
    <w:rsid w:val="002D199B"/>
    <w:rsid w:val="002D359D"/>
    <w:rsid w:val="002D375E"/>
    <w:rsid w:val="002D4038"/>
    <w:rsid w:val="002E4BA6"/>
    <w:rsid w:val="002F06CF"/>
    <w:rsid w:val="002F13C4"/>
    <w:rsid w:val="002F3EE5"/>
    <w:rsid w:val="002F45CE"/>
    <w:rsid w:val="002F4B29"/>
    <w:rsid w:val="002F50FA"/>
    <w:rsid w:val="00301301"/>
    <w:rsid w:val="0030207F"/>
    <w:rsid w:val="0030212F"/>
    <w:rsid w:val="00304408"/>
    <w:rsid w:val="003069C4"/>
    <w:rsid w:val="00310035"/>
    <w:rsid w:val="00310532"/>
    <w:rsid w:val="00310E2A"/>
    <w:rsid w:val="00315B60"/>
    <w:rsid w:val="0031625E"/>
    <w:rsid w:val="0031683D"/>
    <w:rsid w:val="00316921"/>
    <w:rsid w:val="00317C44"/>
    <w:rsid w:val="003206F9"/>
    <w:rsid w:val="00322C37"/>
    <w:rsid w:val="00327AD9"/>
    <w:rsid w:val="00331FF5"/>
    <w:rsid w:val="0033211E"/>
    <w:rsid w:val="0033216D"/>
    <w:rsid w:val="00341716"/>
    <w:rsid w:val="003434F7"/>
    <w:rsid w:val="003456B4"/>
    <w:rsid w:val="00352BC8"/>
    <w:rsid w:val="00352D0B"/>
    <w:rsid w:val="003553F2"/>
    <w:rsid w:val="00357660"/>
    <w:rsid w:val="003617B2"/>
    <w:rsid w:val="00361D2B"/>
    <w:rsid w:val="003624F4"/>
    <w:rsid w:val="00362675"/>
    <w:rsid w:val="00363701"/>
    <w:rsid w:val="00364530"/>
    <w:rsid w:val="00367912"/>
    <w:rsid w:val="0037096E"/>
    <w:rsid w:val="00371D6F"/>
    <w:rsid w:val="00372022"/>
    <w:rsid w:val="003725A7"/>
    <w:rsid w:val="00372B27"/>
    <w:rsid w:val="0037470C"/>
    <w:rsid w:val="00375BF3"/>
    <w:rsid w:val="00375FD7"/>
    <w:rsid w:val="00380289"/>
    <w:rsid w:val="0038107D"/>
    <w:rsid w:val="003860AA"/>
    <w:rsid w:val="00386F99"/>
    <w:rsid w:val="00391B26"/>
    <w:rsid w:val="00396DFB"/>
    <w:rsid w:val="00397A66"/>
    <w:rsid w:val="003A122E"/>
    <w:rsid w:val="003A1F67"/>
    <w:rsid w:val="003A486C"/>
    <w:rsid w:val="003A49CD"/>
    <w:rsid w:val="003A68F5"/>
    <w:rsid w:val="003B0DD4"/>
    <w:rsid w:val="003B0E6E"/>
    <w:rsid w:val="003B1BB5"/>
    <w:rsid w:val="003B21C1"/>
    <w:rsid w:val="003B250D"/>
    <w:rsid w:val="003B495D"/>
    <w:rsid w:val="003B648E"/>
    <w:rsid w:val="003B6867"/>
    <w:rsid w:val="003B728E"/>
    <w:rsid w:val="003B72BB"/>
    <w:rsid w:val="003C0FBA"/>
    <w:rsid w:val="003C0FD2"/>
    <w:rsid w:val="003C239E"/>
    <w:rsid w:val="003C4072"/>
    <w:rsid w:val="003C7529"/>
    <w:rsid w:val="003D106A"/>
    <w:rsid w:val="003D26B7"/>
    <w:rsid w:val="003D509D"/>
    <w:rsid w:val="003D5296"/>
    <w:rsid w:val="003D71CC"/>
    <w:rsid w:val="003D726A"/>
    <w:rsid w:val="003E0925"/>
    <w:rsid w:val="003E29BE"/>
    <w:rsid w:val="003E35FA"/>
    <w:rsid w:val="003E3B8C"/>
    <w:rsid w:val="003F0DD7"/>
    <w:rsid w:val="003F1D4E"/>
    <w:rsid w:val="003F21A1"/>
    <w:rsid w:val="003F255A"/>
    <w:rsid w:val="003F53A9"/>
    <w:rsid w:val="003F5934"/>
    <w:rsid w:val="003F5A4C"/>
    <w:rsid w:val="003F71E8"/>
    <w:rsid w:val="00400A9B"/>
    <w:rsid w:val="00400BDC"/>
    <w:rsid w:val="0040193B"/>
    <w:rsid w:val="00403071"/>
    <w:rsid w:val="004046B7"/>
    <w:rsid w:val="004057B0"/>
    <w:rsid w:val="0040598C"/>
    <w:rsid w:val="00406D0A"/>
    <w:rsid w:val="0040704A"/>
    <w:rsid w:val="00412E6D"/>
    <w:rsid w:val="0041726D"/>
    <w:rsid w:val="00420C84"/>
    <w:rsid w:val="004229C5"/>
    <w:rsid w:val="00423677"/>
    <w:rsid w:val="00423BC9"/>
    <w:rsid w:val="00425F79"/>
    <w:rsid w:val="004266FD"/>
    <w:rsid w:val="004271D7"/>
    <w:rsid w:val="004274DC"/>
    <w:rsid w:val="004307E9"/>
    <w:rsid w:val="00430A38"/>
    <w:rsid w:val="00430D12"/>
    <w:rsid w:val="0043132E"/>
    <w:rsid w:val="00434825"/>
    <w:rsid w:val="00437FC5"/>
    <w:rsid w:val="004424ED"/>
    <w:rsid w:val="00444512"/>
    <w:rsid w:val="004458EB"/>
    <w:rsid w:val="0044627A"/>
    <w:rsid w:val="00447017"/>
    <w:rsid w:val="004472E5"/>
    <w:rsid w:val="00451232"/>
    <w:rsid w:val="0045255D"/>
    <w:rsid w:val="0045447D"/>
    <w:rsid w:val="00457554"/>
    <w:rsid w:val="00461621"/>
    <w:rsid w:val="00461885"/>
    <w:rsid w:val="0046272F"/>
    <w:rsid w:val="00462A93"/>
    <w:rsid w:val="004635C9"/>
    <w:rsid w:val="00463710"/>
    <w:rsid w:val="00464589"/>
    <w:rsid w:val="00466079"/>
    <w:rsid w:val="00470C1C"/>
    <w:rsid w:val="0047225E"/>
    <w:rsid w:val="00477931"/>
    <w:rsid w:val="0048031B"/>
    <w:rsid w:val="00481DBB"/>
    <w:rsid w:val="0048671F"/>
    <w:rsid w:val="004907BE"/>
    <w:rsid w:val="004909CF"/>
    <w:rsid w:val="00490E0C"/>
    <w:rsid w:val="0049123B"/>
    <w:rsid w:val="0049308F"/>
    <w:rsid w:val="00493DFF"/>
    <w:rsid w:val="00494BDD"/>
    <w:rsid w:val="00494BE3"/>
    <w:rsid w:val="00494CCC"/>
    <w:rsid w:val="00495047"/>
    <w:rsid w:val="004A2DDD"/>
    <w:rsid w:val="004A3A46"/>
    <w:rsid w:val="004A4BA7"/>
    <w:rsid w:val="004A5EFA"/>
    <w:rsid w:val="004B0C4D"/>
    <w:rsid w:val="004B2838"/>
    <w:rsid w:val="004B515A"/>
    <w:rsid w:val="004B534D"/>
    <w:rsid w:val="004C0DB5"/>
    <w:rsid w:val="004C1132"/>
    <w:rsid w:val="004C12CA"/>
    <w:rsid w:val="004C28C9"/>
    <w:rsid w:val="004C3375"/>
    <w:rsid w:val="004C34E2"/>
    <w:rsid w:val="004C3F8F"/>
    <w:rsid w:val="004C48CE"/>
    <w:rsid w:val="004C5162"/>
    <w:rsid w:val="004C60F2"/>
    <w:rsid w:val="004D25F7"/>
    <w:rsid w:val="004D31B2"/>
    <w:rsid w:val="004D77B7"/>
    <w:rsid w:val="004E0E4A"/>
    <w:rsid w:val="004E4A7A"/>
    <w:rsid w:val="004E6558"/>
    <w:rsid w:val="004F0224"/>
    <w:rsid w:val="004F1C6E"/>
    <w:rsid w:val="004F24AC"/>
    <w:rsid w:val="004F41E1"/>
    <w:rsid w:val="004F4C7D"/>
    <w:rsid w:val="004F53D5"/>
    <w:rsid w:val="004F6132"/>
    <w:rsid w:val="004F6C84"/>
    <w:rsid w:val="005021BD"/>
    <w:rsid w:val="00505D00"/>
    <w:rsid w:val="00507420"/>
    <w:rsid w:val="00507994"/>
    <w:rsid w:val="0051162F"/>
    <w:rsid w:val="0051265E"/>
    <w:rsid w:val="00513F10"/>
    <w:rsid w:val="00514E57"/>
    <w:rsid w:val="00515E37"/>
    <w:rsid w:val="00515EA0"/>
    <w:rsid w:val="00520E18"/>
    <w:rsid w:val="005237BF"/>
    <w:rsid w:val="00524099"/>
    <w:rsid w:val="00530002"/>
    <w:rsid w:val="00530DFD"/>
    <w:rsid w:val="00532892"/>
    <w:rsid w:val="00532DCF"/>
    <w:rsid w:val="005333DE"/>
    <w:rsid w:val="00534408"/>
    <w:rsid w:val="00534537"/>
    <w:rsid w:val="00535413"/>
    <w:rsid w:val="00535BF1"/>
    <w:rsid w:val="00536C36"/>
    <w:rsid w:val="00541616"/>
    <w:rsid w:val="00543F43"/>
    <w:rsid w:val="00551648"/>
    <w:rsid w:val="005522D5"/>
    <w:rsid w:val="0055275B"/>
    <w:rsid w:val="00554906"/>
    <w:rsid w:val="00554A5C"/>
    <w:rsid w:val="00556332"/>
    <w:rsid w:val="00556C93"/>
    <w:rsid w:val="00557BEE"/>
    <w:rsid w:val="0056434F"/>
    <w:rsid w:val="005646B3"/>
    <w:rsid w:val="00565D94"/>
    <w:rsid w:val="00566B47"/>
    <w:rsid w:val="00567521"/>
    <w:rsid w:val="00570278"/>
    <w:rsid w:val="0057118C"/>
    <w:rsid w:val="005728EB"/>
    <w:rsid w:val="005734D2"/>
    <w:rsid w:val="005755FB"/>
    <w:rsid w:val="00575C8E"/>
    <w:rsid w:val="00575EA6"/>
    <w:rsid w:val="00577CBC"/>
    <w:rsid w:val="0058057D"/>
    <w:rsid w:val="00580B83"/>
    <w:rsid w:val="00583263"/>
    <w:rsid w:val="00585D0A"/>
    <w:rsid w:val="00586A52"/>
    <w:rsid w:val="00594A08"/>
    <w:rsid w:val="00594F3C"/>
    <w:rsid w:val="00596095"/>
    <w:rsid w:val="00597320"/>
    <w:rsid w:val="00597571"/>
    <w:rsid w:val="005A0A19"/>
    <w:rsid w:val="005A19B9"/>
    <w:rsid w:val="005A2251"/>
    <w:rsid w:val="005A22B1"/>
    <w:rsid w:val="005A282A"/>
    <w:rsid w:val="005A3F1D"/>
    <w:rsid w:val="005A4194"/>
    <w:rsid w:val="005A4A44"/>
    <w:rsid w:val="005A611F"/>
    <w:rsid w:val="005B062E"/>
    <w:rsid w:val="005B17E9"/>
    <w:rsid w:val="005B2A49"/>
    <w:rsid w:val="005B4A2C"/>
    <w:rsid w:val="005B68DB"/>
    <w:rsid w:val="005B6BF9"/>
    <w:rsid w:val="005B74DF"/>
    <w:rsid w:val="005B7776"/>
    <w:rsid w:val="005C1795"/>
    <w:rsid w:val="005C1A00"/>
    <w:rsid w:val="005C2CA3"/>
    <w:rsid w:val="005C36E6"/>
    <w:rsid w:val="005C5744"/>
    <w:rsid w:val="005C5D76"/>
    <w:rsid w:val="005D113A"/>
    <w:rsid w:val="005D21E6"/>
    <w:rsid w:val="005D2700"/>
    <w:rsid w:val="005D7412"/>
    <w:rsid w:val="005E0E75"/>
    <w:rsid w:val="005E14CC"/>
    <w:rsid w:val="005E26F5"/>
    <w:rsid w:val="005E75C2"/>
    <w:rsid w:val="005F132E"/>
    <w:rsid w:val="005F224A"/>
    <w:rsid w:val="005F2B1E"/>
    <w:rsid w:val="005F572F"/>
    <w:rsid w:val="005F5807"/>
    <w:rsid w:val="005F5F72"/>
    <w:rsid w:val="005F6AE6"/>
    <w:rsid w:val="005F717A"/>
    <w:rsid w:val="005F7A39"/>
    <w:rsid w:val="00600EE3"/>
    <w:rsid w:val="00603C20"/>
    <w:rsid w:val="006054AC"/>
    <w:rsid w:val="006056C8"/>
    <w:rsid w:val="0060688C"/>
    <w:rsid w:val="00611854"/>
    <w:rsid w:val="00612171"/>
    <w:rsid w:val="00613618"/>
    <w:rsid w:val="00613B6E"/>
    <w:rsid w:val="00615D73"/>
    <w:rsid w:val="00615E04"/>
    <w:rsid w:val="00623568"/>
    <w:rsid w:val="0062424D"/>
    <w:rsid w:val="00624CDA"/>
    <w:rsid w:val="00625B00"/>
    <w:rsid w:val="006266C2"/>
    <w:rsid w:val="00627250"/>
    <w:rsid w:val="00630C45"/>
    <w:rsid w:val="00641978"/>
    <w:rsid w:val="00642E74"/>
    <w:rsid w:val="0064399F"/>
    <w:rsid w:val="00643B9C"/>
    <w:rsid w:val="006448DA"/>
    <w:rsid w:val="00645323"/>
    <w:rsid w:val="0064648A"/>
    <w:rsid w:val="00646E5C"/>
    <w:rsid w:val="00646EC3"/>
    <w:rsid w:val="006545EE"/>
    <w:rsid w:val="00656AD3"/>
    <w:rsid w:val="00660A52"/>
    <w:rsid w:val="00664659"/>
    <w:rsid w:val="00665340"/>
    <w:rsid w:val="00665902"/>
    <w:rsid w:val="00667ABD"/>
    <w:rsid w:val="00670D0C"/>
    <w:rsid w:val="00670D15"/>
    <w:rsid w:val="00674311"/>
    <w:rsid w:val="0067448A"/>
    <w:rsid w:val="00680B7E"/>
    <w:rsid w:val="00682C36"/>
    <w:rsid w:val="006859CB"/>
    <w:rsid w:val="0068622C"/>
    <w:rsid w:val="00686BBB"/>
    <w:rsid w:val="00686EA6"/>
    <w:rsid w:val="006907FB"/>
    <w:rsid w:val="00692033"/>
    <w:rsid w:val="006959AF"/>
    <w:rsid w:val="006A0C45"/>
    <w:rsid w:val="006A2E86"/>
    <w:rsid w:val="006A398A"/>
    <w:rsid w:val="006A61A9"/>
    <w:rsid w:val="006A7093"/>
    <w:rsid w:val="006B0E2E"/>
    <w:rsid w:val="006B458C"/>
    <w:rsid w:val="006C184F"/>
    <w:rsid w:val="006C437E"/>
    <w:rsid w:val="006C4DE6"/>
    <w:rsid w:val="006C4E86"/>
    <w:rsid w:val="006C54BD"/>
    <w:rsid w:val="006C7FCB"/>
    <w:rsid w:val="006D185F"/>
    <w:rsid w:val="006D3BAF"/>
    <w:rsid w:val="006D54ED"/>
    <w:rsid w:val="006D6A46"/>
    <w:rsid w:val="006D7C89"/>
    <w:rsid w:val="006E0419"/>
    <w:rsid w:val="006E2DC5"/>
    <w:rsid w:val="006E3B6B"/>
    <w:rsid w:val="006E43F6"/>
    <w:rsid w:val="006E79E8"/>
    <w:rsid w:val="006F1E86"/>
    <w:rsid w:val="006F2151"/>
    <w:rsid w:val="006F2177"/>
    <w:rsid w:val="006F2945"/>
    <w:rsid w:val="006F3FA5"/>
    <w:rsid w:val="007000CD"/>
    <w:rsid w:val="007005C9"/>
    <w:rsid w:val="00701535"/>
    <w:rsid w:val="0070452C"/>
    <w:rsid w:val="0070479E"/>
    <w:rsid w:val="00706136"/>
    <w:rsid w:val="007070DA"/>
    <w:rsid w:val="007075C8"/>
    <w:rsid w:val="007112C5"/>
    <w:rsid w:val="00711E9B"/>
    <w:rsid w:val="00711F2C"/>
    <w:rsid w:val="0071370E"/>
    <w:rsid w:val="00714677"/>
    <w:rsid w:val="00716D03"/>
    <w:rsid w:val="00723A93"/>
    <w:rsid w:val="00724692"/>
    <w:rsid w:val="00724927"/>
    <w:rsid w:val="00726045"/>
    <w:rsid w:val="00726EBF"/>
    <w:rsid w:val="00727F4D"/>
    <w:rsid w:val="00730683"/>
    <w:rsid w:val="00732DA3"/>
    <w:rsid w:val="00733D76"/>
    <w:rsid w:val="007350B9"/>
    <w:rsid w:val="007409F1"/>
    <w:rsid w:val="00741148"/>
    <w:rsid w:val="0074119C"/>
    <w:rsid w:val="00741B60"/>
    <w:rsid w:val="00742A29"/>
    <w:rsid w:val="00742C3F"/>
    <w:rsid w:val="007433EA"/>
    <w:rsid w:val="0074375E"/>
    <w:rsid w:val="0074735C"/>
    <w:rsid w:val="00747E2B"/>
    <w:rsid w:val="0075053C"/>
    <w:rsid w:val="00750B8F"/>
    <w:rsid w:val="00752EC6"/>
    <w:rsid w:val="007537F4"/>
    <w:rsid w:val="007555B5"/>
    <w:rsid w:val="00755FB4"/>
    <w:rsid w:val="00764306"/>
    <w:rsid w:val="00765D53"/>
    <w:rsid w:val="00767631"/>
    <w:rsid w:val="00767724"/>
    <w:rsid w:val="00771E43"/>
    <w:rsid w:val="00772382"/>
    <w:rsid w:val="00772E8B"/>
    <w:rsid w:val="00776B75"/>
    <w:rsid w:val="00777DE7"/>
    <w:rsid w:val="00781489"/>
    <w:rsid w:val="007816F1"/>
    <w:rsid w:val="00781C92"/>
    <w:rsid w:val="00784E0B"/>
    <w:rsid w:val="00785390"/>
    <w:rsid w:val="007862CE"/>
    <w:rsid w:val="00786FB5"/>
    <w:rsid w:val="007916FC"/>
    <w:rsid w:val="00793903"/>
    <w:rsid w:val="00795D2C"/>
    <w:rsid w:val="00795F8F"/>
    <w:rsid w:val="0079644B"/>
    <w:rsid w:val="007971EC"/>
    <w:rsid w:val="007972E7"/>
    <w:rsid w:val="007A15E3"/>
    <w:rsid w:val="007A441D"/>
    <w:rsid w:val="007A5452"/>
    <w:rsid w:val="007A6A51"/>
    <w:rsid w:val="007A6B77"/>
    <w:rsid w:val="007A6BD9"/>
    <w:rsid w:val="007A6EB0"/>
    <w:rsid w:val="007A75EB"/>
    <w:rsid w:val="007A7DED"/>
    <w:rsid w:val="007A7E27"/>
    <w:rsid w:val="007B13F6"/>
    <w:rsid w:val="007B249F"/>
    <w:rsid w:val="007B25E4"/>
    <w:rsid w:val="007B2BB8"/>
    <w:rsid w:val="007B40EB"/>
    <w:rsid w:val="007B47F3"/>
    <w:rsid w:val="007B4CCE"/>
    <w:rsid w:val="007C1637"/>
    <w:rsid w:val="007C3458"/>
    <w:rsid w:val="007C36C0"/>
    <w:rsid w:val="007C4A52"/>
    <w:rsid w:val="007C4C8F"/>
    <w:rsid w:val="007C5BB2"/>
    <w:rsid w:val="007C67A7"/>
    <w:rsid w:val="007D19E8"/>
    <w:rsid w:val="007D2C9D"/>
    <w:rsid w:val="007D3A44"/>
    <w:rsid w:val="007D3CF0"/>
    <w:rsid w:val="007E1C8F"/>
    <w:rsid w:val="007E34A4"/>
    <w:rsid w:val="007E5C24"/>
    <w:rsid w:val="007E5F9F"/>
    <w:rsid w:val="007E6274"/>
    <w:rsid w:val="007E7DA6"/>
    <w:rsid w:val="007E7F30"/>
    <w:rsid w:val="007F133E"/>
    <w:rsid w:val="007F27A2"/>
    <w:rsid w:val="007F3D2F"/>
    <w:rsid w:val="007F562B"/>
    <w:rsid w:val="007F6AAA"/>
    <w:rsid w:val="007F7740"/>
    <w:rsid w:val="008009E7"/>
    <w:rsid w:val="00800B55"/>
    <w:rsid w:val="00801122"/>
    <w:rsid w:val="008019D9"/>
    <w:rsid w:val="00804F24"/>
    <w:rsid w:val="008063EA"/>
    <w:rsid w:val="0080697F"/>
    <w:rsid w:val="0081009B"/>
    <w:rsid w:val="008153E7"/>
    <w:rsid w:val="00816E51"/>
    <w:rsid w:val="0082047F"/>
    <w:rsid w:val="00821102"/>
    <w:rsid w:val="00825AC9"/>
    <w:rsid w:val="00826D2C"/>
    <w:rsid w:val="008270EA"/>
    <w:rsid w:val="00827348"/>
    <w:rsid w:val="00827F23"/>
    <w:rsid w:val="00830EB9"/>
    <w:rsid w:val="008313FA"/>
    <w:rsid w:val="008322F9"/>
    <w:rsid w:val="008330A8"/>
    <w:rsid w:val="008350B5"/>
    <w:rsid w:val="00835362"/>
    <w:rsid w:val="00835451"/>
    <w:rsid w:val="00835480"/>
    <w:rsid w:val="008367E1"/>
    <w:rsid w:val="008369E3"/>
    <w:rsid w:val="00836EB0"/>
    <w:rsid w:val="00840D42"/>
    <w:rsid w:val="00841228"/>
    <w:rsid w:val="00842F6A"/>
    <w:rsid w:val="0084626F"/>
    <w:rsid w:val="00846E68"/>
    <w:rsid w:val="00847BE4"/>
    <w:rsid w:val="00847E41"/>
    <w:rsid w:val="00851CC5"/>
    <w:rsid w:val="008526E5"/>
    <w:rsid w:val="008526FE"/>
    <w:rsid w:val="0085295D"/>
    <w:rsid w:val="008529D6"/>
    <w:rsid w:val="00852B39"/>
    <w:rsid w:val="0085339E"/>
    <w:rsid w:val="00860370"/>
    <w:rsid w:val="00862DA3"/>
    <w:rsid w:val="00866556"/>
    <w:rsid w:val="00867A01"/>
    <w:rsid w:val="008702DB"/>
    <w:rsid w:val="00870872"/>
    <w:rsid w:val="00871B3A"/>
    <w:rsid w:val="00871B70"/>
    <w:rsid w:val="0087391A"/>
    <w:rsid w:val="0087516F"/>
    <w:rsid w:val="00877514"/>
    <w:rsid w:val="00882465"/>
    <w:rsid w:val="00883E0C"/>
    <w:rsid w:val="00883F77"/>
    <w:rsid w:val="00886089"/>
    <w:rsid w:val="00890520"/>
    <w:rsid w:val="008908A0"/>
    <w:rsid w:val="00891766"/>
    <w:rsid w:val="00893EDC"/>
    <w:rsid w:val="00894657"/>
    <w:rsid w:val="00895587"/>
    <w:rsid w:val="00896B05"/>
    <w:rsid w:val="00897CA5"/>
    <w:rsid w:val="008A0D66"/>
    <w:rsid w:val="008A0FEC"/>
    <w:rsid w:val="008A2253"/>
    <w:rsid w:val="008A3A8D"/>
    <w:rsid w:val="008A600F"/>
    <w:rsid w:val="008A700B"/>
    <w:rsid w:val="008B12BE"/>
    <w:rsid w:val="008B2CDF"/>
    <w:rsid w:val="008B3549"/>
    <w:rsid w:val="008B41F3"/>
    <w:rsid w:val="008B4355"/>
    <w:rsid w:val="008B4EAC"/>
    <w:rsid w:val="008B52B2"/>
    <w:rsid w:val="008B5BB1"/>
    <w:rsid w:val="008B6061"/>
    <w:rsid w:val="008B61FD"/>
    <w:rsid w:val="008C17E7"/>
    <w:rsid w:val="008C3BE6"/>
    <w:rsid w:val="008C5955"/>
    <w:rsid w:val="008C6200"/>
    <w:rsid w:val="008C6F1F"/>
    <w:rsid w:val="008D1B9C"/>
    <w:rsid w:val="008D3389"/>
    <w:rsid w:val="008D4661"/>
    <w:rsid w:val="008D6E7B"/>
    <w:rsid w:val="008D6F7B"/>
    <w:rsid w:val="008D7381"/>
    <w:rsid w:val="008D75F5"/>
    <w:rsid w:val="008E09E4"/>
    <w:rsid w:val="008E4BAA"/>
    <w:rsid w:val="008F0776"/>
    <w:rsid w:val="008F1D8F"/>
    <w:rsid w:val="008F3E25"/>
    <w:rsid w:val="008F60B4"/>
    <w:rsid w:val="008F63E7"/>
    <w:rsid w:val="008F65C5"/>
    <w:rsid w:val="008F6E51"/>
    <w:rsid w:val="008F6EF5"/>
    <w:rsid w:val="009005E0"/>
    <w:rsid w:val="009037C4"/>
    <w:rsid w:val="00905854"/>
    <w:rsid w:val="00906AEB"/>
    <w:rsid w:val="00912440"/>
    <w:rsid w:val="0091406D"/>
    <w:rsid w:val="0091541A"/>
    <w:rsid w:val="0092125D"/>
    <w:rsid w:val="009222BE"/>
    <w:rsid w:val="00922E5C"/>
    <w:rsid w:val="009233ED"/>
    <w:rsid w:val="00925DDD"/>
    <w:rsid w:val="0092718E"/>
    <w:rsid w:val="00931CFE"/>
    <w:rsid w:val="009336D2"/>
    <w:rsid w:val="00936694"/>
    <w:rsid w:val="00943E91"/>
    <w:rsid w:val="00945387"/>
    <w:rsid w:val="00945A1A"/>
    <w:rsid w:val="00947EE9"/>
    <w:rsid w:val="00950B9E"/>
    <w:rsid w:val="00951E7E"/>
    <w:rsid w:val="00952D7B"/>
    <w:rsid w:val="00955D41"/>
    <w:rsid w:val="00960687"/>
    <w:rsid w:val="009619C3"/>
    <w:rsid w:val="00962DC1"/>
    <w:rsid w:val="00963347"/>
    <w:rsid w:val="00964677"/>
    <w:rsid w:val="00966044"/>
    <w:rsid w:val="009665D8"/>
    <w:rsid w:val="0096745F"/>
    <w:rsid w:val="00967548"/>
    <w:rsid w:val="00967919"/>
    <w:rsid w:val="00967F64"/>
    <w:rsid w:val="00971D80"/>
    <w:rsid w:val="009722AA"/>
    <w:rsid w:val="00972A19"/>
    <w:rsid w:val="009754EB"/>
    <w:rsid w:val="0097560D"/>
    <w:rsid w:val="009764CB"/>
    <w:rsid w:val="00977467"/>
    <w:rsid w:val="00977C94"/>
    <w:rsid w:val="00977CC7"/>
    <w:rsid w:val="00982B68"/>
    <w:rsid w:val="00982FED"/>
    <w:rsid w:val="009833BF"/>
    <w:rsid w:val="0098606D"/>
    <w:rsid w:val="00986D5A"/>
    <w:rsid w:val="00991C82"/>
    <w:rsid w:val="00993F86"/>
    <w:rsid w:val="00995A20"/>
    <w:rsid w:val="00995B53"/>
    <w:rsid w:val="009A2122"/>
    <w:rsid w:val="009A2718"/>
    <w:rsid w:val="009A3FF2"/>
    <w:rsid w:val="009A49B2"/>
    <w:rsid w:val="009A4FE2"/>
    <w:rsid w:val="009B1ABF"/>
    <w:rsid w:val="009B2F1E"/>
    <w:rsid w:val="009B370F"/>
    <w:rsid w:val="009B37DD"/>
    <w:rsid w:val="009B3D05"/>
    <w:rsid w:val="009B619B"/>
    <w:rsid w:val="009B7D21"/>
    <w:rsid w:val="009C28CD"/>
    <w:rsid w:val="009C4CEE"/>
    <w:rsid w:val="009C5D2A"/>
    <w:rsid w:val="009C73FA"/>
    <w:rsid w:val="009D01C0"/>
    <w:rsid w:val="009D0B27"/>
    <w:rsid w:val="009D136B"/>
    <w:rsid w:val="009D1450"/>
    <w:rsid w:val="009D16DF"/>
    <w:rsid w:val="009D21AC"/>
    <w:rsid w:val="009D427B"/>
    <w:rsid w:val="009D5454"/>
    <w:rsid w:val="009D72B2"/>
    <w:rsid w:val="009D7EF1"/>
    <w:rsid w:val="009E6E93"/>
    <w:rsid w:val="009E72B3"/>
    <w:rsid w:val="009E777E"/>
    <w:rsid w:val="009F12CD"/>
    <w:rsid w:val="009F1791"/>
    <w:rsid w:val="009F1840"/>
    <w:rsid w:val="009F188C"/>
    <w:rsid w:val="009F346A"/>
    <w:rsid w:val="009F382F"/>
    <w:rsid w:val="009F51FE"/>
    <w:rsid w:val="009F6F1D"/>
    <w:rsid w:val="00A0075D"/>
    <w:rsid w:val="00A01ABD"/>
    <w:rsid w:val="00A01EFF"/>
    <w:rsid w:val="00A029C4"/>
    <w:rsid w:val="00A04F2D"/>
    <w:rsid w:val="00A050E9"/>
    <w:rsid w:val="00A05ABB"/>
    <w:rsid w:val="00A07551"/>
    <w:rsid w:val="00A10CEF"/>
    <w:rsid w:val="00A10EE0"/>
    <w:rsid w:val="00A12F0F"/>
    <w:rsid w:val="00A13D55"/>
    <w:rsid w:val="00A14C8C"/>
    <w:rsid w:val="00A14D39"/>
    <w:rsid w:val="00A207F9"/>
    <w:rsid w:val="00A21769"/>
    <w:rsid w:val="00A23B1C"/>
    <w:rsid w:val="00A25729"/>
    <w:rsid w:val="00A2662E"/>
    <w:rsid w:val="00A27113"/>
    <w:rsid w:val="00A3000A"/>
    <w:rsid w:val="00A34E49"/>
    <w:rsid w:val="00A35BEF"/>
    <w:rsid w:val="00A40133"/>
    <w:rsid w:val="00A40B92"/>
    <w:rsid w:val="00A40BDA"/>
    <w:rsid w:val="00A41DAD"/>
    <w:rsid w:val="00A427B1"/>
    <w:rsid w:val="00A4443A"/>
    <w:rsid w:val="00A4572C"/>
    <w:rsid w:val="00A5177C"/>
    <w:rsid w:val="00A51E8B"/>
    <w:rsid w:val="00A5336A"/>
    <w:rsid w:val="00A53B64"/>
    <w:rsid w:val="00A5430E"/>
    <w:rsid w:val="00A548BA"/>
    <w:rsid w:val="00A54E64"/>
    <w:rsid w:val="00A5678B"/>
    <w:rsid w:val="00A56832"/>
    <w:rsid w:val="00A6042A"/>
    <w:rsid w:val="00A608D4"/>
    <w:rsid w:val="00A62186"/>
    <w:rsid w:val="00A65EFD"/>
    <w:rsid w:val="00A65F6D"/>
    <w:rsid w:val="00A671C6"/>
    <w:rsid w:val="00A67939"/>
    <w:rsid w:val="00A70F3F"/>
    <w:rsid w:val="00A73831"/>
    <w:rsid w:val="00A752EA"/>
    <w:rsid w:val="00A75C10"/>
    <w:rsid w:val="00A77638"/>
    <w:rsid w:val="00A80240"/>
    <w:rsid w:val="00A82311"/>
    <w:rsid w:val="00A835A3"/>
    <w:rsid w:val="00A8404D"/>
    <w:rsid w:val="00A85573"/>
    <w:rsid w:val="00A85E2A"/>
    <w:rsid w:val="00A86583"/>
    <w:rsid w:val="00A87CDF"/>
    <w:rsid w:val="00A900AE"/>
    <w:rsid w:val="00A91446"/>
    <w:rsid w:val="00A918ED"/>
    <w:rsid w:val="00A92872"/>
    <w:rsid w:val="00A92902"/>
    <w:rsid w:val="00A93C7E"/>
    <w:rsid w:val="00A93F1D"/>
    <w:rsid w:val="00A96FBA"/>
    <w:rsid w:val="00A97398"/>
    <w:rsid w:val="00A97C5F"/>
    <w:rsid w:val="00AA21EA"/>
    <w:rsid w:val="00AA2254"/>
    <w:rsid w:val="00AA4958"/>
    <w:rsid w:val="00AA5269"/>
    <w:rsid w:val="00AA52FD"/>
    <w:rsid w:val="00AA68EA"/>
    <w:rsid w:val="00AB0768"/>
    <w:rsid w:val="00AB0814"/>
    <w:rsid w:val="00AB311C"/>
    <w:rsid w:val="00AB35C1"/>
    <w:rsid w:val="00AB4C8F"/>
    <w:rsid w:val="00AB5132"/>
    <w:rsid w:val="00AB5703"/>
    <w:rsid w:val="00AB604A"/>
    <w:rsid w:val="00AB6171"/>
    <w:rsid w:val="00AB7F66"/>
    <w:rsid w:val="00AC1AFF"/>
    <w:rsid w:val="00AC31D9"/>
    <w:rsid w:val="00AC5B9D"/>
    <w:rsid w:val="00AC6D02"/>
    <w:rsid w:val="00AD2238"/>
    <w:rsid w:val="00AD24A9"/>
    <w:rsid w:val="00AD2D6A"/>
    <w:rsid w:val="00AD3396"/>
    <w:rsid w:val="00AD3B4B"/>
    <w:rsid w:val="00AD3E1D"/>
    <w:rsid w:val="00AD534E"/>
    <w:rsid w:val="00AD546A"/>
    <w:rsid w:val="00AD61C0"/>
    <w:rsid w:val="00AE0DC7"/>
    <w:rsid w:val="00AE11A7"/>
    <w:rsid w:val="00AE2724"/>
    <w:rsid w:val="00AE5B95"/>
    <w:rsid w:val="00AE6D12"/>
    <w:rsid w:val="00AF099C"/>
    <w:rsid w:val="00AF18D7"/>
    <w:rsid w:val="00AF2576"/>
    <w:rsid w:val="00AF2B24"/>
    <w:rsid w:val="00AF2DA6"/>
    <w:rsid w:val="00AF2FE3"/>
    <w:rsid w:val="00AF5084"/>
    <w:rsid w:val="00AF5531"/>
    <w:rsid w:val="00AF642A"/>
    <w:rsid w:val="00AF6A17"/>
    <w:rsid w:val="00AF7B60"/>
    <w:rsid w:val="00B05785"/>
    <w:rsid w:val="00B115F6"/>
    <w:rsid w:val="00B1382B"/>
    <w:rsid w:val="00B13925"/>
    <w:rsid w:val="00B13962"/>
    <w:rsid w:val="00B13B86"/>
    <w:rsid w:val="00B14012"/>
    <w:rsid w:val="00B141DC"/>
    <w:rsid w:val="00B1666B"/>
    <w:rsid w:val="00B175B1"/>
    <w:rsid w:val="00B17D1F"/>
    <w:rsid w:val="00B20E69"/>
    <w:rsid w:val="00B2127C"/>
    <w:rsid w:val="00B21C03"/>
    <w:rsid w:val="00B21DF2"/>
    <w:rsid w:val="00B22CE8"/>
    <w:rsid w:val="00B25D68"/>
    <w:rsid w:val="00B27362"/>
    <w:rsid w:val="00B273E6"/>
    <w:rsid w:val="00B275BA"/>
    <w:rsid w:val="00B308BC"/>
    <w:rsid w:val="00B31A06"/>
    <w:rsid w:val="00B31F52"/>
    <w:rsid w:val="00B331F8"/>
    <w:rsid w:val="00B34A51"/>
    <w:rsid w:val="00B364CF"/>
    <w:rsid w:val="00B36D79"/>
    <w:rsid w:val="00B40BC5"/>
    <w:rsid w:val="00B412AC"/>
    <w:rsid w:val="00B412DF"/>
    <w:rsid w:val="00B41D25"/>
    <w:rsid w:val="00B4315A"/>
    <w:rsid w:val="00B44B1C"/>
    <w:rsid w:val="00B4512A"/>
    <w:rsid w:val="00B45498"/>
    <w:rsid w:val="00B51F74"/>
    <w:rsid w:val="00B5449C"/>
    <w:rsid w:val="00B554C7"/>
    <w:rsid w:val="00B56E2B"/>
    <w:rsid w:val="00B60C2A"/>
    <w:rsid w:val="00B60D34"/>
    <w:rsid w:val="00B63968"/>
    <w:rsid w:val="00B64BCD"/>
    <w:rsid w:val="00B64FD6"/>
    <w:rsid w:val="00B65C6A"/>
    <w:rsid w:val="00B65FDF"/>
    <w:rsid w:val="00B662E6"/>
    <w:rsid w:val="00B725DB"/>
    <w:rsid w:val="00B75B0F"/>
    <w:rsid w:val="00B75D46"/>
    <w:rsid w:val="00B75E1A"/>
    <w:rsid w:val="00B76E71"/>
    <w:rsid w:val="00B83AC6"/>
    <w:rsid w:val="00B83BF5"/>
    <w:rsid w:val="00B864A1"/>
    <w:rsid w:val="00B879DC"/>
    <w:rsid w:val="00B87D50"/>
    <w:rsid w:val="00B91009"/>
    <w:rsid w:val="00B93097"/>
    <w:rsid w:val="00B95642"/>
    <w:rsid w:val="00B95B42"/>
    <w:rsid w:val="00B97DC9"/>
    <w:rsid w:val="00BA0E98"/>
    <w:rsid w:val="00BA26B0"/>
    <w:rsid w:val="00BA32B1"/>
    <w:rsid w:val="00BA40DE"/>
    <w:rsid w:val="00BA56BA"/>
    <w:rsid w:val="00BA58EC"/>
    <w:rsid w:val="00BA5AD5"/>
    <w:rsid w:val="00BA6236"/>
    <w:rsid w:val="00BA7376"/>
    <w:rsid w:val="00BB28C0"/>
    <w:rsid w:val="00BB3E2F"/>
    <w:rsid w:val="00BB66F6"/>
    <w:rsid w:val="00BB6F3E"/>
    <w:rsid w:val="00BC001F"/>
    <w:rsid w:val="00BC0288"/>
    <w:rsid w:val="00BC100D"/>
    <w:rsid w:val="00BC3DC7"/>
    <w:rsid w:val="00BC4C33"/>
    <w:rsid w:val="00BC56BE"/>
    <w:rsid w:val="00BC6962"/>
    <w:rsid w:val="00BC71EE"/>
    <w:rsid w:val="00BC7D22"/>
    <w:rsid w:val="00BD1DC1"/>
    <w:rsid w:val="00BD1E99"/>
    <w:rsid w:val="00BD2E28"/>
    <w:rsid w:val="00BD3782"/>
    <w:rsid w:val="00BD3D9A"/>
    <w:rsid w:val="00BD420B"/>
    <w:rsid w:val="00BD45A2"/>
    <w:rsid w:val="00BD649D"/>
    <w:rsid w:val="00BE4437"/>
    <w:rsid w:val="00BE62BF"/>
    <w:rsid w:val="00BE7E44"/>
    <w:rsid w:val="00BF3F6D"/>
    <w:rsid w:val="00BF5770"/>
    <w:rsid w:val="00C00146"/>
    <w:rsid w:val="00C005E7"/>
    <w:rsid w:val="00C0063A"/>
    <w:rsid w:val="00C0674A"/>
    <w:rsid w:val="00C072FE"/>
    <w:rsid w:val="00C07635"/>
    <w:rsid w:val="00C12545"/>
    <w:rsid w:val="00C15ED2"/>
    <w:rsid w:val="00C16178"/>
    <w:rsid w:val="00C21301"/>
    <w:rsid w:val="00C21843"/>
    <w:rsid w:val="00C22A26"/>
    <w:rsid w:val="00C23D76"/>
    <w:rsid w:val="00C2443D"/>
    <w:rsid w:val="00C2453F"/>
    <w:rsid w:val="00C24DD5"/>
    <w:rsid w:val="00C2644E"/>
    <w:rsid w:val="00C270EC"/>
    <w:rsid w:val="00C278AF"/>
    <w:rsid w:val="00C27ADF"/>
    <w:rsid w:val="00C319F6"/>
    <w:rsid w:val="00C33538"/>
    <w:rsid w:val="00C33577"/>
    <w:rsid w:val="00C35C45"/>
    <w:rsid w:val="00C3648C"/>
    <w:rsid w:val="00C37ACD"/>
    <w:rsid w:val="00C37C7E"/>
    <w:rsid w:val="00C37F39"/>
    <w:rsid w:val="00C40EA3"/>
    <w:rsid w:val="00C45262"/>
    <w:rsid w:val="00C457C1"/>
    <w:rsid w:val="00C46B24"/>
    <w:rsid w:val="00C50814"/>
    <w:rsid w:val="00C518DC"/>
    <w:rsid w:val="00C54AF5"/>
    <w:rsid w:val="00C57166"/>
    <w:rsid w:val="00C633F2"/>
    <w:rsid w:val="00C63889"/>
    <w:rsid w:val="00C660DE"/>
    <w:rsid w:val="00C66CD2"/>
    <w:rsid w:val="00C70445"/>
    <w:rsid w:val="00C72600"/>
    <w:rsid w:val="00C80D8C"/>
    <w:rsid w:val="00C83CE8"/>
    <w:rsid w:val="00C857E5"/>
    <w:rsid w:val="00C91FE2"/>
    <w:rsid w:val="00C92BB2"/>
    <w:rsid w:val="00C93CA6"/>
    <w:rsid w:val="00C94B2C"/>
    <w:rsid w:val="00C94D52"/>
    <w:rsid w:val="00CA14A1"/>
    <w:rsid w:val="00CA1F7E"/>
    <w:rsid w:val="00CA31AE"/>
    <w:rsid w:val="00CA3DCD"/>
    <w:rsid w:val="00CA57F5"/>
    <w:rsid w:val="00CA664E"/>
    <w:rsid w:val="00CB0DD9"/>
    <w:rsid w:val="00CB1A74"/>
    <w:rsid w:val="00CB1D7C"/>
    <w:rsid w:val="00CB2360"/>
    <w:rsid w:val="00CB3762"/>
    <w:rsid w:val="00CB4073"/>
    <w:rsid w:val="00CB5B06"/>
    <w:rsid w:val="00CB6952"/>
    <w:rsid w:val="00CB7477"/>
    <w:rsid w:val="00CC02AF"/>
    <w:rsid w:val="00CC037F"/>
    <w:rsid w:val="00CC0BB2"/>
    <w:rsid w:val="00CC1493"/>
    <w:rsid w:val="00CC5FD8"/>
    <w:rsid w:val="00CD0358"/>
    <w:rsid w:val="00CD1044"/>
    <w:rsid w:val="00CD33C4"/>
    <w:rsid w:val="00CD743B"/>
    <w:rsid w:val="00CD7DDE"/>
    <w:rsid w:val="00CE261D"/>
    <w:rsid w:val="00CE3FBB"/>
    <w:rsid w:val="00CE48FC"/>
    <w:rsid w:val="00CE5B2A"/>
    <w:rsid w:val="00CE6259"/>
    <w:rsid w:val="00CE7BB2"/>
    <w:rsid w:val="00CF14C1"/>
    <w:rsid w:val="00CF1F8B"/>
    <w:rsid w:val="00CF2FF2"/>
    <w:rsid w:val="00CF3394"/>
    <w:rsid w:val="00CF3DE4"/>
    <w:rsid w:val="00CF3FEC"/>
    <w:rsid w:val="00CF4759"/>
    <w:rsid w:val="00CF5253"/>
    <w:rsid w:val="00CF561A"/>
    <w:rsid w:val="00CF56BF"/>
    <w:rsid w:val="00CF6B46"/>
    <w:rsid w:val="00CF6B8C"/>
    <w:rsid w:val="00CF6C7C"/>
    <w:rsid w:val="00D00059"/>
    <w:rsid w:val="00D005D5"/>
    <w:rsid w:val="00D01822"/>
    <w:rsid w:val="00D02BF7"/>
    <w:rsid w:val="00D04566"/>
    <w:rsid w:val="00D04DB2"/>
    <w:rsid w:val="00D05E38"/>
    <w:rsid w:val="00D07364"/>
    <w:rsid w:val="00D103DD"/>
    <w:rsid w:val="00D12C23"/>
    <w:rsid w:val="00D137FB"/>
    <w:rsid w:val="00D14423"/>
    <w:rsid w:val="00D15D99"/>
    <w:rsid w:val="00D16059"/>
    <w:rsid w:val="00D20682"/>
    <w:rsid w:val="00D206CB"/>
    <w:rsid w:val="00D22122"/>
    <w:rsid w:val="00D22958"/>
    <w:rsid w:val="00D25306"/>
    <w:rsid w:val="00D25D39"/>
    <w:rsid w:val="00D27B96"/>
    <w:rsid w:val="00D27BE6"/>
    <w:rsid w:val="00D309C6"/>
    <w:rsid w:val="00D33137"/>
    <w:rsid w:val="00D33638"/>
    <w:rsid w:val="00D33F1C"/>
    <w:rsid w:val="00D3546A"/>
    <w:rsid w:val="00D40D4F"/>
    <w:rsid w:val="00D422F7"/>
    <w:rsid w:val="00D42847"/>
    <w:rsid w:val="00D437FF"/>
    <w:rsid w:val="00D4489A"/>
    <w:rsid w:val="00D45A1F"/>
    <w:rsid w:val="00D460E8"/>
    <w:rsid w:val="00D47AC0"/>
    <w:rsid w:val="00D47CC4"/>
    <w:rsid w:val="00D47F18"/>
    <w:rsid w:val="00D52BF5"/>
    <w:rsid w:val="00D52D94"/>
    <w:rsid w:val="00D53414"/>
    <w:rsid w:val="00D53480"/>
    <w:rsid w:val="00D53CE7"/>
    <w:rsid w:val="00D54DD9"/>
    <w:rsid w:val="00D57431"/>
    <w:rsid w:val="00D602D0"/>
    <w:rsid w:val="00D616AA"/>
    <w:rsid w:val="00D61760"/>
    <w:rsid w:val="00D61D1D"/>
    <w:rsid w:val="00D62985"/>
    <w:rsid w:val="00D63B74"/>
    <w:rsid w:val="00D64CA2"/>
    <w:rsid w:val="00D65083"/>
    <w:rsid w:val="00D66EBB"/>
    <w:rsid w:val="00D6718E"/>
    <w:rsid w:val="00D67841"/>
    <w:rsid w:val="00D755A2"/>
    <w:rsid w:val="00D772C5"/>
    <w:rsid w:val="00D77E40"/>
    <w:rsid w:val="00D8135F"/>
    <w:rsid w:val="00D8197A"/>
    <w:rsid w:val="00D86B97"/>
    <w:rsid w:val="00D87178"/>
    <w:rsid w:val="00D87815"/>
    <w:rsid w:val="00D90682"/>
    <w:rsid w:val="00D91C69"/>
    <w:rsid w:val="00D930F0"/>
    <w:rsid w:val="00DA2D7E"/>
    <w:rsid w:val="00DA2FB7"/>
    <w:rsid w:val="00DA48BF"/>
    <w:rsid w:val="00DA4A74"/>
    <w:rsid w:val="00DA6E03"/>
    <w:rsid w:val="00DA75D8"/>
    <w:rsid w:val="00DB074B"/>
    <w:rsid w:val="00DB0A07"/>
    <w:rsid w:val="00DB103B"/>
    <w:rsid w:val="00DB1355"/>
    <w:rsid w:val="00DB2F02"/>
    <w:rsid w:val="00DB3D26"/>
    <w:rsid w:val="00DB43AF"/>
    <w:rsid w:val="00DB5023"/>
    <w:rsid w:val="00DB794F"/>
    <w:rsid w:val="00DC14D0"/>
    <w:rsid w:val="00DC208C"/>
    <w:rsid w:val="00DC40F2"/>
    <w:rsid w:val="00DC49D8"/>
    <w:rsid w:val="00DC5D3E"/>
    <w:rsid w:val="00DC6654"/>
    <w:rsid w:val="00DD2075"/>
    <w:rsid w:val="00DD2852"/>
    <w:rsid w:val="00DD29DC"/>
    <w:rsid w:val="00DE169B"/>
    <w:rsid w:val="00DE2497"/>
    <w:rsid w:val="00DE3CD9"/>
    <w:rsid w:val="00DE5718"/>
    <w:rsid w:val="00DE5863"/>
    <w:rsid w:val="00DE77BA"/>
    <w:rsid w:val="00DE7898"/>
    <w:rsid w:val="00DF0CC5"/>
    <w:rsid w:val="00DF0D96"/>
    <w:rsid w:val="00DF1806"/>
    <w:rsid w:val="00DF2D5E"/>
    <w:rsid w:val="00DF2E1B"/>
    <w:rsid w:val="00DF3518"/>
    <w:rsid w:val="00DF4BAE"/>
    <w:rsid w:val="00E029A0"/>
    <w:rsid w:val="00E03D73"/>
    <w:rsid w:val="00E046CD"/>
    <w:rsid w:val="00E062E8"/>
    <w:rsid w:val="00E06574"/>
    <w:rsid w:val="00E076BB"/>
    <w:rsid w:val="00E104C0"/>
    <w:rsid w:val="00E1135F"/>
    <w:rsid w:val="00E16083"/>
    <w:rsid w:val="00E177E3"/>
    <w:rsid w:val="00E22E7C"/>
    <w:rsid w:val="00E22F16"/>
    <w:rsid w:val="00E2444E"/>
    <w:rsid w:val="00E25A99"/>
    <w:rsid w:val="00E25F3C"/>
    <w:rsid w:val="00E26EBE"/>
    <w:rsid w:val="00E3009C"/>
    <w:rsid w:val="00E3107B"/>
    <w:rsid w:val="00E31778"/>
    <w:rsid w:val="00E37597"/>
    <w:rsid w:val="00E37864"/>
    <w:rsid w:val="00E40FE6"/>
    <w:rsid w:val="00E44801"/>
    <w:rsid w:val="00E4503B"/>
    <w:rsid w:val="00E47656"/>
    <w:rsid w:val="00E52D27"/>
    <w:rsid w:val="00E54AFC"/>
    <w:rsid w:val="00E61576"/>
    <w:rsid w:val="00E62568"/>
    <w:rsid w:val="00E637EF"/>
    <w:rsid w:val="00E63CA2"/>
    <w:rsid w:val="00E658EA"/>
    <w:rsid w:val="00E66732"/>
    <w:rsid w:val="00E66796"/>
    <w:rsid w:val="00E67391"/>
    <w:rsid w:val="00E70DBA"/>
    <w:rsid w:val="00E71318"/>
    <w:rsid w:val="00E71E8A"/>
    <w:rsid w:val="00E764C1"/>
    <w:rsid w:val="00E77E8D"/>
    <w:rsid w:val="00E81075"/>
    <w:rsid w:val="00E8148F"/>
    <w:rsid w:val="00E81E94"/>
    <w:rsid w:val="00E82079"/>
    <w:rsid w:val="00E828AD"/>
    <w:rsid w:val="00E82BBC"/>
    <w:rsid w:val="00E870CF"/>
    <w:rsid w:val="00E914CF"/>
    <w:rsid w:val="00E95039"/>
    <w:rsid w:val="00E95E91"/>
    <w:rsid w:val="00EA3F40"/>
    <w:rsid w:val="00EA4389"/>
    <w:rsid w:val="00EA5204"/>
    <w:rsid w:val="00EA576E"/>
    <w:rsid w:val="00EB1F6D"/>
    <w:rsid w:val="00EB3BDF"/>
    <w:rsid w:val="00EB454F"/>
    <w:rsid w:val="00EC0720"/>
    <w:rsid w:val="00EC0B33"/>
    <w:rsid w:val="00EC0C1E"/>
    <w:rsid w:val="00EC2B06"/>
    <w:rsid w:val="00EC403C"/>
    <w:rsid w:val="00EC5264"/>
    <w:rsid w:val="00EC641E"/>
    <w:rsid w:val="00EC72F4"/>
    <w:rsid w:val="00ED0158"/>
    <w:rsid w:val="00ED08C0"/>
    <w:rsid w:val="00ED1479"/>
    <w:rsid w:val="00ED1E9B"/>
    <w:rsid w:val="00ED5C0B"/>
    <w:rsid w:val="00ED6A49"/>
    <w:rsid w:val="00ED6D59"/>
    <w:rsid w:val="00EE0A59"/>
    <w:rsid w:val="00EE1B00"/>
    <w:rsid w:val="00EE21BA"/>
    <w:rsid w:val="00EE4089"/>
    <w:rsid w:val="00EE6FE1"/>
    <w:rsid w:val="00EF2A20"/>
    <w:rsid w:val="00EF4026"/>
    <w:rsid w:val="00EF40B8"/>
    <w:rsid w:val="00EF40E6"/>
    <w:rsid w:val="00EF4471"/>
    <w:rsid w:val="00EF5985"/>
    <w:rsid w:val="00EF6190"/>
    <w:rsid w:val="00F00303"/>
    <w:rsid w:val="00F03688"/>
    <w:rsid w:val="00F10499"/>
    <w:rsid w:val="00F10D71"/>
    <w:rsid w:val="00F11699"/>
    <w:rsid w:val="00F12AA6"/>
    <w:rsid w:val="00F12EAD"/>
    <w:rsid w:val="00F1604B"/>
    <w:rsid w:val="00F171E8"/>
    <w:rsid w:val="00F1796F"/>
    <w:rsid w:val="00F17EF7"/>
    <w:rsid w:val="00F217EC"/>
    <w:rsid w:val="00F21E34"/>
    <w:rsid w:val="00F222E6"/>
    <w:rsid w:val="00F22707"/>
    <w:rsid w:val="00F23560"/>
    <w:rsid w:val="00F235D1"/>
    <w:rsid w:val="00F245B8"/>
    <w:rsid w:val="00F24FF1"/>
    <w:rsid w:val="00F250B3"/>
    <w:rsid w:val="00F27633"/>
    <w:rsid w:val="00F31720"/>
    <w:rsid w:val="00F31F2D"/>
    <w:rsid w:val="00F34028"/>
    <w:rsid w:val="00F360C1"/>
    <w:rsid w:val="00F3652D"/>
    <w:rsid w:val="00F367B9"/>
    <w:rsid w:val="00F4041B"/>
    <w:rsid w:val="00F4050D"/>
    <w:rsid w:val="00F4201D"/>
    <w:rsid w:val="00F44A61"/>
    <w:rsid w:val="00F44E7A"/>
    <w:rsid w:val="00F46011"/>
    <w:rsid w:val="00F5024C"/>
    <w:rsid w:val="00F50AA7"/>
    <w:rsid w:val="00F51368"/>
    <w:rsid w:val="00F521F0"/>
    <w:rsid w:val="00F530D3"/>
    <w:rsid w:val="00F553C4"/>
    <w:rsid w:val="00F560AC"/>
    <w:rsid w:val="00F56222"/>
    <w:rsid w:val="00F5731A"/>
    <w:rsid w:val="00F6444D"/>
    <w:rsid w:val="00F652C2"/>
    <w:rsid w:val="00F65594"/>
    <w:rsid w:val="00F65B65"/>
    <w:rsid w:val="00F663FB"/>
    <w:rsid w:val="00F66434"/>
    <w:rsid w:val="00F66653"/>
    <w:rsid w:val="00F733D8"/>
    <w:rsid w:val="00F74259"/>
    <w:rsid w:val="00F74304"/>
    <w:rsid w:val="00F7485E"/>
    <w:rsid w:val="00F74C4F"/>
    <w:rsid w:val="00F74ED3"/>
    <w:rsid w:val="00F80167"/>
    <w:rsid w:val="00F804F1"/>
    <w:rsid w:val="00F81969"/>
    <w:rsid w:val="00F82833"/>
    <w:rsid w:val="00F83128"/>
    <w:rsid w:val="00F83952"/>
    <w:rsid w:val="00F83F1B"/>
    <w:rsid w:val="00F83F8B"/>
    <w:rsid w:val="00F85940"/>
    <w:rsid w:val="00F87001"/>
    <w:rsid w:val="00F96059"/>
    <w:rsid w:val="00F9670E"/>
    <w:rsid w:val="00F96A27"/>
    <w:rsid w:val="00F97451"/>
    <w:rsid w:val="00FA0895"/>
    <w:rsid w:val="00FA0D30"/>
    <w:rsid w:val="00FA2C41"/>
    <w:rsid w:val="00FA31E8"/>
    <w:rsid w:val="00FA3D8F"/>
    <w:rsid w:val="00FB110C"/>
    <w:rsid w:val="00FB1769"/>
    <w:rsid w:val="00FB2537"/>
    <w:rsid w:val="00FB2BBB"/>
    <w:rsid w:val="00FB3447"/>
    <w:rsid w:val="00FB3A42"/>
    <w:rsid w:val="00FB5210"/>
    <w:rsid w:val="00FC0102"/>
    <w:rsid w:val="00FC0445"/>
    <w:rsid w:val="00FC1B77"/>
    <w:rsid w:val="00FC1D8B"/>
    <w:rsid w:val="00FC7E4A"/>
    <w:rsid w:val="00FD0EA9"/>
    <w:rsid w:val="00FD182C"/>
    <w:rsid w:val="00FD448E"/>
    <w:rsid w:val="00FD7275"/>
    <w:rsid w:val="00FD772F"/>
    <w:rsid w:val="00FD791D"/>
    <w:rsid w:val="00FD7DE2"/>
    <w:rsid w:val="00FD7DF7"/>
    <w:rsid w:val="00FE1E82"/>
    <w:rsid w:val="00FE3532"/>
    <w:rsid w:val="00FE4247"/>
    <w:rsid w:val="00FE6671"/>
    <w:rsid w:val="00FE694F"/>
    <w:rsid w:val="00FE6A23"/>
    <w:rsid w:val="00FE7C60"/>
    <w:rsid w:val="00FF4265"/>
    <w:rsid w:val="00FF5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225C42"/>
  <w15:docId w15:val="{78308C29-BFD6-401A-9A91-417A29C8A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F51B2"/>
  </w:style>
  <w:style w:type="paragraph" w:styleId="2">
    <w:name w:val="heading 2"/>
    <w:basedOn w:val="a"/>
    <w:next w:val="a"/>
    <w:link w:val="20"/>
    <w:qFormat/>
    <w:rsid w:val="001F51B2"/>
    <w:pPr>
      <w:keepNext/>
      <w:jc w:val="center"/>
      <w:outlineLvl w:val="1"/>
    </w:pPr>
    <w:rPr>
      <w:b/>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F51B2"/>
    <w:pPr>
      <w:tabs>
        <w:tab w:val="center" w:pos="4153"/>
        <w:tab w:val="right" w:pos="8306"/>
      </w:tabs>
    </w:pPr>
  </w:style>
  <w:style w:type="paragraph" w:styleId="a5">
    <w:name w:val="footer"/>
    <w:basedOn w:val="a"/>
    <w:link w:val="a6"/>
    <w:uiPriority w:val="99"/>
    <w:rsid w:val="001F51B2"/>
    <w:pPr>
      <w:tabs>
        <w:tab w:val="center" w:pos="4153"/>
        <w:tab w:val="right" w:pos="8306"/>
      </w:tabs>
    </w:pPr>
  </w:style>
  <w:style w:type="character" w:styleId="a7">
    <w:name w:val="page number"/>
    <w:basedOn w:val="a0"/>
    <w:rsid w:val="001F51B2"/>
  </w:style>
  <w:style w:type="character" w:styleId="a8">
    <w:name w:val="Hyperlink"/>
    <w:uiPriority w:val="99"/>
    <w:rsid w:val="00CA3DCD"/>
    <w:rPr>
      <w:color w:val="0000FF"/>
      <w:u w:val="single"/>
    </w:rPr>
  </w:style>
  <w:style w:type="paragraph" w:customStyle="1" w:styleId="Style2">
    <w:name w:val="Style2"/>
    <w:basedOn w:val="a"/>
    <w:rsid w:val="00102B02"/>
    <w:pPr>
      <w:widowControl w:val="0"/>
      <w:autoSpaceDE w:val="0"/>
      <w:autoSpaceDN w:val="0"/>
      <w:adjustRightInd w:val="0"/>
      <w:spacing w:line="411" w:lineRule="exact"/>
      <w:ind w:firstLine="657"/>
    </w:pPr>
    <w:rPr>
      <w:sz w:val="24"/>
      <w:szCs w:val="24"/>
    </w:rPr>
  </w:style>
  <w:style w:type="paragraph" w:customStyle="1" w:styleId="Style3">
    <w:name w:val="Style3"/>
    <w:basedOn w:val="a"/>
    <w:rsid w:val="00102B02"/>
    <w:pPr>
      <w:widowControl w:val="0"/>
      <w:autoSpaceDE w:val="0"/>
      <w:autoSpaceDN w:val="0"/>
      <w:adjustRightInd w:val="0"/>
    </w:pPr>
    <w:rPr>
      <w:sz w:val="24"/>
      <w:szCs w:val="24"/>
    </w:rPr>
  </w:style>
  <w:style w:type="paragraph" w:customStyle="1" w:styleId="Style6">
    <w:name w:val="Style6"/>
    <w:basedOn w:val="a"/>
    <w:rsid w:val="00102B02"/>
    <w:pPr>
      <w:widowControl w:val="0"/>
      <w:autoSpaceDE w:val="0"/>
      <w:autoSpaceDN w:val="0"/>
      <w:adjustRightInd w:val="0"/>
    </w:pPr>
    <w:rPr>
      <w:sz w:val="24"/>
      <w:szCs w:val="24"/>
    </w:rPr>
  </w:style>
  <w:style w:type="character" w:customStyle="1" w:styleId="FontStyle12">
    <w:name w:val="Font Style12"/>
    <w:rsid w:val="00102B02"/>
    <w:rPr>
      <w:rFonts w:ascii="Times New Roman" w:hAnsi="Times New Roman" w:cs="Times New Roman"/>
      <w:b/>
      <w:bCs/>
      <w:sz w:val="34"/>
      <w:szCs w:val="34"/>
    </w:rPr>
  </w:style>
  <w:style w:type="character" w:customStyle="1" w:styleId="FontStyle13">
    <w:name w:val="Font Style13"/>
    <w:rsid w:val="00102B02"/>
    <w:rPr>
      <w:rFonts w:ascii="Times New Roman" w:hAnsi="Times New Roman" w:cs="Times New Roman"/>
      <w:sz w:val="34"/>
      <w:szCs w:val="3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02B02"/>
    <w:pPr>
      <w:spacing w:before="100" w:beforeAutospacing="1" w:after="100" w:afterAutospacing="1"/>
    </w:pPr>
    <w:rPr>
      <w:rFonts w:ascii="Tahoma" w:hAnsi="Tahoma" w:cs="Tahoma"/>
      <w:lang w:val="en-US" w:eastAsia="en-US"/>
    </w:rPr>
  </w:style>
  <w:style w:type="character" w:customStyle="1" w:styleId="FontStyle15">
    <w:name w:val="Font Style15"/>
    <w:rsid w:val="008B12BE"/>
    <w:rPr>
      <w:rFonts w:ascii="Times New Roman" w:hAnsi="Times New Roman" w:cs="Times New Roman"/>
      <w:sz w:val="26"/>
      <w:szCs w:val="26"/>
    </w:rPr>
  </w:style>
  <w:style w:type="paragraph" w:styleId="a9">
    <w:name w:val="Balloon Text"/>
    <w:basedOn w:val="a"/>
    <w:link w:val="aa"/>
    <w:semiHidden/>
    <w:rsid w:val="00EF4026"/>
    <w:rPr>
      <w:rFonts w:ascii="Tahoma" w:hAnsi="Tahoma" w:cs="Tahoma"/>
      <w:sz w:val="16"/>
      <w:szCs w:val="16"/>
    </w:rPr>
  </w:style>
  <w:style w:type="paragraph" w:customStyle="1" w:styleId="ConsPlusNormal">
    <w:name w:val="ConsPlusNormal"/>
    <w:rsid w:val="002F50FA"/>
    <w:pPr>
      <w:widowControl w:val="0"/>
      <w:autoSpaceDE w:val="0"/>
      <w:autoSpaceDN w:val="0"/>
      <w:adjustRightInd w:val="0"/>
      <w:ind w:firstLine="720"/>
    </w:pPr>
    <w:rPr>
      <w:sz w:val="24"/>
      <w:szCs w:val="24"/>
    </w:rPr>
  </w:style>
  <w:style w:type="paragraph" w:customStyle="1" w:styleId="ab">
    <w:name w:val="Знак"/>
    <w:basedOn w:val="a"/>
    <w:rsid w:val="003A122E"/>
    <w:pPr>
      <w:spacing w:after="160" w:line="240" w:lineRule="exact"/>
    </w:pPr>
    <w:rPr>
      <w:rFonts w:ascii="Verdana" w:hAnsi="Verdana"/>
      <w:lang w:val="en-US" w:eastAsia="en-US"/>
    </w:rPr>
  </w:style>
  <w:style w:type="table" w:styleId="ac">
    <w:name w:val="Table Grid"/>
    <w:basedOn w:val="a1"/>
    <w:uiPriority w:val="59"/>
    <w:rsid w:val="00B1392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6">
    <w:name w:val="Нижний колонтитул Знак"/>
    <w:basedOn w:val="a0"/>
    <w:link w:val="a5"/>
    <w:uiPriority w:val="99"/>
    <w:rsid w:val="00E82079"/>
  </w:style>
  <w:style w:type="paragraph" w:styleId="ad">
    <w:name w:val="Body Text Indent"/>
    <w:basedOn w:val="a"/>
    <w:link w:val="ae"/>
    <w:uiPriority w:val="99"/>
    <w:rsid w:val="00947EE9"/>
    <w:pPr>
      <w:ind w:firstLine="709"/>
    </w:pPr>
    <w:rPr>
      <w:sz w:val="28"/>
      <w:szCs w:val="28"/>
    </w:rPr>
  </w:style>
  <w:style w:type="character" w:customStyle="1" w:styleId="ae">
    <w:name w:val="Основной текст с отступом Знак"/>
    <w:link w:val="ad"/>
    <w:uiPriority w:val="99"/>
    <w:rsid w:val="00947EE9"/>
    <w:rPr>
      <w:sz w:val="28"/>
      <w:szCs w:val="28"/>
    </w:rPr>
  </w:style>
  <w:style w:type="paragraph" w:customStyle="1" w:styleId="1">
    <w:name w:val="Знак1"/>
    <w:basedOn w:val="a"/>
    <w:rsid w:val="00786FB5"/>
    <w:pPr>
      <w:spacing w:after="160" w:line="240" w:lineRule="exact"/>
    </w:pPr>
    <w:rPr>
      <w:rFonts w:ascii="Verdana" w:hAnsi="Verdana"/>
      <w:lang w:val="en-US" w:eastAsia="en-US"/>
    </w:rPr>
  </w:style>
  <w:style w:type="paragraph" w:styleId="af">
    <w:name w:val="Body Text"/>
    <w:basedOn w:val="a"/>
    <w:link w:val="af0"/>
    <w:rsid w:val="00977467"/>
    <w:pPr>
      <w:spacing w:after="120"/>
    </w:pPr>
  </w:style>
  <w:style w:type="character" w:customStyle="1" w:styleId="af0">
    <w:name w:val="Основной текст Знак"/>
    <w:basedOn w:val="a0"/>
    <w:link w:val="af"/>
    <w:rsid w:val="00977467"/>
  </w:style>
  <w:style w:type="paragraph" w:styleId="af1">
    <w:name w:val="No Spacing"/>
    <w:uiPriority w:val="99"/>
    <w:qFormat/>
    <w:rsid w:val="003C7529"/>
    <w:rPr>
      <w:rFonts w:ascii="Calibri" w:eastAsia="Calibri" w:hAnsi="Calibri"/>
      <w:sz w:val="22"/>
      <w:szCs w:val="22"/>
      <w:lang w:eastAsia="en-US"/>
    </w:rPr>
  </w:style>
  <w:style w:type="paragraph" w:customStyle="1" w:styleId="af2">
    <w:name w:val="обычный"/>
    <w:basedOn w:val="a"/>
    <w:autoRedefine/>
    <w:uiPriority w:val="99"/>
    <w:rsid w:val="00D86B97"/>
    <w:pPr>
      <w:jc w:val="right"/>
    </w:pPr>
    <w:rPr>
      <w:color w:val="FF0000"/>
      <w:sz w:val="24"/>
      <w:szCs w:val="24"/>
    </w:rPr>
  </w:style>
  <w:style w:type="paragraph" w:customStyle="1" w:styleId="10">
    <w:name w:val="Без интервала1"/>
    <w:rsid w:val="0018569E"/>
    <w:rPr>
      <w:rFonts w:ascii="Calibri" w:eastAsia="Calibri" w:hAnsi="Calibri"/>
      <w:sz w:val="22"/>
      <w:szCs w:val="22"/>
    </w:rPr>
  </w:style>
  <w:style w:type="paragraph" w:styleId="af3">
    <w:name w:val="List Paragraph"/>
    <w:basedOn w:val="a"/>
    <w:uiPriority w:val="34"/>
    <w:qFormat/>
    <w:rsid w:val="00F31720"/>
    <w:pPr>
      <w:ind w:left="720"/>
      <w:contextualSpacing/>
    </w:pPr>
    <w:rPr>
      <w:sz w:val="24"/>
      <w:szCs w:val="24"/>
    </w:rPr>
  </w:style>
  <w:style w:type="character" w:customStyle="1" w:styleId="af4">
    <w:name w:val="Основной текст_"/>
    <w:link w:val="3"/>
    <w:uiPriority w:val="99"/>
    <w:locked/>
    <w:rsid w:val="00515E37"/>
    <w:rPr>
      <w:sz w:val="27"/>
      <w:szCs w:val="27"/>
      <w:shd w:val="clear" w:color="auto" w:fill="FFFFFF"/>
    </w:rPr>
  </w:style>
  <w:style w:type="character" w:customStyle="1" w:styleId="11">
    <w:name w:val="Основной текст1"/>
    <w:uiPriority w:val="99"/>
    <w:rsid w:val="00515E37"/>
    <w:rPr>
      <w:rFonts w:ascii="Times New Roman" w:hAnsi="Times New Roman" w:cs="Times New Roman"/>
      <w:sz w:val="27"/>
      <w:szCs w:val="27"/>
      <w:u w:val="none"/>
    </w:rPr>
  </w:style>
  <w:style w:type="character" w:customStyle="1" w:styleId="9">
    <w:name w:val="Основной текст (9)"/>
    <w:uiPriority w:val="99"/>
    <w:rsid w:val="00515E37"/>
    <w:rPr>
      <w:rFonts w:ascii="Times New Roman" w:hAnsi="Times New Roman" w:cs="Times New Roman"/>
      <w:sz w:val="21"/>
      <w:szCs w:val="21"/>
      <w:u w:val="none"/>
    </w:rPr>
  </w:style>
  <w:style w:type="character" w:customStyle="1" w:styleId="8">
    <w:name w:val="Основной текст (8)_"/>
    <w:link w:val="80"/>
    <w:uiPriority w:val="99"/>
    <w:locked/>
    <w:rsid w:val="00515E37"/>
    <w:rPr>
      <w:sz w:val="15"/>
      <w:szCs w:val="15"/>
      <w:shd w:val="clear" w:color="auto" w:fill="FFFFFF"/>
    </w:rPr>
  </w:style>
  <w:style w:type="character" w:customStyle="1" w:styleId="21">
    <w:name w:val="Заголовок №2_"/>
    <w:link w:val="22"/>
    <w:uiPriority w:val="99"/>
    <w:locked/>
    <w:rsid w:val="00515E37"/>
    <w:rPr>
      <w:spacing w:val="-10"/>
      <w:sz w:val="34"/>
      <w:szCs w:val="34"/>
      <w:shd w:val="clear" w:color="auto" w:fill="FFFFFF"/>
    </w:rPr>
  </w:style>
  <w:style w:type="character" w:customStyle="1" w:styleId="8Arial">
    <w:name w:val="Основной текст (8) + Arial"/>
    <w:aliases w:val="7 pt"/>
    <w:uiPriority w:val="99"/>
    <w:rsid w:val="00515E37"/>
    <w:rPr>
      <w:rFonts w:ascii="Arial" w:hAnsi="Arial" w:cs="Arial"/>
      <w:color w:val="000000"/>
      <w:spacing w:val="0"/>
      <w:w w:val="100"/>
      <w:position w:val="0"/>
      <w:sz w:val="14"/>
      <w:szCs w:val="14"/>
      <w:shd w:val="clear" w:color="auto" w:fill="FFFFFF"/>
      <w:lang w:val="ru-RU"/>
    </w:rPr>
  </w:style>
  <w:style w:type="paragraph" w:customStyle="1" w:styleId="3">
    <w:name w:val="Основной текст3"/>
    <w:basedOn w:val="a"/>
    <w:link w:val="af4"/>
    <w:uiPriority w:val="99"/>
    <w:rsid w:val="00515E37"/>
    <w:pPr>
      <w:widowControl w:val="0"/>
      <w:shd w:val="clear" w:color="auto" w:fill="FFFFFF"/>
      <w:spacing w:line="322" w:lineRule="exact"/>
      <w:jc w:val="both"/>
    </w:pPr>
    <w:rPr>
      <w:sz w:val="27"/>
      <w:szCs w:val="27"/>
    </w:rPr>
  </w:style>
  <w:style w:type="paragraph" w:customStyle="1" w:styleId="80">
    <w:name w:val="Основной текст (8)"/>
    <w:basedOn w:val="a"/>
    <w:link w:val="8"/>
    <w:uiPriority w:val="99"/>
    <w:rsid w:val="00515E37"/>
    <w:pPr>
      <w:widowControl w:val="0"/>
      <w:shd w:val="clear" w:color="auto" w:fill="FFFFFF"/>
      <w:spacing w:line="240" w:lineRule="atLeast"/>
      <w:jc w:val="both"/>
    </w:pPr>
    <w:rPr>
      <w:sz w:val="15"/>
      <w:szCs w:val="15"/>
    </w:rPr>
  </w:style>
  <w:style w:type="paragraph" w:customStyle="1" w:styleId="22">
    <w:name w:val="Заголовок №2"/>
    <w:basedOn w:val="a"/>
    <w:link w:val="21"/>
    <w:uiPriority w:val="99"/>
    <w:rsid w:val="00515E37"/>
    <w:pPr>
      <w:widowControl w:val="0"/>
      <w:shd w:val="clear" w:color="auto" w:fill="FFFFFF"/>
      <w:spacing w:line="240" w:lineRule="atLeast"/>
      <w:outlineLvl w:val="1"/>
    </w:pPr>
    <w:rPr>
      <w:spacing w:val="-10"/>
      <w:sz w:val="34"/>
      <w:szCs w:val="34"/>
    </w:rPr>
  </w:style>
  <w:style w:type="paragraph" w:styleId="af5">
    <w:name w:val="Normal (Web)"/>
    <w:basedOn w:val="a"/>
    <w:uiPriority w:val="99"/>
    <w:rsid w:val="007D3A44"/>
    <w:pPr>
      <w:spacing w:before="100" w:beforeAutospacing="1" w:after="100" w:afterAutospacing="1"/>
    </w:pPr>
    <w:rPr>
      <w:sz w:val="24"/>
      <w:szCs w:val="24"/>
    </w:rPr>
  </w:style>
  <w:style w:type="character" w:customStyle="1" w:styleId="20">
    <w:name w:val="Заголовок 2 Знак"/>
    <w:basedOn w:val="a0"/>
    <w:link w:val="2"/>
    <w:rsid w:val="008350B5"/>
    <w:rPr>
      <w:b/>
      <w:sz w:val="22"/>
      <w:szCs w:val="24"/>
    </w:rPr>
  </w:style>
  <w:style w:type="character" w:customStyle="1" w:styleId="a4">
    <w:name w:val="Верхний колонтитул Знак"/>
    <w:basedOn w:val="a0"/>
    <w:link w:val="a3"/>
    <w:rsid w:val="008350B5"/>
  </w:style>
  <w:style w:type="character" w:customStyle="1" w:styleId="aa">
    <w:name w:val="Текст выноски Знак"/>
    <w:basedOn w:val="a0"/>
    <w:link w:val="a9"/>
    <w:semiHidden/>
    <w:rsid w:val="008350B5"/>
    <w:rPr>
      <w:rFonts w:ascii="Tahoma" w:hAnsi="Tahoma" w:cs="Tahoma"/>
      <w:sz w:val="16"/>
      <w:szCs w:val="16"/>
    </w:rPr>
  </w:style>
  <w:style w:type="character" w:customStyle="1" w:styleId="WW8Num1z0">
    <w:name w:val="WW8Num1z0"/>
    <w:rsid w:val="008350B5"/>
  </w:style>
  <w:style w:type="paragraph" w:customStyle="1" w:styleId="110">
    <w:name w:val="Заголовок 11"/>
    <w:basedOn w:val="a"/>
    <w:uiPriority w:val="1"/>
    <w:qFormat/>
    <w:rsid w:val="003B0DD4"/>
    <w:pPr>
      <w:widowControl w:val="0"/>
      <w:autoSpaceDE w:val="0"/>
      <w:autoSpaceDN w:val="0"/>
      <w:spacing w:line="321" w:lineRule="exact"/>
      <w:ind w:left="728"/>
      <w:jc w:val="both"/>
      <w:outlineLvl w:val="1"/>
    </w:pPr>
    <w:rPr>
      <w:b/>
      <w:bCs/>
      <w:sz w:val="28"/>
      <w:szCs w:val="28"/>
      <w:lang w:bidi="ru-RU"/>
    </w:rPr>
  </w:style>
  <w:style w:type="table" w:customStyle="1" w:styleId="TableNormal">
    <w:name w:val="Table Normal"/>
    <w:uiPriority w:val="2"/>
    <w:semiHidden/>
    <w:unhideWhenUsed/>
    <w:qFormat/>
    <w:rsid w:val="00536C3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23">
    <w:name w:val="Основной текст2"/>
    <w:basedOn w:val="a0"/>
    <w:rsid w:val="004F4C7D"/>
    <w:rPr>
      <w:rFonts w:ascii="Times New Roman" w:eastAsia="Times New Roman" w:hAnsi="Times New Roman" w:cs="Times New Roman"/>
      <w:b w:val="0"/>
      <w:bCs w:val="0"/>
      <w:i w:val="0"/>
      <w:iCs w:val="0"/>
      <w:smallCaps w:val="0"/>
      <w:strike w:val="0"/>
      <w:color w:val="000000"/>
      <w:spacing w:val="10"/>
      <w:w w:val="100"/>
      <w:position w:val="0"/>
      <w:sz w:val="25"/>
      <w:szCs w:val="25"/>
      <w:u w:val="none"/>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859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ucdt@yandex.ru" TargetMode="External"/><Relationship Id="rId13" Type="http://schemas.openxmlformats.org/officeDocument/2006/relationships/hyperlink" Target="http://siriusolymp.ru"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riusolymp.r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riusolymp.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sochisirius.ru/uploads/f/vos_school_21_tech_regulations.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ts.sirius.online/" TargetMode="External"/><Relationship Id="rId14" Type="http://schemas.openxmlformats.org/officeDocument/2006/relationships/hyperlink" Target="https://sochisirius.ru/uploads/f/vos_school_21_tech_regulation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brovin\AppData\Roaming\Microsoft\&#1064;&#1072;&#1073;&#1083;&#1086;&#1085;&#1099;\&#1055;&#1080;&#1089;&#1100;&#1084;&#1086;%20-%20&#1085;&#1086;&#1074;&#1099;&#1081;%20&#1073;&#1083;&#1072;&#1085;&#108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EBB173-6F71-439B-B5EA-5BC3CD508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 новый бланк</Template>
  <TotalTime>1770</TotalTime>
  <Pages>36</Pages>
  <Words>11327</Words>
  <Characters>64566</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lpstr>
    </vt:vector>
  </TitlesOfParts>
  <Company>Elcom Ltd</Company>
  <LinksUpToDate>false</LinksUpToDate>
  <CharactersWithSpaces>75742</CharactersWithSpaces>
  <SharedDoc>false</SharedDoc>
  <HLinks>
    <vt:vector size="18" baseType="variant">
      <vt:variant>
        <vt:i4>5111826</vt:i4>
      </vt:variant>
      <vt:variant>
        <vt:i4>6</vt:i4>
      </vt:variant>
      <vt:variant>
        <vt:i4>0</vt:i4>
      </vt:variant>
      <vt:variant>
        <vt:i4>5</vt:i4>
      </vt:variant>
      <vt:variant>
        <vt:lpwstr>http://vserosolymp.rudn.ru/mm/mpp</vt:lpwstr>
      </vt:variant>
      <vt:variant>
        <vt:lpwstr/>
      </vt:variant>
      <vt:variant>
        <vt:i4>5832827</vt:i4>
      </vt:variant>
      <vt:variant>
        <vt:i4>3</vt:i4>
      </vt:variant>
      <vt:variant>
        <vt:i4>0</vt:i4>
      </vt:variant>
      <vt:variant>
        <vt:i4>5</vt:i4>
      </vt:variant>
      <vt:variant>
        <vt:lpwstr>mailto::%20moucdt@yandex.ru</vt:lpwstr>
      </vt:variant>
      <vt:variant>
        <vt:lpwstr/>
      </vt:variant>
      <vt:variant>
        <vt:i4>5111826</vt:i4>
      </vt:variant>
      <vt:variant>
        <vt:i4>0</vt:i4>
      </vt:variant>
      <vt:variant>
        <vt:i4>0</vt:i4>
      </vt:variant>
      <vt:variant>
        <vt:i4>5</vt:i4>
      </vt:variant>
      <vt:variant>
        <vt:lpwstr>http://vserosolymp.rudn.ru/mm/mpp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dubrovin</dc:creator>
  <cp:keywords/>
  <cp:lastModifiedBy>Анастасия Голенева</cp:lastModifiedBy>
  <cp:revision>430</cp:revision>
  <cp:lastPrinted>2024-09-04T05:52:00Z</cp:lastPrinted>
  <dcterms:created xsi:type="dcterms:W3CDTF">2019-09-13T05:02:00Z</dcterms:created>
  <dcterms:modified xsi:type="dcterms:W3CDTF">2024-09-05T08:31:00Z</dcterms:modified>
</cp:coreProperties>
</file>